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7B80B580" w14:textId="77777777" w:rsidR="002F6636" w:rsidRPr="006F01BF" w:rsidRDefault="002F6636" w:rsidP="002F6636">
      <w:pPr>
        <w:pStyle w:val="Titul2"/>
        <w:spacing w:after="0"/>
      </w:pPr>
      <w:r w:rsidRPr="006F01BF">
        <w:t xml:space="preserve">Projektová dokumentace pro povolení stavby </w:t>
      </w:r>
    </w:p>
    <w:p w14:paraId="4317AD63" w14:textId="1F07DDF5" w:rsidR="00652EFD" w:rsidRPr="00FB3188" w:rsidRDefault="00CF0DBE" w:rsidP="00EB46E5">
      <w:pPr>
        <w:pStyle w:val="Titul2"/>
      </w:pPr>
      <w:r w:rsidRPr="006F01BF">
        <w:t>P</w:t>
      </w:r>
      <w:r w:rsidR="00A84500" w:rsidRPr="006F01BF">
        <w:t xml:space="preserve">rojektová dokumentace pro provádění stavby </w:t>
      </w:r>
      <w:r w:rsidRPr="006F01BF">
        <w:t>D</w:t>
      </w:r>
      <w:r w:rsidR="00A84500" w:rsidRPr="006F01BF">
        <w:t>ozor</w:t>
      </w:r>
      <w:r w:rsidR="0021109A" w:rsidRPr="006F01BF">
        <w:t xml:space="preserve"> projektanta</w:t>
      </w:r>
    </w:p>
    <w:p w14:paraId="52E430AB" w14:textId="77777777" w:rsidR="00053304" w:rsidRDefault="00053304" w:rsidP="00EB46E5">
      <w:pPr>
        <w:pStyle w:val="Titul2"/>
        <w:rPr>
          <w:highlight w:val="green"/>
        </w:rPr>
      </w:pPr>
    </w:p>
    <w:p w14:paraId="7E638D12" w14:textId="194C0403" w:rsidR="0035531B" w:rsidRDefault="0035531B" w:rsidP="00EB46E5">
      <w:pPr>
        <w:pStyle w:val="Titul2"/>
      </w:pPr>
      <w:r w:rsidRPr="006F01BF">
        <w:t>„</w:t>
      </w:r>
      <w:r w:rsidR="006F01BF" w:rsidRPr="006F01BF">
        <w:t xml:space="preserve">Rekonstrukce výpravní budovy v </w:t>
      </w:r>
      <w:proofErr w:type="spellStart"/>
      <w:r w:rsidR="006F01BF" w:rsidRPr="006F01BF">
        <w:t>žst</w:t>
      </w:r>
      <w:proofErr w:type="spellEnd"/>
      <w:r w:rsidR="006F01BF" w:rsidRPr="006F01BF">
        <w:t>. Teplice v Čechách“ 2. etapa</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2C54010B" w:rsidR="000E125F" w:rsidRDefault="000E125F" w:rsidP="00136BBF">
      <w:pPr>
        <w:pStyle w:val="Text1-1"/>
        <w:numPr>
          <w:ilvl w:val="0"/>
          <w:numId w:val="0"/>
        </w:numPr>
        <w:tabs>
          <w:tab w:val="left" w:pos="708"/>
        </w:tabs>
        <w:spacing w:line="240" w:lineRule="auto"/>
        <w:ind w:left="737" w:hanging="737"/>
      </w:pPr>
      <w:r>
        <w:t xml:space="preserve">Č.j. </w:t>
      </w:r>
      <w:r w:rsidR="006F01BF" w:rsidRPr="006F01BF">
        <w:t>23488/2024-SŽ-SSZ-OVZ</w:t>
      </w:r>
    </w:p>
    <w:p w14:paraId="5983FE74" w14:textId="77777777" w:rsidR="007066A4" w:rsidRDefault="007066A4" w:rsidP="0010250C">
      <w:pPr>
        <w:spacing w:after="0" w:line="240" w:lineRule="auto"/>
        <w:rPr>
          <w:i/>
          <w:color w:val="FF0000"/>
        </w:rPr>
      </w:pPr>
    </w:p>
    <w:p w14:paraId="2A5ACE1D" w14:textId="77777777" w:rsidR="007066A4" w:rsidRDefault="007066A4" w:rsidP="0010250C">
      <w:pPr>
        <w:spacing w:after="0" w:line="240" w:lineRule="auto"/>
        <w:rPr>
          <w:i/>
          <w:color w:val="FF0000"/>
        </w:rPr>
      </w:pPr>
    </w:p>
    <w:p w14:paraId="2F20EB78" w14:textId="77777777" w:rsidR="007066A4" w:rsidRDefault="007066A4" w:rsidP="0010250C">
      <w:pPr>
        <w:spacing w:after="0" w:line="240" w:lineRule="auto"/>
        <w:rPr>
          <w:i/>
          <w:color w:val="FF0000"/>
        </w:rPr>
      </w:pPr>
    </w:p>
    <w:p w14:paraId="5CC0F62C" w14:textId="1929AD90" w:rsidR="0010250C" w:rsidRDefault="0010250C" w:rsidP="0010250C">
      <w:pPr>
        <w:spacing w:after="0" w:line="240" w:lineRule="auto"/>
        <w:rPr>
          <w:i/>
          <w:color w:val="FF0000"/>
        </w:rPr>
      </w:pPr>
      <w:r w:rsidRPr="004C7962">
        <w:rPr>
          <w:noProof/>
          <w:lang w:eastAsia="cs-CZ"/>
        </w:rPr>
        <w:drawing>
          <wp:anchor distT="0" distB="0" distL="114300" distR="114300" simplePos="0" relativeHeight="251658240" behindDoc="0" locked="0" layoutInCell="1" allowOverlap="1" wp14:anchorId="71B0E301" wp14:editId="02127546">
            <wp:simplePos x="1311215" y="8704053"/>
            <wp:positionH relativeFrom="column">
              <wp:align>left</wp:align>
            </wp:positionH>
            <wp:positionV relativeFrom="paragraph">
              <wp:align>top</wp:align>
            </wp:positionV>
            <wp:extent cx="1460500" cy="840946"/>
            <wp:effectExtent l="0" t="0" r="6350" b="0"/>
            <wp:wrapSquare wrapText="bothSides"/>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460500" cy="840946"/>
                    </a:xfrm>
                    <a:prstGeom prst="rect">
                      <a:avLst/>
                    </a:prstGeom>
                    <a:noFill/>
                    <a:ln>
                      <a:noFill/>
                    </a:ln>
                  </pic:spPr>
                </pic:pic>
              </a:graphicData>
            </a:graphic>
          </wp:anchor>
        </w:drawing>
      </w:r>
      <w:r w:rsidR="007A77BD">
        <w:rPr>
          <w:i/>
          <w:color w:val="FF0000"/>
        </w:rPr>
        <w:br w:type="textWrapping" w:clear="all"/>
      </w:r>
    </w:p>
    <w:p w14:paraId="1C7808B8" w14:textId="2F3FEDD9" w:rsidR="0010250C" w:rsidRDefault="00B17501">
      <w:pPr>
        <w:rPr>
          <w:rFonts w:asciiTheme="majorHAnsi" w:hAnsiTheme="majorHAnsi"/>
          <w:b/>
          <w:caps/>
          <w:sz w:val="22"/>
        </w:rPr>
      </w:pPr>
      <w:r w:rsidRPr="00FD7140">
        <w:rPr>
          <w:noProof/>
          <w:lang w:eastAsia="cs-CZ"/>
        </w:rPr>
        <w:drawing>
          <wp:inline distT="0" distB="0" distL="0" distR="0" wp14:anchorId="42946637" wp14:editId="5222114A">
            <wp:extent cx="3009900" cy="631798"/>
            <wp:effectExtent l="0" t="0" r="0" b="0"/>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3100971" cy="650914"/>
                    </a:xfrm>
                    <a:prstGeom prst="rect">
                      <a:avLst/>
                    </a:prstGeom>
                    <a:noFill/>
                    <a:ln>
                      <a:noFill/>
                    </a:ln>
                  </pic:spPr>
                </pic:pic>
              </a:graphicData>
            </a:graphic>
          </wp:inline>
        </w:drawing>
      </w:r>
      <w:r w:rsidR="0010250C">
        <w:br w:type="page"/>
      </w:r>
    </w:p>
    <w:p w14:paraId="14783ECE" w14:textId="70AC48F6" w:rsidR="00BD7E91" w:rsidRDefault="00BD7E91" w:rsidP="00FE4333">
      <w:pPr>
        <w:pStyle w:val="Nadpisbezsl1-1"/>
      </w:pPr>
      <w:r>
        <w:lastRenderedPageBreak/>
        <w:t>Obsah</w:t>
      </w:r>
      <w:r w:rsidR="00887F36">
        <w:t xml:space="preserve"> </w:t>
      </w:r>
    </w:p>
    <w:p w14:paraId="0E897EDA" w14:textId="6E240FF2" w:rsidR="00E11D57"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87749963" w:history="1">
        <w:r w:rsidR="00E11D57" w:rsidRPr="00AD1369">
          <w:rPr>
            <w:rStyle w:val="Hypertextovodkaz"/>
          </w:rPr>
          <w:t>1.</w:t>
        </w:r>
        <w:r w:rsidR="00E11D57">
          <w:rPr>
            <w:rFonts w:eastAsiaTheme="minorEastAsia"/>
            <w:caps w:val="0"/>
            <w:noProof/>
            <w:kern w:val="2"/>
            <w:sz w:val="24"/>
            <w:szCs w:val="24"/>
            <w:lang w:eastAsia="cs-CZ"/>
            <w14:ligatures w14:val="standardContextual"/>
          </w:rPr>
          <w:tab/>
        </w:r>
        <w:r w:rsidR="00E11D57" w:rsidRPr="00AD1369">
          <w:rPr>
            <w:rStyle w:val="Hypertextovodkaz"/>
          </w:rPr>
          <w:t>ÚVODNÍ USTANOVENÍ</w:t>
        </w:r>
        <w:r w:rsidR="00E11D57">
          <w:rPr>
            <w:noProof/>
            <w:webHidden/>
          </w:rPr>
          <w:tab/>
        </w:r>
        <w:r w:rsidR="00E11D57">
          <w:rPr>
            <w:noProof/>
            <w:webHidden/>
          </w:rPr>
          <w:fldChar w:fldCharType="begin"/>
        </w:r>
        <w:r w:rsidR="00E11D57">
          <w:rPr>
            <w:noProof/>
            <w:webHidden/>
          </w:rPr>
          <w:instrText xml:space="preserve"> PAGEREF _Toc187749963 \h </w:instrText>
        </w:r>
        <w:r w:rsidR="00E11D57">
          <w:rPr>
            <w:noProof/>
            <w:webHidden/>
          </w:rPr>
        </w:r>
        <w:r w:rsidR="00E11D57">
          <w:rPr>
            <w:noProof/>
            <w:webHidden/>
          </w:rPr>
          <w:fldChar w:fldCharType="separate"/>
        </w:r>
        <w:r w:rsidR="0015282D">
          <w:rPr>
            <w:noProof/>
            <w:webHidden/>
          </w:rPr>
          <w:t>3</w:t>
        </w:r>
        <w:r w:rsidR="00E11D57">
          <w:rPr>
            <w:noProof/>
            <w:webHidden/>
          </w:rPr>
          <w:fldChar w:fldCharType="end"/>
        </w:r>
      </w:hyperlink>
    </w:p>
    <w:p w14:paraId="4BD422CC" w14:textId="18CA64B3" w:rsidR="00E11D57" w:rsidRDefault="00E11D57">
      <w:pPr>
        <w:pStyle w:val="Obsah1"/>
        <w:rPr>
          <w:rFonts w:eastAsiaTheme="minorEastAsia"/>
          <w:caps w:val="0"/>
          <w:noProof/>
          <w:kern w:val="2"/>
          <w:sz w:val="24"/>
          <w:szCs w:val="24"/>
          <w:lang w:eastAsia="cs-CZ"/>
          <w14:ligatures w14:val="standardContextual"/>
        </w:rPr>
      </w:pPr>
      <w:hyperlink w:anchor="_Toc187749964" w:history="1">
        <w:r w:rsidRPr="00AD1369">
          <w:rPr>
            <w:rStyle w:val="Hypertextovodkaz"/>
          </w:rPr>
          <w:t>2.</w:t>
        </w:r>
        <w:r>
          <w:rPr>
            <w:rFonts w:eastAsiaTheme="minorEastAsia"/>
            <w:caps w:val="0"/>
            <w:noProof/>
            <w:kern w:val="2"/>
            <w:sz w:val="24"/>
            <w:szCs w:val="24"/>
            <w:lang w:eastAsia="cs-CZ"/>
            <w14:ligatures w14:val="standardContextual"/>
          </w:rPr>
          <w:tab/>
        </w:r>
        <w:r w:rsidRPr="00AD1369">
          <w:rPr>
            <w:rStyle w:val="Hypertextovodkaz"/>
          </w:rPr>
          <w:t>IDENTIFIKAČNÍ ÚDAJE ZADAVATELE</w:t>
        </w:r>
        <w:r>
          <w:rPr>
            <w:noProof/>
            <w:webHidden/>
          </w:rPr>
          <w:tab/>
        </w:r>
        <w:r>
          <w:rPr>
            <w:noProof/>
            <w:webHidden/>
          </w:rPr>
          <w:fldChar w:fldCharType="begin"/>
        </w:r>
        <w:r>
          <w:rPr>
            <w:noProof/>
            <w:webHidden/>
          </w:rPr>
          <w:instrText xml:space="preserve"> PAGEREF _Toc187749964 \h </w:instrText>
        </w:r>
        <w:r>
          <w:rPr>
            <w:noProof/>
            <w:webHidden/>
          </w:rPr>
        </w:r>
        <w:r>
          <w:rPr>
            <w:noProof/>
            <w:webHidden/>
          </w:rPr>
          <w:fldChar w:fldCharType="separate"/>
        </w:r>
        <w:r w:rsidR="0015282D">
          <w:rPr>
            <w:noProof/>
            <w:webHidden/>
          </w:rPr>
          <w:t>3</w:t>
        </w:r>
        <w:r>
          <w:rPr>
            <w:noProof/>
            <w:webHidden/>
          </w:rPr>
          <w:fldChar w:fldCharType="end"/>
        </w:r>
      </w:hyperlink>
    </w:p>
    <w:p w14:paraId="2447CF64" w14:textId="5974C67C" w:rsidR="00E11D57" w:rsidRDefault="00E11D57">
      <w:pPr>
        <w:pStyle w:val="Obsah1"/>
        <w:rPr>
          <w:rFonts w:eastAsiaTheme="minorEastAsia"/>
          <w:caps w:val="0"/>
          <w:noProof/>
          <w:kern w:val="2"/>
          <w:sz w:val="24"/>
          <w:szCs w:val="24"/>
          <w:lang w:eastAsia="cs-CZ"/>
          <w14:ligatures w14:val="standardContextual"/>
        </w:rPr>
      </w:pPr>
      <w:hyperlink w:anchor="_Toc187749965" w:history="1">
        <w:r w:rsidRPr="00AD1369">
          <w:rPr>
            <w:rStyle w:val="Hypertextovodkaz"/>
          </w:rPr>
          <w:t>3.</w:t>
        </w:r>
        <w:r>
          <w:rPr>
            <w:rFonts w:eastAsiaTheme="minorEastAsia"/>
            <w:caps w:val="0"/>
            <w:noProof/>
            <w:kern w:val="2"/>
            <w:sz w:val="24"/>
            <w:szCs w:val="24"/>
            <w:lang w:eastAsia="cs-CZ"/>
            <w14:ligatures w14:val="standardContextual"/>
          </w:rPr>
          <w:tab/>
        </w:r>
        <w:r w:rsidRPr="00AD1369">
          <w:rPr>
            <w:rStyle w:val="Hypertextovodkaz"/>
          </w:rPr>
          <w:t>KOMUNIKACE MEZI ZADAVATELEM a DODAVATELEM</w:t>
        </w:r>
        <w:r>
          <w:rPr>
            <w:noProof/>
            <w:webHidden/>
          </w:rPr>
          <w:tab/>
        </w:r>
        <w:r>
          <w:rPr>
            <w:noProof/>
            <w:webHidden/>
          </w:rPr>
          <w:fldChar w:fldCharType="begin"/>
        </w:r>
        <w:r>
          <w:rPr>
            <w:noProof/>
            <w:webHidden/>
          </w:rPr>
          <w:instrText xml:space="preserve"> PAGEREF _Toc187749965 \h </w:instrText>
        </w:r>
        <w:r>
          <w:rPr>
            <w:noProof/>
            <w:webHidden/>
          </w:rPr>
        </w:r>
        <w:r>
          <w:rPr>
            <w:noProof/>
            <w:webHidden/>
          </w:rPr>
          <w:fldChar w:fldCharType="separate"/>
        </w:r>
        <w:r w:rsidR="0015282D">
          <w:rPr>
            <w:noProof/>
            <w:webHidden/>
          </w:rPr>
          <w:t>4</w:t>
        </w:r>
        <w:r>
          <w:rPr>
            <w:noProof/>
            <w:webHidden/>
          </w:rPr>
          <w:fldChar w:fldCharType="end"/>
        </w:r>
      </w:hyperlink>
    </w:p>
    <w:p w14:paraId="71EBFCA7" w14:textId="4F2F8697" w:rsidR="00E11D57" w:rsidRDefault="00E11D57">
      <w:pPr>
        <w:pStyle w:val="Obsah1"/>
        <w:rPr>
          <w:rFonts w:eastAsiaTheme="minorEastAsia"/>
          <w:caps w:val="0"/>
          <w:noProof/>
          <w:kern w:val="2"/>
          <w:sz w:val="24"/>
          <w:szCs w:val="24"/>
          <w:lang w:eastAsia="cs-CZ"/>
          <w14:ligatures w14:val="standardContextual"/>
        </w:rPr>
      </w:pPr>
      <w:hyperlink w:anchor="_Toc187749966" w:history="1">
        <w:r w:rsidRPr="00AD1369">
          <w:rPr>
            <w:rStyle w:val="Hypertextovodkaz"/>
          </w:rPr>
          <w:t>4.</w:t>
        </w:r>
        <w:r>
          <w:rPr>
            <w:rFonts w:eastAsiaTheme="minorEastAsia"/>
            <w:caps w:val="0"/>
            <w:noProof/>
            <w:kern w:val="2"/>
            <w:sz w:val="24"/>
            <w:szCs w:val="24"/>
            <w:lang w:eastAsia="cs-CZ"/>
            <w14:ligatures w14:val="standardContextual"/>
          </w:rPr>
          <w:tab/>
        </w:r>
        <w:r w:rsidRPr="00AD1369">
          <w:rPr>
            <w:rStyle w:val="Hypertextovodkaz"/>
          </w:rPr>
          <w:t>ÚČEL a PŘEDMĚT PLNĚNÍ VEŘEJNÉ ZAKÁZKY</w:t>
        </w:r>
        <w:r>
          <w:rPr>
            <w:noProof/>
            <w:webHidden/>
          </w:rPr>
          <w:tab/>
        </w:r>
        <w:r>
          <w:rPr>
            <w:noProof/>
            <w:webHidden/>
          </w:rPr>
          <w:fldChar w:fldCharType="begin"/>
        </w:r>
        <w:r>
          <w:rPr>
            <w:noProof/>
            <w:webHidden/>
          </w:rPr>
          <w:instrText xml:space="preserve"> PAGEREF _Toc187749966 \h </w:instrText>
        </w:r>
        <w:r>
          <w:rPr>
            <w:noProof/>
            <w:webHidden/>
          </w:rPr>
        </w:r>
        <w:r>
          <w:rPr>
            <w:noProof/>
            <w:webHidden/>
          </w:rPr>
          <w:fldChar w:fldCharType="separate"/>
        </w:r>
        <w:r w:rsidR="0015282D">
          <w:rPr>
            <w:noProof/>
            <w:webHidden/>
          </w:rPr>
          <w:t>4</w:t>
        </w:r>
        <w:r>
          <w:rPr>
            <w:noProof/>
            <w:webHidden/>
          </w:rPr>
          <w:fldChar w:fldCharType="end"/>
        </w:r>
      </w:hyperlink>
    </w:p>
    <w:p w14:paraId="05487DE5" w14:textId="7805FF17" w:rsidR="00E11D57" w:rsidRDefault="00E11D57">
      <w:pPr>
        <w:pStyle w:val="Obsah1"/>
        <w:rPr>
          <w:rFonts w:eastAsiaTheme="minorEastAsia"/>
          <w:caps w:val="0"/>
          <w:noProof/>
          <w:kern w:val="2"/>
          <w:sz w:val="24"/>
          <w:szCs w:val="24"/>
          <w:lang w:eastAsia="cs-CZ"/>
          <w14:ligatures w14:val="standardContextual"/>
        </w:rPr>
      </w:pPr>
      <w:hyperlink w:anchor="_Toc187749967" w:history="1">
        <w:r w:rsidRPr="00AD1369">
          <w:rPr>
            <w:rStyle w:val="Hypertextovodkaz"/>
          </w:rPr>
          <w:t>5.</w:t>
        </w:r>
        <w:r>
          <w:rPr>
            <w:rFonts w:eastAsiaTheme="minorEastAsia"/>
            <w:caps w:val="0"/>
            <w:noProof/>
            <w:kern w:val="2"/>
            <w:sz w:val="24"/>
            <w:szCs w:val="24"/>
            <w:lang w:eastAsia="cs-CZ"/>
            <w14:ligatures w14:val="standardContextual"/>
          </w:rPr>
          <w:tab/>
        </w:r>
        <w:r w:rsidRPr="00AD1369">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_Toc187749967 \h </w:instrText>
        </w:r>
        <w:r>
          <w:rPr>
            <w:noProof/>
            <w:webHidden/>
          </w:rPr>
        </w:r>
        <w:r>
          <w:rPr>
            <w:noProof/>
            <w:webHidden/>
          </w:rPr>
          <w:fldChar w:fldCharType="separate"/>
        </w:r>
        <w:r w:rsidR="0015282D">
          <w:rPr>
            <w:noProof/>
            <w:webHidden/>
          </w:rPr>
          <w:t>5</w:t>
        </w:r>
        <w:r>
          <w:rPr>
            <w:noProof/>
            <w:webHidden/>
          </w:rPr>
          <w:fldChar w:fldCharType="end"/>
        </w:r>
      </w:hyperlink>
    </w:p>
    <w:p w14:paraId="49126AF8" w14:textId="4BDD623F" w:rsidR="00E11D57" w:rsidRDefault="00E11D57">
      <w:pPr>
        <w:pStyle w:val="Obsah1"/>
        <w:rPr>
          <w:rFonts w:eastAsiaTheme="minorEastAsia"/>
          <w:caps w:val="0"/>
          <w:noProof/>
          <w:kern w:val="2"/>
          <w:sz w:val="24"/>
          <w:szCs w:val="24"/>
          <w:lang w:eastAsia="cs-CZ"/>
          <w14:ligatures w14:val="standardContextual"/>
        </w:rPr>
      </w:pPr>
      <w:hyperlink w:anchor="_Toc187749968" w:history="1">
        <w:r w:rsidRPr="00AD1369">
          <w:rPr>
            <w:rStyle w:val="Hypertextovodkaz"/>
          </w:rPr>
          <w:t>6.</w:t>
        </w:r>
        <w:r>
          <w:rPr>
            <w:rFonts w:eastAsiaTheme="minorEastAsia"/>
            <w:caps w:val="0"/>
            <w:noProof/>
            <w:kern w:val="2"/>
            <w:sz w:val="24"/>
            <w:szCs w:val="24"/>
            <w:lang w:eastAsia="cs-CZ"/>
            <w14:ligatures w14:val="standardContextual"/>
          </w:rPr>
          <w:tab/>
        </w:r>
        <w:r w:rsidRPr="00AD1369">
          <w:rPr>
            <w:rStyle w:val="Hypertextovodkaz"/>
          </w:rPr>
          <w:t>OBSAH ZADÁVACÍ DOKUMENTACE</w:t>
        </w:r>
        <w:r>
          <w:rPr>
            <w:noProof/>
            <w:webHidden/>
          </w:rPr>
          <w:tab/>
        </w:r>
        <w:r>
          <w:rPr>
            <w:noProof/>
            <w:webHidden/>
          </w:rPr>
          <w:fldChar w:fldCharType="begin"/>
        </w:r>
        <w:r>
          <w:rPr>
            <w:noProof/>
            <w:webHidden/>
          </w:rPr>
          <w:instrText xml:space="preserve"> PAGEREF _Toc187749968 \h </w:instrText>
        </w:r>
        <w:r>
          <w:rPr>
            <w:noProof/>
            <w:webHidden/>
          </w:rPr>
        </w:r>
        <w:r>
          <w:rPr>
            <w:noProof/>
            <w:webHidden/>
          </w:rPr>
          <w:fldChar w:fldCharType="separate"/>
        </w:r>
        <w:r w:rsidR="0015282D">
          <w:rPr>
            <w:noProof/>
            <w:webHidden/>
          </w:rPr>
          <w:t>5</w:t>
        </w:r>
        <w:r>
          <w:rPr>
            <w:noProof/>
            <w:webHidden/>
          </w:rPr>
          <w:fldChar w:fldCharType="end"/>
        </w:r>
      </w:hyperlink>
    </w:p>
    <w:p w14:paraId="629E8F72" w14:textId="640D06D9" w:rsidR="00E11D57" w:rsidRDefault="00E11D57">
      <w:pPr>
        <w:pStyle w:val="Obsah1"/>
        <w:rPr>
          <w:rFonts w:eastAsiaTheme="minorEastAsia"/>
          <w:caps w:val="0"/>
          <w:noProof/>
          <w:kern w:val="2"/>
          <w:sz w:val="24"/>
          <w:szCs w:val="24"/>
          <w:lang w:eastAsia="cs-CZ"/>
          <w14:ligatures w14:val="standardContextual"/>
        </w:rPr>
      </w:pPr>
      <w:hyperlink w:anchor="_Toc187749969" w:history="1">
        <w:r w:rsidRPr="00AD1369">
          <w:rPr>
            <w:rStyle w:val="Hypertextovodkaz"/>
          </w:rPr>
          <w:t>7.</w:t>
        </w:r>
        <w:r>
          <w:rPr>
            <w:rFonts w:eastAsiaTheme="minorEastAsia"/>
            <w:caps w:val="0"/>
            <w:noProof/>
            <w:kern w:val="2"/>
            <w:sz w:val="24"/>
            <w:szCs w:val="24"/>
            <w:lang w:eastAsia="cs-CZ"/>
            <w14:ligatures w14:val="standardContextual"/>
          </w:rPr>
          <w:tab/>
        </w:r>
        <w:r w:rsidRPr="00AD1369">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_Toc187749969 \h </w:instrText>
        </w:r>
        <w:r>
          <w:rPr>
            <w:noProof/>
            <w:webHidden/>
          </w:rPr>
        </w:r>
        <w:r>
          <w:rPr>
            <w:noProof/>
            <w:webHidden/>
          </w:rPr>
          <w:fldChar w:fldCharType="separate"/>
        </w:r>
        <w:r w:rsidR="0015282D">
          <w:rPr>
            <w:noProof/>
            <w:webHidden/>
          </w:rPr>
          <w:t>6</w:t>
        </w:r>
        <w:r>
          <w:rPr>
            <w:noProof/>
            <w:webHidden/>
          </w:rPr>
          <w:fldChar w:fldCharType="end"/>
        </w:r>
      </w:hyperlink>
    </w:p>
    <w:p w14:paraId="77F20312" w14:textId="6084A2E2" w:rsidR="00E11D57" w:rsidRDefault="00E11D57">
      <w:pPr>
        <w:pStyle w:val="Obsah1"/>
        <w:rPr>
          <w:rFonts w:eastAsiaTheme="minorEastAsia"/>
          <w:caps w:val="0"/>
          <w:noProof/>
          <w:kern w:val="2"/>
          <w:sz w:val="24"/>
          <w:szCs w:val="24"/>
          <w:lang w:eastAsia="cs-CZ"/>
          <w14:ligatures w14:val="standardContextual"/>
        </w:rPr>
      </w:pPr>
      <w:hyperlink w:anchor="_Toc187749970" w:history="1">
        <w:r w:rsidRPr="00AD1369">
          <w:rPr>
            <w:rStyle w:val="Hypertextovodkaz"/>
          </w:rPr>
          <w:t>8.</w:t>
        </w:r>
        <w:r>
          <w:rPr>
            <w:rFonts w:eastAsiaTheme="minorEastAsia"/>
            <w:caps w:val="0"/>
            <w:noProof/>
            <w:kern w:val="2"/>
            <w:sz w:val="24"/>
            <w:szCs w:val="24"/>
            <w:lang w:eastAsia="cs-CZ"/>
            <w14:ligatures w14:val="standardContextual"/>
          </w:rPr>
          <w:tab/>
        </w:r>
        <w:r w:rsidRPr="00AD1369">
          <w:rPr>
            <w:rStyle w:val="Hypertextovodkaz"/>
          </w:rPr>
          <w:t>POŽADAVKY ZADAVATELE NA KVALIFIKACI</w:t>
        </w:r>
        <w:r>
          <w:rPr>
            <w:noProof/>
            <w:webHidden/>
          </w:rPr>
          <w:tab/>
        </w:r>
        <w:r>
          <w:rPr>
            <w:noProof/>
            <w:webHidden/>
          </w:rPr>
          <w:fldChar w:fldCharType="begin"/>
        </w:r>
        <w:r>
          <w:rPr>
            <w:noProof/>
            <w:webHidden/>
          </w:rPr>
          <w:instrText xml:space="preserve"> PAGEREF _Toc187749970 \h </w:instrText>
        </w:r>
        <w:r>
          <w:rPr>
            <w:noProof/>
            <w:webHidden/>
          </w:rPr>
        </w:r>
        <w:r>
          <w:rPr>
            <w:noProof/>
            <w:webHidden/>
          </w:rPr>
          <w:fldChar w:fldCharType="separate"/>
        </w:r>
        <w:r w:rsidR="0015282D">
          <w:rPr>
            <w:noProof/>
            <w:webHidden/>
          </w:rPr>
          <w:t>6</w:t>
        </w:r>
        <w:r>
          <w:rPr>
            <w:noProof/>
            <w:webHidden/>
          </w:rPr>
          <w:fldChar w:fldCharType="end"/>
        </w:r>
      </w:hyperlink>
    </w:p>
    <w:p w14:paraId="1A6CB0A5" w14:textId="7C69B836" w:rsidR="00E11D57" w:rsidRDefault="00E11D57">
      <w:pPr>
        <w:pStyle w:val="Obsah1"/>
        <w:rPr>
          <w:rFonts w:eastAsiaTheme="minorEastAsia"/>
          <w:caps w:val="0"/>
          <w:noProof/>
          <w:kern w:val="2"/>
          <w:sz w:val="24"/>
          <w:szCs w:val="24"/>
          <w:lang w:eastAsia="cs-CZ"/>
          <w14:ligatures w14:val="standardContextual"/>
        </w:rPr>
      </w:pPr>
      <w:hyperlink w:anchor="_Toc187749971" w:history="1">
        <w:r w:rsidRPr="00AD1369">
          <w:rPr>
            <w:rStyle w:val="Hypertextovodkaz"/>
          </w:rPr>
          <w:t>9.</w:t>
        </w:r>
        <w:r>
          <w:rPr>
            <w:rFonts w:eastAsiaTheme="minorEastAsia"/>
            <w:caps w:val="0"/>
            <w:noProof/>
            <w:kern w:val="2"/>
            <w:sz w:val="24"/>
            <w:szCs w:val="24"/>
            <w:lang w:eastAsia="cs-CZ"/>
            <w14:ligatures w14:val="standardContextual"/>
          </w:rPr>
          <w:tab/>
        </w:r>
        <w:r w:rsidRPr="00AD1369">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_Toc187749971 \h </w:instrText>
        </w:r>
        <w:r>
          <w:rPr>
            <w:noProof/>
            <w:webHidden/>
          </w:rPr>
        </w:r>
        <w:r>
          <w:rPr>
            <w:noProof/>
            <w:webHidden/>
          </w:rPr>
          <w:fldChar w:fldCharType="separate"/>
        </w:r>
        <w:r w:rsidR="0015282D">
          <w:rPr>
            <w:noProof/>
            <w:webHidden/>
          </w:rPr>
          <w:t>17</w:t>
        </w:r>
        <w:r>
          <w:rPr>
            <w:noProof/>
            <w:webHidden/>
          </w:rPr>
          <w:fldChar w:fldCharType="end"/>
        </w:r>
      </w:hyperlink>
    </w:p>
    <w:p w14:paraId="56C15B05" w14:textId="15221399" w:rsidR="00E11D57" w:rsidRDefault="00E11D57">
      <w:pPr>
        <w:pStyle w:val="Obsah1"/>
        <w:rPr>
          <w:rFonts w:eastAsiaTheme="minorEastAsia"/>
          <w:caps w:val="0"/>
          <w:noProof/>
          <w:kern w:val="2"/>
          <w:sz w:val="24"/>
          <w:szCs w:val="24"/>
          <w:lang w:eastAsia="cs-CZ"/>
          <w14:ligatures w14:val="standardContextual"/>
        </w:rPr>
      </w:pPr>
      <w:hyperlink w:anchor="_Toc187749972" w:history="1">
        <w:r w:rsidRPr="00AD1369">
          <w:rPr>
            <w:rStyle w:val="Hypertextovodkaz"/>
          </w:rPr>
          <w:t>10.</w:t>
        </w:r>
        <w:r>
          <w:rPr>
            <w:rFonts w:eastAsiaTheme="minorEastAsia"/>
            <w:caps w:val="0"/>
            <w:noProof/>
            <w:kern w:val="2"/>
            <w:sz w:val="24"/>
            <w:szCs w:val="24"/>
            <w:lang w:eastAsia="cs-CZ"/>
            <w14:ligatures w14:val="standardContextual"/>
          </w:rPr>
          <w:tab/>
        </w:r>
        <w:r w:rsidRPr="00AD1369">
          <w:rPr>
            <w:rStyle w:val="Hypertextovodkaz"/>
          </w:rPr>
          <w:t>JAZYK NABÍDEK A KOMUNIKAČNÍ JAZYK</w:t>
        </w:r>
        <w:r>
          <w:rPr>
            <w:noProof/>
            <w:webHidden/>
          </w:rPr>
          <w:tab/>
        </w:r>
        <w:r>
          <w:rPr>
            <w:noProof/>
            <w:webHidden/>
          </w:rPr>
          <w:fldChar w:fldCharType="begin"/>
        </w:r>
        <w:r>
          <w:rPr>
            <w:noProof/>
            <w:webHidden/>
          </w:rPr>
          <w:instrText xml:space="preserve"> PAGEREF _Toc187749972 \h </w:instrText>
        </w:r>
        <w:r>
          <w:rPr>
            <w:noProof/>
            <w:webHidden/>
          </w:rPr>
        </w:r>
        <w:r>
          <w:rPr>
            <w:noProof/>
            <w:webHidden/>
          </w:rPr>
          <w:fldChar w:fldCharType="separate"/>
        </w:r>
        <w:r w:rsidR="0015282D">
          <w:rPr>
            <w:noProof/>
            <w:webHidden/>
          </w:rPr>
          <w:t>19</w:t>
        </w:r>
        <w:r>
          <w:rPr>
            <w:noProof/>
            <w:webHidden/>
          </w:rPr>
          <w:fldChar w:fldCharType="end"/>
        </w:r>
      </w:hyperlink>
    </w:p>
    <w:p w14:paraId="52CDA7AE" w14:textId="2C780717" w:rsidR="00E11D57" w:rsidRDefault="00E11D57">
      <w:pPr>
        <w:pStyle w:val="Obsah1"/>
        <w:rPr>
          <w:rFonts w:eastAsiaTheme="minorEastAsia"/>
          <w:caps w:val="0"/>
          <w:noProof/>
          <w:kern w:val="2"/>
          <w:sz w:val="24"/>
          <w:szCs w:val="24"/>
          <w:lang w:eastAsia="cs-CZ"/>
          <w14:ligatures w14:val="standardContextual"/>
        </w:rPr>
      </w:pPr>
      <w:hyperlink w:anchor="_Toc187749973" w:history="1">
        <w:r w:rsidRPr="00AD1369">
          <w:rPr>
            <w:rStyle w:val="Hypertextovodkaz"/>
          </w:rPr>
          <w:t>11.</w:t>
        </w:r>
        <w:r>
          <w:rPr>
            <w:rFonts w:eastAsiaTheme="minorEastAsia"/>
            <w:caps w:val="0"/>
            <w:noProof/>
            <w:kern w:val="2"/>
            <w:sz w:val="24"/>
            <w:szCs w:val="24"/>
            <w:lang w:eastAsia="cs-CZ"/>
            <w14:ligatures w14:val="standardContextual"/>
          </w:rPr>
          <w:tab/>
        </w:r>
        <w:r w:rsidRPr="00AD1369">
          <w:rPr>
            <w:rStyle w:val="Hypertextovodkaz"/>
          </w:rPr>
          <w:t>OBSAH a PODÁVÁNÍ NABÍDEK</w:t>
        </w:r>
        <w:r>
          <w:rPr>
            <w:noProof/>
            <w:webHidden/>
          </w:rPr>
          <w:tab/>
        </w:r>
        <w:r>
          <w:rPr>
            <w:noProof/>
            <w:webHidden/>
          </w:rPr>
          <w:fldChar w:fldCharType="begin"/>
        </w:r>
        <w:r>
          <w:rPr>
            <w:noProof/>
            <w:webHidden/>
          </w:rPr>
          <w:instrText xml:space="preserve"> PAGEREF _Toc187749973 \h </w:instrText>
        </w:r>
        <w:r>
          <w:rPr>
            <w:noProof/>
            <w:webHidden/>
          </w:rPr>
        </w:r>
        <w:r>
          <w:rPr>
            <w:noProof/>
            <w:webHidden/>
          </w:rPr>
          <w:fldChar w:fldCharType="separate"/>
        </w:r>
        <w:r w:rsidR="0015282D">
          <w:rPr>
            <w:noProof/>
            <w:webHidden/>
          </w:rPr>
          <w:t>20</w:t>
        </w:r>
        <w:r>
          <w:rPr>
            <w:noProof/>
            <w:webHidden/>
          </w:rPr>
          <w:fldChar w:fldCharType="end"/>
        </w:r>
      </w:hyperlink>
    </w:p>
    <w:p w14:paraId="36A6A863" w14:textId="1954C5FF" w:rsidR="00E11D57" w:rsidRDefault="00E11D57">
      <w:pPr>
        <w:pStyle w:val="Obsah1"/>
        <w:rPr>
          <w:rFonts w:eastAsiaTheme="minorEastAsia"/>
          <w:caps w:val="0"/>
          <w:noProof/>
          <w:kern w:val="2"/>
          <w:sz w:val="24"/>
          <w:szCs w:val="24"/>
          <w:lang w:eastAsia="cs-CZ"/>
          <w14:ligatures w14:val="standardContextual"/>
        </w:rPr>
      </w:pPr>
      <w:hyperlink w:anchor="_Toc187749974" w:history="1">
        <w:r w:rsidRPr="00AD1369">
          <w:rPr>
            <w:rStyle w:val="Hypertextovodkaz"/>
          </w:rPr>
          <w:t>12.</w:t>
        </w:r>
        <w:r>
          <w:rPr>
            <w:rFonts w:eastAsiaTheme="minorEastAsia"/>
            <w:caps w:val="0"/>
            <w:noProof/>
            <w:kern w:val="2"/>
            <w:sz w:val="24"/>
            <w:szCs w:val="24"/>
            <w:lang w:eastAsia="cs-CZ"/>
            <w14:ligatures w14:val="standardContextual"/>
          </w:rPr>
          <w:tab/>
        </w:r>
        <w:r w:rsidRPr="00AD1369">
          <w:rPr>
            <w:rStyle w:val="Hypertextovodkaz"/>
          </w:rPr>
          <w:t>POŽADAVKY NA ZPRACOVÁNÍ NABÍDKOVÉ CENY</w:t>
        </w:r>
        <w:r>
          <w:rPr>
            <w:noProof/>
            <w:webHidden/>
          </w:rPr>
          <w:tab/>
        </w:r>
        <w:r>
          <w:rPr>
            <w:noProof/>
            <w:webHidden/>
          </w:rPr>
          <w:fldChar w:fldCharType="begin"/>
        </w:r>
        <w:r>
          <w:rPr>
            <w:noProof/>
            <w:webHidden/>
          </w:rPr>
          <w:instrText xml:space="preserve"> PAGEREF _Toc187749974 \h </w:instrText>
        </w:r>
        <w:r>
          <w:rPr>
            <w:noProof/>
            <w:webHidden/>
          </w:rPr>
        </w:r>
        <w:r>
          <w:rPr>
            <w:noProof/>
            <w:webHidden/>
          </w:rPr>
          <w:fldChar w:fldCharType="separate"/>
        </w:r>
        <w:r w:rsidR="0015282D">
          <w:rPr>
            <w:noProof/>
            <w:webHidden/>
          </w:rPr>
          <w:t>22</w:t>
        </w:r>
        <w:r>
          <w:rPr>
            <w:noProof/>
            <w:webHidden/>
          </w:rPr>
          <w:fldChar w:fldCharType="end"/>
        </w:r>
      </w:hyperlink>
    </w:p>
    <w:p w14:paraId="3296A034" w14:textId="0270B500" w:rsidR="00E11D57" w:rsidRDefault="00E11D57">
      <w:pPr>
        <w:pStyle w:val="Obsah1"/>
        <w:rPr>
          <w:rFonts w:eastAsiaTheme="minorEastAsia"/>
          <w:caps w:val="0"/>
          <w:noProof/>
          <w:kern w:val="2"/>
          <w:sz w:val="24"/>
          <w:szCs w:val="24"/>
          <w:lang w:eastAsia="cs-CZ"/>
          <w14:ligatures w14:val="standardContextual"/>
        </w:rPr>
      </w:pPr>
      <w:hyperlink w:anchor="_Toc187749975" w:history="1">
        <w:r w:rsidRPr="00AD1369">
          <w:rPr>
            <w:rStyle w:val="Hypertextovodkaz"/>
          </w:rPr>
          <w:t>13.</w:t>
        </w:r>
        <w:r>
          <w:rPr>
            <w:rFonts w:eastAsiaTheme="minorEastAsia"/>
            <w:caps w:val="0"/>
            <w:noProof/>
            <w:kern w:val="2"/>
            <w:sz w:val="24"/>
            <w:szCs w:val="24"/>
            <w:lang w:eastAsia="cs-CZ"/>
            <w14:ligatures w14:val="standardContextual"/>
          </w:rPr>
          <w:tab/>
        </w:r>
        <w:r w:rsidRPr="00AD1369">
          <w:rPr>
            <w:rStyle w:val="Hypertextovodkaz"/>
          </w:rPr>
          <w:t>VARIANTY NABÍDKY</w:t>
        </w:r>
        <w:r>
          <w:rPr>
            <w:noProof/>
            <w:webHidden/>
          </w:rPr>
          <w:tab/>
        </w:r>
        <w:r>
          <w:rPr>
            <w:noProof/>
            <w:webHidden/>
          </w:rPr>
          <w:fldChar w:fldCharType="begin"/>
        </w:r>
        <w:r>
          <w:rPr>
            <w:noProof/>
            <w:webHidden/>
          </w:rPr>
          <w:instrText xml:space="preserve"> PAGEREF _Toc187749975 \h </w:instrText>
        </w:r>
        <w:r>
          <w:rPr>
            <w:noProof/>
            <w:webHidden/>
          </w:rPr>
        </w:r>
        <w:r>
          <w:rPr>
            <w:noProof/>
            <w:webHidden/>
          </w:rPr>
          <w:fldChar w:fldCharType="separate"/>
        </w:r>
        <w:r w:rsidR="0015282D">
          <w:rPr>
            <w:noProof/>
            <w:webHidden/>
          </w:rPr>
          <w:t>22</w:t>
        </w:r>
        <w:r>
          <w:rPr>
            <w:noProof/>
            <w:webHidden/>
          </w:rPr>
          <w:fldChar w:fldCharType="end"/>
        </w:r>
      </w:hyperlink>
    </w:p>
    <w:p w14:paraId="578CB43F" w14:textId="7BE903F1" w:rsidR="00E11D57" w:rsidRDefault="00E11D57">
      <w:pPr>
        <w:pStyle w:val="Obsah1"/>
        <w:rPr>
          <w:rFonts w:eastAsiaTheme="minorEastAsia"/>
          <w:caps w:val="0"/>
          <w:noProof/>
          <w:kern w:val="2"/>
          <w:sz w:val="24"/>
          <w:szCs w:val="24"/>
          <w:lang w:eastAsia="cs-CZ"/>
          <w14:ligatures w14:val="standardContextual"/>
        </w:rPr>
      </w:pPr>
      <w:hyperlink w:anchor="_Toc187749976" w:history="1">
        <w:r w:rsidRPr="00AD1369">
          <w:rPr>
            <w:rStyle w:val="Hypertextovodkaz"/>
          </w:rPr>
          <w:t>14.</w:t>
        </w:r>
        <w:r>
          <w:rPr>
            <w:rFonts w:eastAsiaTheme="minorEastAsia"/>
            <w:caps w:val="0"/>
            <w:noProof/>
            <w:kern w:val="2"/>
            <w:sz w:val="24"/>
            <w:szCs w:val="24"/>
            <w:lang w:eastAsia="cs-CZ"/>
            <w14:ligatures w14:val="standardContextual"/>
          </w:rPr>
          <w:tab/>
        </w:r>
        <w:r w:rsidRPr="00AD1369">
          <w:rPr>
            <w:rStyle w:val="Hypertextovodkaz"/>
          </w:rPr>
          <w:t>OTEVÍRÁNÍ NABÍDEK</w:t>
        </w:r>
        <w:r>
          <w:rPr>
            <w:noProof/>
            <w:webHidden/>
          </w:rPr>
          <w:tab/>
        </w:r>
        <w:r>
          <w:rPr>
            <w:noProof/>
            <w:webHidden/>
          </w:rPr>
          <w:fldChar w:fldCharType="begin"/>
        </w:r>
        <w:r>
          <w:rPr>
            <w:noProof/>
            <w:webHidden/>
          </w:rPr>
          <w:instrText xml:space="preserve"> PAGEREF _Toc187749976 \h </w:instrText>
        </w:r>
        <w:r>
          <w:rPr>
            <w:noProof/>
            <w:webHidden/>
          </w:rPr>
        </w:r>
        <w:r>
          <w:rPr>
            <w:noProof/>
            <w:webHidden/>
          </w:rPr>
          <w:fldChar w:fldCharType="separate"/>
        </w:r>
        <w:r w:rsidR="0015282D">
          <w:rPr>
            <w:noProof/>
            <w:webHidden/>
          </w:rPr>
          <w:t>22</w:t>
        </w:r>
        <w:r>
          <w:rPr>
            <w:noProof/>
            <w:webHidden/>
          </w:rPr>
          <w:fldChar w:fldCharType="end"/>
        </w:r>
      </w:hyperlink>
    </w:p>
    <w:p w14:paraId="4BEBA80F" w14:textId="51C4E11A" w:rsidR="00E11D57" w:rsidRDefault="00E11D57">
      <w:pPr>
        <w:pStyle w:val="Obsah1"/>
        <w:rPr>
          <w:rFonts w:eastAsiaTheme="minorEastAsia"/>
          <w:caps w:val="0"/>
          <w:noProof/>
          <w:kern w:val="2"/>
          <w:sz w:val="24"/>
          <w:szCs w:val="24"/>
          <w:lang w:eastAsia="cs-CZ"/>
          <w14:ligatures w14:val="standardContextual"/>
        </w:rPr>
      </w:pPr>
      <w:hyperlink w:anchor="_Toc187749977" w:history="1">
        <w:r w:rsidRPr="00AD1369">
          <w:rPr>
            <w:rStyle w:val="Hypertextovodkaz"/>
          </w:rPr>
          <w:t>15.</w:t>
        </w:r>
        <w:r>
          <w:rPr>
            <w:rFonts w:eastAsiaTheme="minorEastAsia"/>
            <w:caps w:val="0"/>
            <w:noProof/>
            <w:kern w:val="2"/>
            <w:sz w:val="24"/>
            <w:szCs w:val="24"/>
            <w:lang w:eastAsia="cs-CZ"/>
            <w14:ligatures w14:val="standardContextual"/>
          </w:rPr>
          <w:tab/>
        </w:r>
        <w:r w:rsidRPr="00AD1369">
          <w:rPr>
            <w:rStyle w:val="Hypertextovodkaz"/>
          </w:rPr>
          <w:t>POSOUZENÍ SPLNĚNÍ PODMÍNEK ÚČASTI</w:t>
        </w:r>
        <w:r>
          <w:rPr>
            <w:noProof/>
            <w:webHidden/>
          </w:rPr>
          <w:tab/>
        </w:r>
        <w:r>
          <w:rPr>
            <w:noProof/>
            <w:webHidden/>
          </w:rPr>
          <w:fldChar w:fldCharType="begin"/>
        </w:r>
        <w:r>
          <w:rPr>
            <w:noProof/>
            <w:webHidden/>
          </w:rPr>
          <w:instrText xml:space="preserve"> PAGEREF _Toc187749977 \h </w:instrText>
        </w:r>
        <w:r>
          <w:rPr>
            <w:noProof/>
            <w:webHidden/>
          </w:rPr>
        </w:r>
        <w:r>
          <w:rPr>
            <w:noProof/>
            <w:webHidden/>
          </w:rPr>
          <w:fldChar w:fldCharType="separate"/>
        </w:r>
        <w:r w:rsidR="0015282D">
          <w:rPr>
            <w:noProof/>
            <w:webHidden/>
          </w:rPr>
          <w:t>22</w:t>
        </w:r>
        <w:r>
          <w:rPr>
            <w:noProof/>
            <w:webHidden/>
          </w:rPr>
          <w:fldChar w:fldCharType="end"/>
        </w:r>
      </w:hyperlink>
    </w:p>
    <w:p w14:paraId="2A9B12C1" w14:textId="5A9A5E48" w:rsidR="00E11D57" w:rsidRDefault="00E11D57">
      <w:pPr>
        <w:pStyle w:val="Obsah1"/>
        <w:rPr>
          <w:rFonts w:eastAsiaTheme="minorEastAsia"/>
          <w:caps w:val="0"/>
          <w:noProof/>
          <w:kern w:val="2"/>
          <w:sz w:val="24"/>
          <w:szCs w:val="24"/>
          <w:lang w:eastAsia="cs-CZ"/>
          <w14:ligatures w14:val="standardContextual"/>
        </w:rPr>
      </w:pPr>
      <w:hyperlink w:anchor="_Toc187749978" w:history="1">
        <w:r w:rsidRPr="00AD1369">
          <w:rPr>
            <w:rStyle w:val="Hypertextovodkaz"/>
          </w:rPr>
          <w:t>16.</w:t>
        </w:r>
        <w:r>
          <w:rPr>
            <w:rFonts w:eastAsiaTheme="minorEastAsia"/>
            <w:caps w:val="0"/>
            <w:noProof/>
            <w:kern w:val="2"/>
            <w:sz w:val="24"/>
            <w:szCs w:val="24"/>
            <w:lang w:eastAsia="cs-CZ"/>
            <w14:ligatures w14:val="standardContextual"/>
          </w:rPr>
          <w:tab/>
        </w:r>
        <w:r w:rsidRPr="00AD1369">
          <w:rPr>
            <w:rStyle w:val="Hypertextovodkaz"/>
          </w:rPr>
          <w:t>HODNOCENÍ NABÍDEK</w:t>
        </w:r>
        <w:r>
          <w:rPr>
            <w:noProof/>
            <w:webHidden/>
          </w:rPr>
          <w:tab/>
        </w:r>
        <w:r>
          <w:rPr>
            <w:noProof/>
            <w:webHidden/>
          </w:rPr>
          <w:fldChar w:fldCharType="begin"/>
        </w:r>
        <w:r>
          <w:rPr>
            <w:noProof/>
            <w:webHidden/>
          </w:rPr>
          <w:instrText xml:space="preserve"> PAGEREF _Toc187749978 \h </w:instrText>
        </w:r>
        <w:r>
          <w:rPr>
            <w:noProof/>
            <w:webHidden/>
          </w:rPr>
        </w:r>
        <w:r>
          <w:rPr>
            <w:noProof/>
            <w:webHidden/>
          </w:rPr>
          <w:fldChar w:fldCharType="separate"/>
        </w:r>
        <w:r w:rsidR="0015282D">
          <w:rPr>
            <w:noProof/>
            <w:webHidden/>
          </w:rPr>
          <w:t>23</w:t>
        </w:r>
        <w:r>
          <w:rPr>
            <w:noProof/>
            <w:webHidden/>
          </w:rPr>
          <w:fldChar w:fldCharType="end"/>
        </w:r>
      </w:hyperlink>
    </w:p>
    <w:p w14:paraId="1A2B3EA6" w14:textId="360A39F8" w:rsidR="00E11D57" w:rsidRDefault="00E11D57">
      <w:pPr>
        <w:pStyle w:val="Obsah1"/>
        <w:rPr>
          <w:rFonts w:eastAsiaTheme="minorEastAsia"/>
          <w:caps w:val="0"/>
          <w:noProof/>
          <w:kern w:val="2"/>
          <w:sz w:val="24"/>
          <w:szCs w:val="24"/>
          <w:lang w:eastAsia="cs-CZ"/>
          <w14:ligatures w14:val="standardContextual"/>
        </w:rPr>
      </w:pPr>
      <w:hyperlink w:anchor="_Toc187749979" w:history="1">
        <w:r w:rsidRPr="00AD1369">
          <w:rPr>
            <w:rStyle w:val="Hypertextovodkaz"/>
          </w:rPr>
          <w:t>17.</w:t>
        </w:r>
        <w:r>
          <w:rPr>
            <w:rFonts w:eastAsiaTheme="minorEastAsia"/>
            <w:caps w:val="0"/>
            <w:noProof/>
            <w:kern w:val="2"/>
            <w:sz w:val="24"/>
            <w:szCs w:val="24"/>
            <w:lang w:eastAsia="cs-CZ"/>
            <w14:ligatures w14:val="standardContextual"/>
          </w:rPr>
          <w:tab/>
        </w:r>
        <w:r w:rsidRPr="00AD1369">
          <w:rPr>
            <w:rStyle w:val="Hypertextovodkaz"/>
          </w:rPr>
          <w:t>ZRUŠENÍ ZADÁVACÍHO ŘÍZENÍ</w:t>
        </w:r>
        <w:r>
          <w:rPr>
            <w:noProof/>
            <w:webHidden/>
          </w:rPr>
          <w:tab/>
        </w:r>
        <w:r>
          <w:rPr>
            <w:noProof/>
            <w:webHidden/>
          </w:rPr>
          <w:fldChar w:fldCharType="begin"/>
        </w:r>
        <w:r>
          <w:rPr>
            <w:noProof/>
            <w:webHidden/>
          </w:rPr>
          <w:instrText xml:space="preserve"> PAGEREF _Toc187749979 \h </w:instrText>
        </w:r>
        <w:r>
          <w:rPr>
            <w:noProof/>
            <w:webHidden/>
          </w:rPr>
        </w:r>
        <w:r>
          <w:rPr>
            <w:noProof/>
            <w:webHidden/>
          </w:rPr>
          <w:fldChar w:fldCharType="separate"/>
        </w:r>
        <w:r w:rsidR="0015282D">
          <w:rPr>
            <w:noProof/>
            <w:webHidden/>
          </w:rPr>
          <w:t>28</w:t>
        </w:r>
        <w:r>
          <w:rPr>
            <w:noProof/>
            <w:webHidden/>
          </w:rPr>
          <w:fldChar w:fldCharType="end"/>
        </w:r>
      </w:hyperlink>
    </w:p>
    <w:p w14:paraId="080F1331" w14:textId="6623A5F3" w:rsidR="00E11D57" w:rsidRDefault="00E11D57">
      <w:pPr>
        <w:pStyle w:val="Obsah1"/>
        <w:rPr>
          <w:rFonts w:eastAsiaTheme="minorEastAsia"/>
          <w:caps w:val="0"/>
          <w:noProof/>
          <w:kern w:val="2"/>
          <w:sz w:val="24"/>
          <w:szCs w:val="24"/>
          <w:lang w:eastAsia="cs-CZ"/>
          <w14:ligatures w14:val="standardContextual"/>
        </w:rPr>
      </w:pPr>
      <w:hyperlink w:anchor="_Toc187749980" w:history="1">
        <w:r w:rsidRPr="00AD1369">
          <w:rPr>
            <w:rStyle w:val="Hypertextovodkaz"/>
          </w:rPr>
          <w:t>18.</w:t>
        </w:r>
        <w:r>
          <w:rPr>
            <w:rFonts w:eastAsiaTheme="minorEastAsia"/>
            <w:caps w:val="0"/>
            <w:noProof/>
            <w:kern w:val="2"/>
            <w:sz w:val="24"/>
            <w:szCs w:val="24"/>
            <w:lang w:eastAsia="cs-CZ"/>
            <w14:ligatures w14:val="standardContextual"/>
          </w:rPr>
          <w:tab/>
        </w:r>
        <w:r w:rsidRPr="00AD1369">
          <w:rPr>
            <w:rStyle w:val="Hypertextovodkaz"/>
          </w:rPr>
          <w:t>UZAVŘENÍ SMLOUVY</w:t>
        </w:r>
        <w:r>
          <w:rPr>
            <w:noProof/>
            <w:webHidden/>
          </w:rPr>
          <w:tab/>
        </w:r>
        <w:r>
          <w:rPr>
            <w:noProof/>
            <w:webHidden/>
          </w:rPr>
          <w:fldChar w:fldCharType="begin"/>
        </w:r>
        <w:r>
          <w:rPr>
            <w:noProof/>
            <w:webHidden/>
          </w:rPr>
          <w:instrText xml:space="preserve"> PAGEREF _Toc187749980 \h </w:instrText>
        </w:r>
        <w:r>
          <w:rPr>
            <w:noProof/>
            <w:webHidden/>
          </w:rPr>
        </w:r>
        <w:r>
          <w:rPr>
            <w:noProof/>
            <w:webHidden/>
          </w:rPr>
          <w:fldChar w:fldCharType="separate"/>
        </w:r>
        <w:r w:rsidR="0015282D">
          <w:rPr>
            <w:noProof/>
            <w:webHidden/>
          </w:rPr>
          <w:t>29</w:t>
        </w:r>
        <w:r>
          <w:rPr>
            <w:noProof/>
            <w:webHidden/>
          </w:rPr>
          <w:fldChar w:fldCharType="end"/>
        </w:r>
      </w:hyperlink>
    </w:p>
    <w:p w14:paraId="455FEAB5" w14:textId="6A554C23" w:rsidR="00E11D57" w:rsidRDefault="00E11D57">
      <w:pPr>
        <w:pStyle w:val="Obsah1"/>
        <w:rPr>
          <w:rFonts w:eastAsiaTheme="minorEastAsia"/>
          <w:caps w:val="0"/>
          <w:noProof/>
          <w:kern w:val="2"/>
          <w:sz w:val="24"/>
          <w:szCs w:val="24"/>
          <w:lang w:eastAsia="cs-CZ"/>
          <w14:ligatures w14:val="standardContextual"/>
        </w:rPr>
      </w:pPr>
      <w:hyperlink w:anchor="_Toc187749981" w:history="1">
        <w:r w:rsidRPr="00AD1369">
          <w:rPr>
            <w:rStyle w:val="Hypertextovodkaz"/>
          </w:rPr>
          <w:t>19.</w:t>
        </w:r>
        <w:r>
          <w:rPr>
            <w:rFonts w:eastAsiaTheme="minorEastAsia"/>
            <w:caps w:val="0"/>
            <w:noProof/>
            <w:kern w:val="2"/>
            <w:sz w:val="24"/>
            <w:szCs w:val="24"/>
            <w:lang w:eastAsia="cs-CZ"/>
            <w14:ligatures w14:val="standardContextual"/>
          </w:rPr>
          <w:tab/>
        </w:r>
        <w:r w:rsidRPr="00AD1369">
          <w:rPr>
            <w:rStyle w:val="Hypertextovodkaz"/>
          </w:rPr>
          <w:t>OCHRANA INFORMACÍ</w:t>
        </w:r>
        <w:r>
          <w:rPr>
            <w:noProof/>
            <w:webHidden/>
          </w:rPr>
          <w:tab/>
        </w:r>
        <w:r>
          <w:rPr>
            <w:noProof/>
            <w:webHidden/>
          </w:rPr>
          <w:fldChar w:fldCharType="begin"/>
        </w:r>
        <w:r>
          <w:rPr>
            <w:noProof/>
            <w:webHidden/>
          </w:rPr>
          <w:instrText xml:space="preserve"> PAGEREF _Toc187749981 \h </w:instrText>
        </w:r>
        <w:r>
          <w:rPr>
            <w:noProof/>
            <w:webHidden/>
          </w:rPr>
        </w:r>
        <w:r>
          <w:rPr>
            <w:noProof/>
            <w:webHidden/>
          </w:rPr>
          <w:fldChar w:fldCharType="separate"/>
        </w:r>
        <w:r w:rsidR="0015282D">
          <w:rPr>
            <w:noProof/>
            <w:webHidden/>
          </w:rPr>
          <w:t>31</w:t>
        </w:r>
        <w:r>
          <w:rPr>
            <w:noProof/>
            <w:webHidden/>
          </w:rPr>
          <w:fldChar w:fldCharType="end"/>
        </w:r>
      </w:hyperlink>
    </w:p>
    <w:p w14:paraId="0BBC0C88" w14:textId="4D16E92A" w:rsidR="00E11D57" w:rsidRDefault="00E11D57">
      <w:pPr>
        <w:pStyle w:val="Obsah1"/>
        <w:rPr>
          <w:rFonts w:eastAsiaTheme="minorEastAsia"/>
          <w:caps w:val="0"/>
          <w:noProof/>
          <w:kern w:val="2"/>
          <w:sz w:val="24"/>
          <w:szCs w:val="24"/>
          <w:lang w:eastAsia="cs-CZ"/>
          <w14:ligatures w14:val="standardContextual"/>
        </w:rPr>
      </w:pPr>
      <w:hyperlink w:anchor="_Toc187749982" w:history="1">
        <w:r w:rsidRPr="00AD1369">
          <w:rPr>
            <w:rStyle w:val="Hypertextovodkaz"/>
          </w:rPr>
          <w:t>20.</w:t>
        </w:r>
        <w:r>
          <w:rPr>
            <w:rFonts w:eastAsiaTheme="minorEastAsia"/>
            <w:caps w:val="0"/>
            <w:noProof/>
            <w:kern w:val="2"/>
            <w:sz w:val="24"/>
            <w:szCs w:val="24"/>
            <w:lang w:eastAsia="cs-CZ"/>
            <w14:ligatures w14:val="standardContextual"/>
          </w:rPr>
          <w:tab/>
        </w:r>
        <w:r w:rsidRPr="00AD1369">
          <w:rPr>
            <w:rStyle w:val="Hypertextovodkaz"/>
          </w:rPr>
          <w:t>ZADÁVACÍ LHŮTA A JISTOTA ZA NABÍDKU</w:t>
        </w:r>
        <w:r>
          <w:rPr>
            <w:noProof/>
            <w:webHidden/>
          </w:rPr>
          <w:tab/>
        </w:r>
        <w:r>
          <w:rPr>
            <w:noProof/>
            <w:webHidden/>
          </w:rPr>
          <w:fldChar w:fldCharType="begin"/>
        </w:r>
        <w:r>
          <w:rPr>
            <w:noProof/>
            <w:webHidden/>
          </w:rPr>
          <w:instrText xml:space="preserve"> PAGEREF _Toc187749982 \h </w:instrText>
        </w:r>
        <w:r>
          <w:rPr>
            <w:noProof/>
            <w:webHidden/>
          </w:rPr>
        </w:r>
        <w:r>
          <w:rPr>
            <w:noProof/>
            <w:webHidden/>
          </w:rPr>
          <w:fldChar w:fldCharType="separate"/>
        </w:r>
        <w:r w:rsidR="0015282D">
          <w:rPr>
            <w:noProof/>
            <w:webHidden/>
          </w:rPr>
          <w:t>31</w:t>
        </w:r>
        <w:r>
          <w:rPr>
            <w:noProof/>
            <w:webHidden/>
          </w:rPr>
          <w:fldChar w:fldCharType="end"/>
        </w:r>
      </w:hyperlink>
    </w:p>
    <w:p w14:paraId="48396AAA" w14:textId="13C96D20" w:rsidR="00E11D57" w:rsidRDefault="00E11D57">
      <w:pPr>
        <w:pStyle w:val="Obsah1"/>
        <w:rPr>
          <w:rFonts w:eastAsiaTheme="minorEastAsia"/>
          <w:caps w:val="0"/>
          <w:noProof/>
          <w:kern w:val="2"/>
          <w:sz w:val="24"/>
          <w:szCs w:val="24"/>
          <w:lang w:eastAsia="cs-CZ"/>
          <w14:ligatures w14:val="standardContextual"/>
        </w:rPr>
      </w:pPr>
      <w:hyperlink w:anchor="_Toc187749983" w:history="1">
        <w:r w:rsidRPr="00AD1369">
          <w:rPr>
            <w:rStyle w:val="Hypertextovodkaz"/>
          </w:rPr>
          <w:t>21.</w:t>
        </w:r>
        <w:r>
          <w:rPr>
            <w:rFonts w:eastAsiaTheme="minorEastAsia"/>
            <w:caps w:val="0"/>
            <w:noProof/>
            <w:kern w:val="2"/>
            <w:sz w:val="24"/>
            <w:szCs w:val="24"/>
            <w:lang w:eastAsia="cs-CZ"/>
            <w14:ligatures w14:val="standardContextual"/>
          </w:rPr>
          <w:tab/>
        </w:r>
        <w:r w:rsidRPr="00AD1369">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_Toc187749983 \h </w:instrText>
        </w:r>
        <w:r>
          <w:rPr>
            <w:noProof/>
            <w:webHidden/>
          </w:rPr>
        </w:r>
        <w:r>
          <w:rPr>
            <w:noProof/>
            <w:webHidden/>
          </w:rPr>
          <w:fldChar w:fldCharType="separate"/>
        </w:r>
        <w:r w:rsidR="0015282D">
          <w:rPr>
            <w:noProof/>
            <w:webHidden/>
          </w:rPr>
          <w:t>32</w:t>
        </w:r>
        <w:r>
          <w:rPr>
            <w:noProof/>
            <w:webHidden/>
          </w:rPr>
          <w:fldChar w:fldCharType="end"/>
        </w:r>
      </w:hyperlink>
    </w:p>
    <w:p w14:paraId="5DBDCA82" w14:textId="1955F819" w:rsidR="00E11D57" w:rsidRDefault="00E11D57">
      <w:pPr>
        <w:pStyle w:val="Obsah1"/>
        <w:rPr>
          <w:rFonts w:eastAsiaTheme="minorEastAsia"/>
          <w:caps w:val="0"/>
          <w:noProof/>
          <w:kern w:val="2"/>
          <w:sz w:val="24"/>
          <w:szCs w:val="24"/>
          <w:lang w:eastAsia="cs-CZ"/>
          <w14:ligatures w14:val="standardContextual"/>
        </w:rPr>
      </w:pPr>
      <w:hyperlink w:anchor="_Toc187749984" w:history="1">
        <w:r w:rsidRPr="00AD1369">
          <w:rPr>
            <w:rStyle w:val="Hypertextovodkaz"/>
          </w:rPr>
          <w:t>22.</w:t>
        </w:r>
        <w:r>
          <w:rPr>
            <w:rFonts w:eastAsiaTheme="minorEastAsia"/>
            <w:caps w:val="0"/>
            <w:noProof/>
            <w:kern w:val="2"/>
            <w:sz w:val="24"/>
            <w:szCs w:val="24"/>
            <w:lang w:eastAsia="cs-CZ"/>
            <w14:ligatures w14:val="standardContextual"/>
          </w:rPr>
          <w:tab/>
        </w:r>
        <w:r w:rsidRPr="00AD1369">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_Toc187749984 \h </w:instrText>
        </w:r>
        <w:r>
          <w:rPr>
            <w:noProof/>
            <w:webHidden/>
          </w:rPr>
        </w:r>
        <w:r>
          <w:rPr>
            <w:noProof/>
            <w:webHidden/>
          </w:rPr>
          <w:fldChar w:fldCharType="separate"/>
        </w:r>
        <w:r w:rsidR="0015282D">
          <w:rPr>
            <w:noProof/>
            <w:webHidden/>
          </w:rPr>
          <w:t>32</w:t>
        </w:r>
        <w:r>
          <w:rPr>
            <w:noProof/>
            <w:webHidden/>
          </w:rPr>
          <w:fldChar w:fldCharType="end"/>
        </w:r>
      </w:hyperlink>
    </w:p>
    <w:p w14:paraId="550EB365" w14:textId="498D745B" w:rsidR="00E11D57" w:rsidRDefault="00E11D57">
      <w:pPr>
        <w:pStyle w:val="Obsah1"/>
        <w:rPr>
          <w:rFonts w:eastAsiaTheme="minorEastAsia"/>
          <w:caps w:val="0"/>
          <w:noProof/>
          <w:kern w:val="2"/>
          <w:sz w:val="24"/>
          <w:szCs w:val="24"/>
          <w:lang w:eastAsia="cs-CZ"/>
          <w14:ligatures w14:val="standardContextual"/>
        </w:rPr>
      </w:pPr>
      <w:hyperlink w:anchor="_Toc187749985" w:history="1">
        <w:r w:rsidRPr="00AD1369">
          <w:rPr>
            <w:rStyle w:val="Hypertextovodkaz"/>
          </w:rPr>
          <w:t>23.</w:t>
        </w:r>
        <w:r>
          <w:rPr>
            <w:rFonts w:eastAsiaTheme="minorEastAsia"/>
            <w:caps w:val="0"/>
            <w:noProof/>
            <w:kern w:val="2"/>
            <w:sz w:val="24"/>
            <w:szCs w:val="24"/>
            <w:lang w:eastAsia="cs-CZ"/>
            <w14:ligatures w14:val="standardContextual"/>
          </w:rPr>
          <w:tab/>
        </w:r>
        <w:r w:rsidRPr="00AD1369">
          <w:rPr>
            <w:rStyle w:val="Hypertextovodkaz"/>
          </w:rPr>
          <w:t>PŘÍLOHY TĚCHTO POKYNŮ</w:t>
        </w:r>
        <w:r>
          <w:rPr>
            <w:noProof/>
            <w:webHidden/>
          </w:rPr>
          <w:tab/>
        </w:r>
        <w:r>
          <w:rPr>
            <w:noProof/>
            <w:webHidden/>
          </w:rPr>
          <w:fldChar w:fldCharType="begin"/>
        </w:r>
        <w:r>
          <w:rPr>
            <w:noProof/>
            <w:webHidden/>
          </w:rPr>
          <w:instrText xml:space="preserve"> PAGEREF _Toc187749985 \h </w:instrText>
        </w:r>
        <w:r>
          <w:rPr>
            <w:noProof/>
            <w:webHidden/>
          </w:rPr>
        </w:r>
        <w:r>
          <w:rPr>
            <w:noProof/>
            <w:webHidden/>
          </w:rPr>
          <w:fldChar w:fldCharType="separate"/>
        </w:r>
        <w:r w:rsidR="0015282D">
          <w:rPr>
            <w:noProof/>
            <w:webHidden/>
          </w:rPr>
          <w:t>34</w:t>
        </w:r>
        <w:r>
          <w:rPr>
            <w:noProof/>
            <w:webHidden/>
          </w:rPr>
          <w:fldChar w:fldCharType="end"/>
        </w:r>
      </w:hyperlink>
    </w:p>
    <w:p w14:paraId="65620363" w14:textId="3004FF30"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87749963"/>
      <w:r>
        <w:lastRenderedPageBreak/>
        <w:t>ÚVODNÍ USTANOVENÍ</w:t>
      </w:r>
      <w:bookmarkEnd w:id="4"/>
    </w:p>
    <w:p w14:paraId="4650BAC4" w14:textId="1C71C414"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w:t>
      </w:r>
      <w:proofErr w:type="gramStart"/>
      <w:r>
        <w:t>Podáním  nabídky</w:t>
      </w:r>
      <w:proofErr w:type="gramEnd"/>
      <w:r>
        <w:t xml:space="preserve"> účastník zadávacího řízení zcela a bez výhrad akceptuje zadávací podmínky této veřejné zakázky. </w:t>
      </w:r>
    </w:p>
    <w:p w14:paraId="2219CD5E" w14:textId="537C04F0" w:rsidR="00652EFD" w:rsidRPr="00652EFD" w:rsidRDefault="00652EFD" w:rsidP="00652EFD">
      <w:pPr>
        <w:pStyle w:val="Text1-1"/>
        <w:rPr>
          <w:b/>
        </w:rPr>
      </w:pPr>
      <w:r w:rsidRPr="00652EFD">
        <w:rPr>
          <w:b/>
        </w:rPr>
        <w:t xml:space="preserve">Zadavatel je veřejným zadavatelem, který zadává tuto veřejnou zakázku při výkonu relevantní činnosti ve </w:t>
      </w:r>
      <w:proofErr w:type="gramStart"/>
      <w:r w:rsidRPr="00652EFD">
        <w:rPr>
          <w:b/>
        </w:rPr>
        <w:t>smyslu  §</w:t>
      </w:r>
      <w:proofErr w:type="gramEnd"/>
      <w:r w:rsidRPr="00652EFD">
        <w:rPr>
          <w:b/>
        </w:rPr>
        <w:t xml:space="preserve">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5211AFFD"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 xml:space="preserve">a dále specifikované v zadávací dokumentaci, </w:t>
      </w:r>
      <w:r w:rsidR="009627EA">
        <w:t>mohou</w:t>
      </w:r>
      <w:r>
        <w:t xml:space="preserve"> mít podle okolností za následek vyřazení nabídky a vyloučení účastníka zadávacího řízení ze zadávacího řízení této veřejné zakázky.</w:t>
      </w:r>
    </w:p>
    <w:p w14:paraId="6B9D8119" w14:textId="0B996F08"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proofErr w:type="gramStart"/>
      <w:r w:rsidR="009627EA">
        <w:t xml:space="preserve">vyhotoven </w:t>
      </w:r>
      <w:r>
        <w:t xml:space="preserve"> v</w:t>
      </w:r>
      <w:proofErr w:type="gramEnd"/>
      <w:r>
        <w:t xml:space="preserve">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36CE6552"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D932D1">
        <w:t xml:space="preserve">závazného vzoru </w:t>
      </w:r>
      <w:r>
        <w:t>smlouvy anebo jejích součástí mohou být považovány za nesplnění podmínek účasti v zadávacím řízení s</w:t>
      </w:r>
      <w:r w:rsidR="00D932D1">
        <w:t xml:space="preserve"> možným</w:t>
      </w:r>
      <w:r>
        <w:t xml:space="preserve">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87749964"/>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74D7E2ED" w14:textId="3E8E38DA" w:rsidR="0035531B" w:rsidRPr="000174E8" w:rsidRDefault="0035531B" w:rsidP="0035531B">
      <w:pPr>
        <w:pStyle w:val="Textbezslovn"/>
        <w:spacing w:after="0"/>
        <w:ind w:left="2127" w:hanging="1390"/>
      </w:pPr>
      <w:r>
        <w:t xml:space="preserve">zastoupená: </w:t>
      </w:r>
      <w:r>
        <w:tab/>
      </w:r>
      <w:r w:rsidR="00C82246" w:rsidRPr="00C82246">
        <w:t xml:space="preserve">Ing. Petrem </w:t>
      </w:r>
      <w:proofErr w:type="spellStart"/>
      <w:r w:rsidR="00C82246" w:rsidRPr="00C82246">
        <w:t>Hofhanzlem</w:t>
      </w:r>
      <w:proofErr w:type="spellEnd"/>
      <w:r w:rsidR="00C82246" w:rsidRPr="00C82246">
        <w:t>, ředitelem Stavební správy západ.</w:t>
      </w:r>
    </w:p>
    <w:p w14:paraId="68ED8CDC" w14:textId="77777777" w:rsidR="0035531B" w:rsidRDefault="0035531B" w:rsidP="0035531B">
      <w:pPr>
        <w:pStyle w:val="Nadpis1-1"/>
      </w:pPr>
      <w:bookmarkStart w:id="6" w:name="_Toc187749965"/>
      <w:r>
        <w:lastRenderedPageBreak/>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3"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1F5D7E48" w:rsidR="0035531B" w:rsidRDefault="0035531B" w:rsidP="00C60C31">
      <w:pPr>
        <w:pStyle w:val="Text1-1"/>
      </w:pPr>
      <w:r>
        <w:t xml:space="preserve">Kontaktní osobou zadavatele pro zadávací řízení je: </w:t>
      </w:r>
      <w:r w:rsidR="00C60C31" w:rsidRPr="00C60C31">
        <w:t>Veronika Fučíková</w:t>
      </w:r>
    </w:p>
    <w:p w14:paraId="10AF46B6" w14:textId="43345B4F" w:rsidR="00CE07C1" w:rsidRDefault="0035531B" w:rsidP="00CE07C1">
      <w:pPr>
        <w:pStyle w:val="Textbezslovn"/>
        <w:spacing w:after="0"/>
      </w:pPr>
      <w:r>
        <w:t xml:space="preserve">telefon: </w:t>
      </w:r>
      <w:r>
        <w:tab/>
      </w:r>
      <w:r w:rsidR="00CE07C1">
        <w:t>+420 702 238 237</w:t>
      </w:r>
    </w:p>
    <w:p w14:paraId="2F386173" w14:textId="77777777" w:rsidR="00CE07C1" w:rsidRDefault="00CE07C1" w:rsidP="00CE07C1">
      <w:pPr>
        <w:pStyle w:val="Textbezslovn"/>
        <w:spacing w:after="0"/>
      </w:pPr>
      <w:r>
        <w:t xml:space="preserve">e-mail: </w:t>
      </w:r>
      <w:r>
        <w:tab/>
        <w:t>fucikova@spravazeleznic.cz</w:t>
      </w:r>
    </w:p>
    <w:p w14:paraId="20FF4E7F" w14:textId="77777777" w:rsidR="00CE07C1" w:rsidRDefault="00CE07C1" w:rsidP="00CE07C1">
      <w:pPr>
        <w:pStyle w:val="Textbezslovn"/>
        <w:spacing w:after="0"/>
      </w:pPr>
      <w:r>
        <w:t xml:space="preserve">adresa: </w:t>
      </w:r>
      <w:r>
        <w:tab/>
        <w:t>Správa železnic, státní organizace</w:t>
      </w:r>
    </w:p>
    <w:p w14:paraId="7D73302E" w14:textId="77777777" w:rsidR="00CE07C1" w:rsidRDefault="00CE07C1" w:rsidP="00CE07C1">
      <w:pPr>
        <w:pStyle w:val="Textbezslovn"/>
        <w:spacing w:after="0"/>
      </w:pPr>
      <w:r>
        <w:tab/>
      </w:r>
      <w:r>
        <w:tab/>
        <w:t>Stavební správa západ</w:t>
      </w:r>
    </w:p>
    <w:p w14:paraId="39A7FC66" w14:textId="3F33D9B9" w:rsidR="00CE07C1" w:rsidRDefault="00CE07C1" w:rsidP="00CE07C1">
      <w:pPr>
        <w:pStyle w:val="Textbezslovn"/>
        <w:spacing w:after="0"/>
        <w:ind w:left="1446" w:firstLine="681"/>
      </w:pPr>
      <w:r>
        <w:t xml:space="preserve">Budova </w:t>
      </w:r>
      <w:proofErr w:type="spellStart"/>
      <w:r>
        <w:t>Diamond</w:t>
      </w:r>
      <w:proofErr w:type="spellEnd"/>
      <w:r>
        <w:t xml:space="preserve"> Point, Ke Štvanici 656/3, 186 00 Praha 8 – Karlín</w:t>
      </w:r>
    </w:p>
    <w:p w14:paraId="020F179B" w14:textId="77777777" w:rsidR="0035531B" w:rsidRDefault="0035531B" w:rsidP="0035531B">
      <w:pPr>
        <w:pStyle w:val="Nadpis1-1"/>
      </w:pPr>
      <w:bookmarkStart w:id="7" w:name="_Toc187749966"/>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5BFF24A4" w:rsidR="0035531B" w:rsidRDefault="00A931F6" w:rsidP="0035531B">
      <w:pPr>
        <w:pStyle w:val="Textbezslovn"/>
      </w:pPr>
      <w:r w:rsidRPr="00A931F6">
        <w:t xml:space="preserve">Cílem díla je „Dokumentace“ potřebná pro kompletní a zásadní rekonstrukci interiérů výpravní budovy a úpravu vstupů do objektu, demolici objektu </w:t>
      </w:r>
      <w:proofErr w:type="spellStart"/>
      <w:r w:rsidRPr="00A931F6">
        <w:t>elektrodílny</w:t>
      </w:r>
      <w:proofErr w:type="spellEnd"/>
      <w:r w:rsidRPr="00A931F6">
        <w:t>, rekonstrukci trafostanice, vybudování další trafostanice alt. rozšíření stávající, vybudování nové oplocené plochy u trafostanice, nové parkoviště včetně elektromobility a manipulační plochy u výpravní budovy</w:t>
      </w:r>
      <w:r w:rsidR="00C311A2" w:rsidRPr="00C311A2">
        <w:t>.</w:t>
      </w:r>
    </w:p>
    <w:p w14:paraId="4CB912C2" w14:textId="77777777" w:rsidR="0035531B" w:rsidRDefault="0035531B" w:rsidP="0035531B">
      <w:pPr>
        <w:pStyle w:val="Text1-1"/>
      </w:pPr>
      <w:r>
        <w:t>Předmět plnění veřejné zakázky</w:t>
      </w:r>
    </w:p>
    <w:p w14:paraId="2256ACC6" w14:textId="5DFD960D" w:rsidR="00892769" w:rsidRPr="00892769" w:rsidRDefault="00892769" w:rsidP="00892769">
      <w:pPr>
        <w:pStyle w:val="Text1-1"/>
        <w:numPr>
          <w:ilvl w:val="0"/>
          <w:numId w:val="0"/>
        </w:numPr>
        <w:ind w:left="737"/>
      </w:pPr>
      <w:bookmarkStart w:id="8" w:name="_Ref164688429"/>
      <w:bookmarkStart w:id="9" w:name="_Ref173504519"/>
      <w:r w:rsidRPr="00892769" w:rsidDel="00FB05B2">
        <w:t>Předmětem Díla „</w:t>
      </w:r>
      <w:r w:rsidRPr="00892769">
        <w:rPr>
          <w:b/>
        </w:rPr>
        <w:t>Rekonstrukce výpravní budovy v </w:t>
      </w:r>
      <w:proofErr w:type="spellStart"/>
      <w:r w:rsidRPr="00892769">
        <w:rPr>
          <w:b/>
        </w:rPr>
        <w:t>žst</w:t>
      </w:r>
      <w:proofErr w:type="spellEnd"/>
      <w:r w:rsidRPr="00892769">
        <w:rPr>
          <w:b/>
        </w:rPr>
        <w:t>. Teplice v Čechách</w:t>
      </w:r>
      <w:r w:rsidRPr="00892769" w:rsidDel="00FB05B2">
        <w:t>“</w:t>
      </w:r>
      <w:r w:rsidRPr="00892769">
        <w:t xml:space="preserve"> </w:t>
      </w:r>
      <w:r w:rsidRPr="00892769">
        <w:rPr>
          <w:b/>
        </w:rPr>
        <w:t>2. etapa</w:t>
      </w:r>
      <w:r w:rsidRPr="00892769" w:rsidDel="00FB05B2">
        <w:t xml:space="preserve"> je:</w:t>
      </w:r>
      <w:bookmarkEnd w:id="8"/>
      <w:r w:rsidRPr="00892769">
        <w:t xml:space="preserve"> </w:t>
      </w:r>
      <w:bookmarkEnd w:id="9"/>
    </w:p>
    <w:p w14:paraId="155949C4" w14:textId="77777777" w:rsidR="00A931F6" w:rsidRDefault="00A931F6" w:rsidP="00A931F6">
      <w:pPr>
        <w:pStyle w:val="Odstavecseseznamem"/>
        <w:numPr>
          <w:ilvl w:val="0"/>
          <w:numId w:val="25"/>
        </w:numPr>
        <w:tabs>
          <w:tab w:val="num" w:pos="1077"/>
        </w:tabs>
        <w:spacing w:after="80"/>
        <w:jc w:val="both"/>
        <w:rPr>
          <w:rFonts w:ascii="Verdana" w:hAnsi="Verdana"/>
        </w:rPr>
      </w:pPr>
      <w:bookmarkStart w:id="10" w:name="_Ref173832545"/>
      <w:bookmarkStart w:id="11" w:name="_Hlk187753796"/>
      <w:r w:rsidRPr="00A931F6" w:rsidDel="00FB05B2">
        <w:rPr>
          <w:rFonts w:ascii="Verdana" w:hAnsi="Verdana"/>
          <w:b/>
        </w:rPr>
        <w:t>Zhotovení Projektové</w:t>
      </w:r>
      <w:r w:rsidRPr="00A931F6" w:rsidDel="00FB05B2">
        <w:rPr>
          <w:rFonts w:ascii="Verdana" w:hAnsi="Verdana"/>
        </w:rPr>
        <w:t xml:space="preserve"> </w:t>
      </w:r>
      <w:r w:rsidRPr="00A931F6" w:rsidDel="00FB05B2">
        <w:rPr>
          <w:rFonts w:ascii="Verdana" w:hAnsi="Verdana"/>
          <w:b/>
        </w:rPr>
        <w:t xml:space="preserve">dokumentace pro </w:t>
      </w:r>
      <w:r w:rsidRPr="00A931F6">
        <w:rPr>
          <w:rFonts w:ascii="Verdana" w:hAnsi="Verdana"/>
          <w:b/>
        </w:rPr>
        <w:t>povolení stavby dopravní infrastruktury (DPS)</w:t>
      </w:r>
      <w:r w:rsidRPr="00A931F6" w:rsidDel="00FB05B2">
        <w:rPr>
          <w:rFonts w:ascii="Verdana" w:hAnsi="Verdana"/>
          <w:b/>
        </w:rPr>
        <w:t>,</w:t>
      </w:r>
      <w:r w:rsidRPr="00A931F6">
        <w:rPr>
          <w:rFonts w:ascii="Verdana" w:hAnsi="Verdana"/>
          <w:b/>
        </w:rPr>
        <w:t xml:space="preserve"> </w:t>
      </w:r>
      <w:r w:rsidRPr="00A931F6" w:rsidDel="00FB05B2">
        <w:rPr>
          <w:rFonts w:ascii="Verdana" w:hAnsi="Verdana"/>
          <w:b/>
        </w:rPr>
        <w:t>která specifikuje předmět Díla v takovém rozsahu, aby ji bylo možno projednat v</w:t>
      </w:r>
      <w:r w:rsidRPr="00A931F6">
        <w:rPr>
          <w:rFonts w:ascii="Verdana" w:hAnsi="Verdana"/>
          <w:b/>
        </w:rPr>
        <w:t> </w:t>
      </w:r>
      <w:r w:rsidRPr="00A931F6" w:rsidDel="00FB05B2">
        <w:rPr>
          <w:rFonts w:ascii="Verdana" w:hAnsi="Verdana"/>
          <w:b/>
        </w:rPr>
        <w:t>řízení</w:t>
      </w:r>
      <w:r w:rsidRPr="00A931F6">
        <w:rPr>
          <w:rFonts w:ascii="Verdana" w:hAnsi="Verdana"/>
          <w:b/>
        </w:rPr>
        <w:t xml:space="preserve"> o povolení záměru</w:t>
      </w:r>
      <w:r w:rsidRPr="00A931F6" w:rsidDel="00FB05B2">
        <w:rPr>
          <w:rFonts w:ascii="Verdana" w:hAnsi="Verdana"/>
          <w:b/>
        </w:rPr>
        <w:t xml:space="preserve">, získat pravomocné </w:t>
      </w:r>
      <w:r w:rsidRPr="00A931F6">
        <w:rPr>
          <w:rFonts w:ascii="Verdana" w:hAnsi="Verdana"/>
          <w:b/>
        </w:rPr>
        <w:t xml:space="preserve">povolení záměru (povolení stavby) dle zákona č. 283/2021 Sb., stavební zákon, (dále jen „stavební zákon“), </w:t>
      </w:r>
      <w:r w:rsidRPr="00A931F6" w:rsidDel="00FB05B2">
        <w:rPr>
          <w:rFonts w:ascii="Verdana" w:hAnsi="Verdana"/>
        </w:rPr>
        <w:t xml:space="preserve">včetně </w:t>
      </w:r>
      <w:r w:rsidRPr="00A931F6">
        <w:rPr>
          <w:rFonts w:ascii="Verdana" w:hAnsi="Verdana"/>
        </w:rPr>
        <w:t>Stanoviska oznámeného subjektu ve fázi vydání povolení záměru</w:t>
      </w:r>
      <w:r w:rsidRPr="00A931F6" w:rsidDel="00FB05B2">
        <w:rPr>
          <w:rFonts w:ascii="Verdana" w:hAnsi="Verdana"/>
        </w:rPr>
        <w:t xml:space="preserve"> a</w:t>
      </w:r>
      <w:r w:rsidRPr="00A931F6">
        <w:rPr>
          <w:rFonts w:ascii="Verdana" w:hAnsi="Verdana"/>
        </w:rPr>
        <w:t> </w:t>
      </w:r>
      <w:r w:rsidRPr="00A931F6" w:rsidDel="00FB05B2">
        <w:rPr>
          <w:rFonts w:ascii="Verdana" w:hAnsi="Verdana"/>
        </w:rPr>
        <w:t>činností koordinátora BOZP při práci na</w:t>
      </w:r>
      <w:r w:rsidRPr="00A931F6">
        <w:rPr>
          <w:rFonts w:ascii="Verdana" w:hAnsi="Verdana"/>
        </w:rPr>
        <w:t> </w:t>
      </w:r>
      <w:r w:rsidRPr="00A931F6" w:rsidDel="00FB05B2">
        <w:rPr>
          <w:rFonts w:ascii="Verdana" w:hAnsi="Verdana"/>
        </w:rPr>
        <w:t>staveništi ve fázi přípravy včetně zpracování plánu BOZP na staveništi a manuálu údržby.</w:t>
      </w:r>
      <w:bookmarkEnd w:id="10"/>
    </w:p>
    <w:p w14:paraId="1D574060" w14:textId="77777777" w:rsidR="00A931F6" w:rsidRDefault="00A931F6" w:rsidP="00A931F6">
      <w:pPr>
        <w:pStyle w:val="Odstavecseseznamem"/>
        <w:numPr>
          <w:ilvl w:val="0"/>
          <w:numId w:val="25"/>
        </w:numPr>
        <w:tabs>
          <w:tab w:val="num" w:pos="1077"/>
        </w:tabs>
        <w:spacing w:after="80"/>
        <w:jc w:val="both"/>
        <w:rPr>
          <w:rFonts w:ascii="Verdana" w:hAnsi="Verdana"/>
        </w:rPr>
      </w:pPr>
      <w:r w:rsidRPr="00A931F6" w:rsidDel="00FB05B2">
        <w:rPr>
          <w:rFonts w:ascii="Verdana" w:hAnsi="Verdana"/>
          <w:b/>
        </w:rPr>
        <w:t>Zpracování a podání žádosti o</w:t>
      </w:r>
      <w:r w:rsidRPr="00A931F6" w:rsidDel="00FB05B2">
        <w:rPr>
          <w:rFonts w:ascii="Verdana" w:hAnsi="Verdana"/>
        </w:rPr>
        <w:t xml:space="preserve"> </w:t>
      </w:r>
      <w:r w:rsidRPr="00A931F6" w:rsidDel="00FB05B2">
        <w:rPr>
          <w:rFonts w:ascii="Verdana" w:hAnsi="Verdana"/>
          <w:b/>
        </w:rPr>
        <w:t xml:space="preserve">vydání </w:t>
      </w:r>
      <w:r w:rsidRPr="00A931F6">
        <w:rPr>
          <w:rFonts w:ascii="Verdana" w:hAnsi="Verdana"/>
          <w:b/>
        </w:rPr>
        <w:t>povolení záměru dle stavebního zákona</w:t>
      </w:r>
      <w:r w:rsidRPr="00A931F6">
        <w:rPr>
          <w:rFonts w:ascii="Verdana" w:hAnsi="Verdana"/>
        </w:rPr>
        <w:t xml:space="preserve">, </w:t>
      </w:r>
      <w:r w:rsidRPr="00A931F6" w:rsidDel="00FB05B2">
        <w:rPr>
          <w:rFonts w:ascii="Verdana" w:hAnsi="Verdana"/>
        </w:rPr>
        <w:t xml:space="preserve">včetně všech vyžadovaných podkladů, jejímž výsledkem bude vydání </w:t>
      </w:r>
      <w:r w:rsidRPr="00A931F6">
        <w:rPr>
          <w:rFonts w:ascii="Verdana" w:hAnsi="Verdana"/>
        </w:rPr>
        <w:t>povolení záměru (povolení stavby)</w:t>
      </w:r>
      <w:r w:rsidRPr="00A931F6" w:rsidDel="00FB05B2">
        <w:rPr>
          <w:rFonts w:ascii="Verdana" w:hAnsi="Verdana"/>
        </w:rPr>
        <w:t>. Zhotovitel bude spolupracovat při vydání příslušných rozhodnutí do nabytí jejich právní moci.</w:t>
      </w:r>
    </w:p>
    <w:p w14:paraId="00D1C032" w14:textId="77777777" w:rsidR="00A931F6" w:rsidRDefault="00A931F6" w:rsidP="00A931F6">
      <w:pPr>
        <w:pStyle w:val="Odstavecseseznamem"/>
        <w:numPr>
          <w:ilvl w:val="0"/>
          <w:numId w:val="25"/>
        </w:numPr>
        <w:tabs>
          <w:tab w:val="num" w:pos="1077"/>
        </w:tabs>
        <w:spacing w:after="80"/>
        <w:jc w:val="both"/>
        <w:rPr>
          <w:rFonts w:ascii="Verdana" w:hAnsi="Verdana"/>
        </w:rPr>
      </w:pPr>
      <w:r w:rsidRPr="00A931F6" w:rsidDel="00FB05B2">
        <w:rPr>
          <w:rFonts w:ascii="Verdana" w:hAnsi="Verdana"/>
          <w:b/>
        </w:rPr>
        <w:t>Zhotovení Projektové dokumentace pro provádění stavby</w:t>
      </w:r>
      <w:r w:rsidRPr="00A931F6">
        <w:rPr>
          <w:rFonts w:ascii="Verdana" w:hAnsi="Verdana"/>
          <w:b/>
        </w:rPr>
        <w:t xml:space="preserve"> (PDPS)</w:t>
      </w:r>
      <w:r w:rsidRPr="00A931F6" w:rsidDel="00FB05B2">
        <w:rPr>
          <w:rFonts w:ascii="Verdana" w:hAnsi="Verdana"/>
        </w:rPr>
        <w:t>, která rozpracuje a vymezí požadavky na stavbu do podrobností, které specifikují předmět Díla v takovém rozsahu, aby byla podkladem pro výběrové řízení na zhotovení stavby</w:t>
      </w:r>
      <w:r w:rsidRPr="00A931F6">
        <w:rPr>
          <w:rFonts w:ascii="Verdana" w:hAnsi="Verdana"/>
        </w:rPr>
        <w:t>, včetně posouzení shody nebo vhodnosti pro použití prvku interoperability či ES prohlášení o ověření subsystému oznámeným subjektem.</w:t>
      </w:r>
    </w:p>
    <w:p w14:paraId="71E5B3B9" w14:textId="09C6FE02" w:rsidR="00A931F6" w:rsidRPr="00A931F6" w:rsidDel="00FB05B2" w:rsidRDefault="00A931F6" w:rsidP="00A931F6">
      <w:pPr>
        <w:pStyle w:val="Odstavecseseznamem"/>
        <w:numPr>
          <w:ilvl w:val="0"/>
          <w:numId w:val="25"/>
        </w:numPr>
        <w:tabs>
          <w:tab w:val="num" w:pos="1077"/>
        </w:tabs>
        <w:spacing w:after="80"/>
        <w:jc w:val="both"/>
        <w:rPr>
          <w:rFonts w:ascii="Verdana" w:hAnsi="Verdana"/>
        </w:rPr>
      </w:pPr>
      <w:r w:rsidRPr="00A931F6">
        <w:rPr>
          <w:rFonts w:ascii="Verdana" w:hAnsi="Verdana"/>
          <w:b/>
        </w:rPr>
        <w:t>Výkon Dozoru projektanta</w:t>
      </w:r>
      <w:r w:rsidRPr="00A931F6">
        <w:rPr>
          <w:rFonts w:ascii="Verdana" w:hAnsi="Verdana"/>
        </w:rPr>
        <w:t xml:space="preserve"> při zhotovení PDPS a při provádění stavby</w:t>
      </w:r>
      <w:r>
        <w:rPr>
          <w:rFonts w:ascii="Verdana" w:hAnsi="Verdana"/>
        </w:rPr>
        <w:t>.</w:t>
      </w:r>
    </w:p>
    <w:bookmarkEnd w:id="11"/>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Pr="006B09E9" w:rsidRDefault="00652EFD" w:rsidP="00652EFD">
      <w:pPr>
        <w:pStyle w:val="Text1-1"/>
      </w:pPr>
      <w:r w:rsidRPr="006B09E9">
        <w:lastRenderedPageBreak/>
        <w:t>Klasifikace předmětu veřejné zakázky</w:t>
      </w:r>
    </w:p>
    <w:p w14:paraId="6D74345E" w14:textId="77777777" w:rsidR="00652EFD" w:rsidRPr="006B09E9" w:rsidRDefault="00652EFD" w:rsidP="00652EFD">
      <w:pPr>
        <w:pStyle w:val="Text1-1"/>
        <w:numPr>
          <w:ilvl w:val="0"/>
          <w:numId w:val="0"/>
        </w:numPr>
        <w:spacing w:after="0"/>
        <w:ind w:left="737"/>
      </w:pPr>
      <w:r w:rsidRPr="006B09E9">
        <w:t>kód CPV 71322000-1 Technické projekty pro provádění stavebně inženýrských prací</w:t>
      </w:r>
    </w:p>
    <w:p w14:paraId="1E09F449" w14:textId="77777777" w:rsidR="00652EFD" w:rsidRPr="006B09E9" w:rsidRDefault="00652EFD" w:rsidP="00652EFD">
      <w:pPr>
        <w:pStyle w:val="Text1-1"/>
        <w:numPr>
          <w:ilvl w:val="0"/>
          <w:numId w:val="0"/>
        </w:numPr>
        <w:spacing w:after="0"/>
        <w:ind w:left="737"/>
      </w:pPr>
      <w:r w:rsidRPr="006B09E9">
        <w:t>kód CPV 71311230-2 Železniční stavitelství</w:t>
      </w:r>
    </w:p>
    <w:p w14:paraId="7EED4AFD" w14:textId="77777777" w:rsidR="00652EFD" w:rsidRPr="006B09E9" w:rsidRDefault="00652EFD" w:rsidP="00652EFD">
      <w:pPr>
        <w:pStyle w:val="Text1-1"/>
        <w:numPr>
          <w:ilvl w:val="0"/>
          <w:numId w:val="0"/>
        </w:numPr>
        <w:spacing w:after="0"/>
        <w:ind w:left="737"/>
      </w:pPr>
      <w:r w:rsidRPr="006B09E9">
        <w:t>kód CPV 71317210-8 Poradenství v oblasti bezpečnosti a zdraví</w:t>
      </w:r>
    </w:p>
    <w:p w14:paraId="002E2383" w14:textId="776B8DC5" w:rsidR="00652EFD" w:rsidRPr="006B09E9" w:rsidRDefault="00652EFD" w:rsidP="000C5789">
      <w:pPr>
        <w:pStyle w:val="Text1-1"/>
        <w:numPr>
          <w:ilvl w:val="0"/>
          <w:numId w:val="0"/>
        </w:numPr>
        <w:ind w:left="737"/>
      </w:pPr>
      <w:r w:rsidRPr="006B09E9">
        <w:t>kód CPV 71248000-8 Dohled nad projektem a dokumentací</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12" w:name="_Toc187749967"/>
      <w:r>
        <w:t>ZDROJE FINANCOVÁNÍ</w:t>
      </w:r>
      <w:r w:rsidR="00845C50">
        <w:t xml:space="preserve"> a </w:t>
      </w:r>
      <w:r>
        <w:t>PŘEDPOKLÁDANÁ HODNOTA VEŘEJNÉ ZAKÁZKY</w:t>
      </w:r>
      <w:bookmarkEnd w:id="12"/>
    </w:p>
    <w:p w14:paraId="7832C094" w14:textId="0890CAD0" w:rsidR="001954B0" w:rsidRDefault="00F2316B" w:rsidP="001954B0">
      <w:pPr>
        <w:pStyle w:val="Text1-1"/>
      </w:pPr>
      <w:r w:rsidRPr="00F2316B">
        <w:t xml:space="preserve">Předpokládá se spolufinancování této veřejné zakázky jak z prostředků Státního fondu dopravní infrastruktury, tak i z prostředků Evropské unie – Just </w:t>
      </w:r>
      <w:proofErr w:type="spellStart"/>
      <w:r w:rsidRPr="00F2316B">
        <w:t>Transition</w:t>
      </w:r>
      <w:proofErr w:type="spellEnd"/>
      <w:r w:rsidRPr="00F2316B">
        <w:t xml:space="preserve"> </w:t>
      </w:r>
      <w:proofErr w:type="spellStart"/>
      <w:r w:rsidRPr="00F2316B">
        <w:t>Mechanism</w:t>
      </w:r>
      <w:proofErr w:type="spellEnd"/>
      <w:r w:rsidRPr="00F2316B">
        <w:t xml:space="preserve"> (</w:t>
      </w:r>
      <w:r w:rsidR="005D7BFB">
        <w:t>JTM</w:t>
      </w:r>
      <w:r w:rsidRPr="00F2316B">
        <w:t>)</w:t>
      </w:r>
      <w:r w:rsidR="001954B0">
        <w:t>.</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493F22E4" w:rsidR="0035531B" w:rsidRDefault="0035531B" w:rsidP="0035531B">
      <w:pPr>
        <w:pStyle w:val="Text1-1"/>
      </w:pPr>
      <w:r>
        <w:t xml:space="preserve">Předpokládaná hodnota veřejné zakázky </w:t>
      </w:r>
      <w:r w:rsidR="00342928" w:rsidRPr="00F66EA9">
        <w:t>po odečtení hodnoty vyhrazených změn závazků ze smlouvy (tzn. vyhrazených „víceprací“</w:t>
      </w:r>
      <w:r w:rsidR="00A26B4E">
        <w:t xml:space="preserve"> uvedených v čl. 3.8 Smlouvy</w:t>
      </w:r>
      <w:r w:rsidR="00342928" w:rsidRPr="00F66EA9">
        <w:t xml:space="preserve">) </w:t>
      </w:r>
      <w:r>
        <w:t xml:space="preserve">činí </w:t>
      </w:r>
      <w:r w:rsidR="000C04E0" w:rsidRPr="000C04E0">
        <w:rPr>
          <w:b/>
        </w:rPr>
        <w:t>29 987</w:t>
      </w:r>
      <w:r w:rsidR="000C04E0">
        <w:rPr>
          <w:b/>
        </w:rPr>
        <w:t> </w:t>
      </w:r>
      <w:r w:rsidR="000C04E0" w:rsidRPr="000C04E0">
        <w:rPr>
          <w:b/>
        </w:rPr>
        <w:t>594</w:t>
      </w:r>
      <w:r w:rsidR="000C04E0">
        <w:rPr>
          <w:b/>
        </w:rPr>
        <w:t>,-</w:t>
      </w:r>
      <w:r>
        <w:t xml:space="preserve"> </w:t>
      </w:r>
      <w:r w:rsidRPr="00EB138E">
        <w:rPr>
          <w:b/>
        </w:rPr>
        <w:t>Kč</w:t>
      </w:r>
      <w:r>
        <w:t xml:space="preserve"> (bez DPH).</w:t>
      </w:r>
    </w:p>
    <w:p w14:paraId="4E32F28B" w14:textId="77777777" w:rsidR="0035531B" w:rsidRDefault="0035531B" w:rsidP="006F6B09">
      <w:pPr>
        <w:pStyle w:val="Nadpis1-1"/>
      </w:pPr>
      <w:bookmarkStart w:id="13" w:name="_Toc187749968"/>
      <w:r>
        <w:t>OBSAH ZADÁVACÍ DOKUMENTACE</w:t>
      </w:r>
      <w:bookmarkEnd w:id="13"/>
      <w:r>
        <w:t xml:space="preserve"> </w:t>
      </w:r>
    </w:p>
    <w:p w14:paraId="138FA4B4" w14:textId="38464259"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32CC4C77" w14:textId="2CD4A507" w:rsidR="00703549" w:rsidRDefault="00ED116C" w:rsidP="000C04E0">
      <w:pPr>
        <w:pStyle w:val="Textbezslovn"/>
        <w:tabs>
          <w:tab w:val="left" w:pos="1701"/>
        </w:tabs>
        <w:ind w:left="1701" w:hanging="964"/>
      </w:pPr>
      <w:r>
        <w:t>Část 5</w:t>
      </w:r>
      <w:r>
        <w:tab/>
        <w:t xml:space="preserve">Zvláštní technické podmínky </w:t>
      </w:r>
      <w:r w:rsidR="00703549">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7946D4A7" w14:textId="14CD00C2" w:rsidR="00ED116C" w:rsidRDefault="00661076" w:rsidP="0030730A">
      <w:pPr>
        <w:pStyle w:val="Text1-1"/>
        <w:numPr>
          <w:ilvl w:val="0"/>
          <w:numId w:val="0"/>
        </w:numPr>
        <w:spacing w:after="20"/>
        <w:ind w:left="737"/>
      </w:pPr>
      <w:r>
        <w:t>Část 1</w:t>
      </w:r>
      <w:r>
        <w:tab/>
      </w:r>
      <w:r w:rsidRPr="00661076">
        <w:t>Stavebně historický průzkum „Teplice v Čechách, rekonstrukce výpravní budovy“</w:t>
      </w:r>
    </w:p>
    <w:p w14:paraId="6AD0ED10" w14:textId="53CF774C" w:rsidR="00661076" w:rsidRDefault="00661076" w:rsidP="0030730A">
      <w:pPr>
        <w:pStyle w:val="Text1-1"/>
        <w:numPr>
          <w:ilvl w:val="0"/>
          <w:numId w:val="0"/>
        </w:numPr>
        <w:spacing w:after="20"/>
        <w:ind w:left="1427" w:hanging="690"/>
      </w:pPr>
      <w:r>
        <w:t xml:space="preserve">Část </w:t>
      </w:r>
      <w:r w:rsidR="00FE2564">
        <w:t>2</w:t>
      </w:r>
      <w:r>
        <w:tab/>
      </w:r>
      <w:r w:rsidRPr="00661076">
        <w:t xml:space="preserve">„Rekonstrukce výpravní budovy v </w:t>
      </w:r>
      <w:proofErr w:type="spellStart"/>
      <w:r w:rsidRPr="00661076">
        <w:t>žst</w:t>
      </w:r>
      <w:proofErr w:type="spellEnd"/>
      <w:r w:rsidRPr="00661076">
        <w:t>. Teplice v Čechách“ 2. etapa, ve stupni PDPS k připomínkám (nedokončený projekt)</w:t>
      </w:r>
    </w:p>
    <w:p w14:paraId="2D58F9F0" w14:textId="220A9E70" w:rsidR="00ED116C" w:rsidRPr="00FE2564" w:rsidRDefault="00661076" w:rsidP="00FE2564">
      <w:pPr>
        <w:pStyle w:val="Text1-1"/>
        <w:numPr>
          <w:ilvl w:val="0"/>
          <w:numId w:val="0"/>
        </w:numPr>
        <w:ind w:left="737"/>
        <w:rPr>
          <w:highlight w:val="green"/>
        </w:rPr>
      </w:pPr>
      <w:r>
        <w:t xml:space="preserve">Část </w:t>
      </w:r>
      <w:r w:rsidR="00FE2564">
        <w:t>3</w:t>
      </w:r>
      <w:r>
        <w:tab/>
      </w:r>
      <w:r w:rsidRPr="00661076">
        <w:t>Kompetenční centrum – studie</w:t>
      </w:r>
    </w:p>
    <w:p w14:paraId="49793BFC" w14:textId="1F701021" w:rsidR="005A3D2F" w:rsidRPr="001954B0" w:rsidRDefault="0035531B" w:rsidP="00A47DE5">
      <w:pPr>
        <w:pStyle w:val="Text1-1"/>
        <w:spacing w:after="0"/>
      </w:pPr>
      <w:r w:rsidRPr="001954B0">
        <w:t>Zadávací dokumentace je přístupná na profilu zadavatele</w:t>
      </w:r>
      <w:r w:rsidR="005A3D2F" w:rsidRPr="001954B0">
        <w:t xml:space="preserve"> </w:t>
      </w:r>
      <w:hyperlink r:id="rId14"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5" w:history="1">
        <w:r w:rsidR="003E7071">
          <w:rPr>
            <w:rStyle w:val="Hypertextovodkaz"/>
          </w:rPr>
          <w:t>https://vvz.nipez.cz/</w:t>
        </w:r>
      </w:hyperlink>
      <w:hyperlink r:id="rId16" w:history="1"/>
      <w:r w:rsidR="00F073CB">
        <w:rPr>
          <w:rStyle w:val="Hypertextovodkaz"/>
          <w:noProof w:val="0"/>
        </w:rPr>
        <w:t>.</w:t>
      </w: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4137A8">
        <w:t xml:space="preserve"> </w:t>
      </w:r>
      <w:hyperlink r:id="rId18"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70C7DB8"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A21D5E">
        <w:t xml:space="preserve">uveřejněných </w:t>
      </w:r>
      <w:r w:rsidR="00A21D5E" w:rsidRPr="00ED116C">
        <w:t>během</w:t>
      </w:r>
      <w:r w:rsidRPr="00ED116C">
        <w:t xml:space="preserve"> lhůty pro podání nabídek</w:t>
      </w:r>
      <w:r w:rsidR="00D932D1">
        <w:t xml:space="preserve">. </w:t>
      </w:r>
    </w:p>
    <w:p w14:paraId="25CA915C" w14:textId="50DECB66" w:rsidR="001D6E71" w:rsidRDefault="00ED116C" w:rsidP="0035531B">
      <w:pPr>
        <w:pStyle w:val="Text1-1"/>
      </w:pPr>
      <w:r w:rsidRPr="00ED116C">
        <w:lastRenderedPageBreak/>
        <w:t xml:space="preserve">Zadavatel sděluje, že následující části zadávací dokumentace vypracovala osoba odlišná od zadavatele, a to: </w:t>
      </w:r>
    </w:p>
    <w:p w14:paraId="11318083" w14:textId="29AA230D" w:rsidR="009A6FCB" w:rsidRDefault="009A6FCB" w:rsidP="009A6FCB">
      <w:pPr>
        <w:pStyle w:val="Text1-1"/>
        <w:numPr>
          <w:ilvl w:val="0"/>
          <w:numId w:val="21"/>
        </w:numPr>
      </w:pPr>
      <w:r w:rsidRPr="009A6FCB">
        <w:t xml:space="preserve">Stavebně historický průzkum „Teplice v Čechách, rekonstrukce výpravní budovy“, zpracovatel </w:t>
      </w:r>
      <w:proofErr w:type="spellStart"/>
      <w:r w:rsidRPr="009A6FCB">
        <w:t>Sagasta</w:t>
      </w:r>
      <w:proofErr w:type="spellEnd"/>
      <w:r w:rsidRPr="009A6FCB">
        <w:t xml:space="preserve"> s.r.o., </w:t>
      </w:r>
      <w:r w:rsidR="00233646" w:rsidRPr="00233646">
        <w:t>Novodvorská 1010/14, Lhotka, 142 00 Praha 4</w:t>
      </w:r>
      <w:r w:rsidR="00233646">
        <w:t xml:space="preserve">, </w:t>
      </w:r>
      <w:r w:rsidR="00233646" w:rsidRPr="00233646">
        <w:t>IČO:04598555</w:t>
      </w:r>
      <w:r w:rsidRPr="009A6FCB">
        <w:t>0</w:t>
      </w:r>
      <w:r w:rsidR="00233646">
        <w:t xml:space="preserve">; </w:t>
      </w:r>
      <w:r w:rsidRPr="009A6FCB">
        <w:t>3/2018</w:t>
      </w:r>
    </w:p>
    <w:p w14:paraId="26DFD4F8" w14:textId="764FF821" w:rsidR="008272AB" w:rsidRDefault="008272AB" w:rsidP="00100104">
      <w:pPr>
        <w:pStyle w:val="Text1-1"/>
        <w:numPr>
          <w:ilvl w:val="0"/>
          <w:numId w:val="21"/>
        </w:numPr>
      </w:pPr>
      <w:r w:rsidRPr="008272AB">
        <w:t xml:space="preserve">„Rekonstrukce výpravní budovy v </w:t>
      </w:r>
      <w:proofErr w:type="spellStart"/>
      <w:r w:rsidRPr="008272AB">
        <w:t>žst</w:t>
      </w:r>
      <w:proofErr w:type="spellEnd"/>
      <w:r w:rsidRPr="008272AB">
        <w:t>. Teplice v Čechách“ 2. etapa, ve stupni PDPS k připomínkám (nedokončený projekt), zpracovatel „</w:t>
      </w:r>
      <w:proofErr w:type="spellStart"/>
      <w:r w:rsidRPr="008272AB">
        <w:t>DigiTry</w:t>
      </w:r>
      <w:proofErr w:type="spellEnd"/>
      <w:r w:rsidRPr="008272AB">
        <w:t xml:space="preserve"> + AFRY CZ“, </w:t>
      </w:r>
      <w:proofErr w:type="spellStart"/>
      <w:r w:rsidR="00100104" w:rsidRPr="00100104">
        <w:t>DigiTry</w:t>
      </w:r>
      <w:proofErr w:type="spellEnd"/>
      <w:r w:rsidR="00100104" w:rsidRPr="00100104">
        <w:t xml:space="preserve"> Art </w:t>
      </w:r>
      <w:proofErr w:type="spellStart"/>
      <w:r w:rsidR="00100104" w:rsidRPr="00100104">
        <w:t>technologies</w:t>
      </w:r>
      <w:proofErr w:type="spellEnd"/>
      <w:r w:rsidR="00100104" w:rsidRPr="00100104">
        <w:t xml:space="preserve"> s.r.o., Voctářova 2449/5, Libeň, 180 00 Praha 8, IČO: 01930249; AFRY CZ s.r.o.</w:t>
      </w:r>
      <w:r w:rsidR="00100104">
        <w:t>, Magistrů 1275/13, Michle, 140 00 Praha 4</w:t>
      </w:r>
      <w:r w:rsidR="00176305">
        <w:t xml:space="preserve">, </w:t>
      </w:r>
      <w:r w:rsidR="00176305" w:rsidRPr="00176305">
        <w:tab/>
        <w:t>IČO:</w:t>
      </w:r>
      <w:r w:rsidR="00176305">
        <w:t xml:space="preserve"> </w:t>
      </w:r>
      <w:r w:rsidR="00176305" w:rsidRPr="00176305">
        <w:t>45306605</w:t>
      </w:r>
      <w:r w:rsidR="00176305">
        <w:t xml:space="preserve">; </w:t>
      </w:r>
      <w:r w:rsidRPr="008272AB">
        <w:t>02/2023</w:t>
      </w:r>
    </w:p>
    <w:p w14:paraId="22CD317F" w14:textId="2390A75B" w:rsidR="008272AB" w:rsidRDefault="008272AB" w:rsidP="009A6FCB">
      <w:pPr>
        <w:pStyle w:val="Text1-1"/>
        <w:numPr>
          <w:ilvl w:val="0"/>
          <w:numId w:val="21"/>
        </w:numPr>
      </w:pPr>
      <w:r w:rsidRPr="008272AB">
        <w:t xml:space="preserve">Kompetenční centrum – studie, zpracovatel </w:t>
      </w:r>
      <w:r w:rsidR="00652322">
        <w:t xml:space="preserve">MgA. </w:t>
      </w:r>
      <w:r w:rsidRPr="008272AB">
        <w:t xml:space="preserve">Mikuláš </w:t>
      </w:r>
      <w:proofErr w:type="spellStart"/>
      <w:r w:rsidRPr="008272AB">
        <w:t>Medlík</w:t>
      </w:r>
      <w:proofErr w:type="spellEnd"/>
      <w:r w:rsidRPr="008272AB">
        <w:t xml:space="preserve">, </w:t>
      </w:r>
      <w:r w:rsidR="00652322" w:rsidRPr="00652322">
        <w:t>569 63, Lubná 220</w:t>
      </w:r>
      <w:r w:rsidR="00652322">
        <w:t xml:space="preserve">, </w:t>
      </w:r>
      <w:r w:rsidR="00652322" w:rsidRPr="00652322">
        <w:t>IČO</w:t>
      </w:r>
      <w:r w:rsidR="00652322">
        <w:t xml:space="preserve"> </w:t>
      </w:r>
      <w:r w:rsidR="00652322" w:rsidRPr="00652322">
        <w:t>88237591</w:t>
      </w:r>
      <w:r w:rsidR="00652322">
        <w:t>;</w:t>
      </w:r>
      <w:r w:rsidR="00652322" w:rsidRPr="00652322">
        <w:t xml:space="preserve"> </w:t>
      </w:r>
      <w:r w:rsidRPr="008272AB">
        <w:t>4/2024.</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4" w:name="_Toc187749969"/>
      <w:r>
        <w:t>VYSVĚTLENÍ, ZMĚNY</w:t>
      </w:r>
      <w:r w:rsidR="00845C50">
        <w:t xml:space="preserve"> a </w:t>
      </w:r>
      <w:r>
        <w:t>DOPLNĚNÍ ZADÁVACÍ DOKUMENTACE</w:t>
      </w:r>
      <w:bookmarkEnd w:id="14"/>
      <w:r>
        <w:t xml:space="preserve"> </w:t>
      </w:r>
    </w:p>
    <w:p w14:paraId="3CEC0739" w14:textId="698410CD"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D932D1">
        <w:t xml:space="preserve"> není to však jeho zákonnou povinností a je čistě na jeho úvaze, pokud tak učiní;</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5" w:name="_Toc187749970"/>
      <w:r>
        <w:t>POŽADAVKY ZADAVATELE NA KVALIFIKACI</w:t>
      </w:r>
      <w:bookmarkEnd w:id="15"/>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C97246">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statutárního orgánu. Je-li členem statutárního orgánu dodavatele právnická osoba, musí tuto podmínku splňovat tato právnická osoba, každý člen </w:t>
      </w:r>
      <w:r>
        <w:lastRenderedPageBreak/>
        <w:t>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C97246">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prokázat i obsahově </w:t>
      </w:r>
      <w:r>
        <w:lastRenderedPageBreak/>
        <w:t>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CD1856" w:rsidRDefault="001D6E71" w:rsidP="007E2593">
      <w:pPr>
        <w:pStyle w:val="Odrka1-2-"/>
        <w:spacing w:after="120"/>
      </w:pPr>
      <w:r w:rsidRPr="00CD1856">
        <w:t>projektovou činnost ve výstavbě</w:t>
      </w:r>
    </w:p>
    <w:p w14:paraId="49AD27E5" w14:textId="77777777" w:rsidR="0035531B" w:rsidRDefault="0035531B" w:rsidP="00092CC9">
      <w:pPr>
        <w:pStyle w:val="Odrka1-1"/>
      </w:pPr>
      <w:r>
        <w:t>Odborná způsobilost:</w:t>
      </w:r>
    </w:p>
    <w:p w14:paraId="12E053EF" w14:textId="52188151" w:rsidR="00BD5A0E" w:rsidRDefault="00BD5A0E" w:rsidP="00BD5A0E">
      <w:pPr>
        <w:pStyle w:val="Odrka1-2-"/>
      </w:pPr>
      <w:r>
        <w:t>Zadavatel požaduje předložení dokladu o autorizaci v rozsahu dle § 5 odst. 3 písm</w:t>
      </w:r>
      <w:r w:rsidRPr="00EB1460">
        <w:t xml:space="preserve">. </w:t>
      </w:r>
      <w:r w:rsidRPr="00EB1460">
        <w:rPr>
          <w:b/>
        </w:rPr>
        <w:t>a), e)</w:t>
      </w:r>
      <w:r w:rsidR="005D3AC2">
        <w:rPr>
          <w:b/>
        </w:rPr>
        <w:t xml:space="preserve"> </w:t>
      </w:r>
      <w:r w:rsidR="005D3AC2" w:rsidRPr="005D3AC2">
        <w:rPr>
          <w:bCs/>
        </w:rPr>
        <w:t>a</w:t>
      </w:r>
      <w:r w:rsidR="005D3AC2">
        <w:rPr>
          <w:b/>
        </w:rPr>
        <w:t xml:space="preserve"> </w:t>
      </w:r>
      <w:r w:rsidRPr="00D51749">
        <w:rPr>
          <w:b/>
        </w:rPr>
        <w:t>g)</w:t>
      </w:r>
      <w:r w:rsidR="00D51749" w:rsidRPr="00D51749">
        <w:rPr>
          <w:b/>
        </w:rPr>
        <w:t xml:space="preserve"> </w:t>
      </w:r>
      <w:r w:rsidRPr="00D51749">
        <w:t>zákona</w:t>
      </w:r>
      <w:r>
        <w:t xml:space="preserve"> č. 360/1992 Sb., o výkonu povolání autorizovaných architektů a o výkonu povolání autorizovaných inženýrů a techniků činných ve výstavbě, ve znění pozdějších předpisů.</w:t>
      </w:r>
    </w:p>
    <w:p w14:paraId="609EF1A1" w14:textId="77777777" w:rsidR="009F0BE5" w:rsidRDefault="009F0BE5" w:rsidP="009F0BE5">
      <w:pPr>
        <w:pStyle w:val="Odrka1-2-"/>
      </w:pPr>
      <w:r w:rsidRPr="00E81287">
        <w:t xml:space="preserve">Zadavatel požaduje předložení dokladu o autorizaci v rozsahu dle § 4 odst. 2 </w:t>
      </w:r>
      <w:r w:rsidRPr="001710DC">
        <w:t>písm. a) a písm. c),</w:t>
      </w:r>
      <w:r w:rsidRPr="001710DC">
        <w:rPr>
          <w:b/>
        </w:rPr>
        <w:t xml:space="preserve"> </w:t>
      </w:r>
      <w:r w:rsidRPr="001710DC">
        <w:t xml:space="preserve">zákona </w:t>
      </w:r>
      <w:r w:rsidRPr="00E81287">
        <w:t>č. 360/1992 Sb., o výkonu povolání autorizovaných architektů a o výkonu povolání autorizovaných inženýrů a techniků činných ve výstavbě, ve znění pozdějších předpisů.</w:t>
      </w:r>
    </w:p>
    <w:p w14:paraId="141ABBAF" w14:textId="78BABE46" w:rsidR="009F0BE5" w:rsidRDefault="009F0BE5" w:rsidP="009F0BE5">
      <w:pPr>
        <w:pStyle w:val="Odrka1-2-"/>
        <w:numPr>
          <w:ilvl w:val="0"/>
          <w:numId w:val="0"/>
        </w:numPr>
        <w:ind w:left="1531"/>
      </w:pPr>
      <w:r>
        <w:t>V souladu se zněním článku XIX zákona č. 284/2021 Sb. kterým se mění některé zákony v souvislosti s přijetím stavebního zákona, se osoby, kterým byla udělena autorizace se všeobecnou působností dle § 4 odst. 3 autorizačního zákona ve znění přede dnem nabytí účinnosti zákona č. 284/2021 Sb., považují za osoby autorizované v oboru architektura dle § 4 odst. 2 písm. a) či písm. c) autorizačního zákona. Tyto osoby tedy mohou doložit platné osvědčení o autorizaci se všeobecnou působností, přičemž dle článku XIX zákona č. 284/2021 Sb. toto osvědčení o autorizaci pozbývá platnosti uplynutím 7 let ode dne nabytí účinnosti zákona č. 284/2021 Sb.</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343D75A0" w14:textId="04248434" w:rsidR="00A15641" w:rsidRDefault="00BD5A0E" w:rsidP="00A42238">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427247CF" w:rsidR="00392730" w:rsidRDefault="00392730" w:rsidP="00392730">
      <w:pPr>
        <w:pStyle w:val="Textbezslovn"/>
      </w:pPr>
      <w:r>
        <w:t xml:space="preserve">Zadavatel požaduje předložení seznamu ukončených významných služeb obdobného charakteru poskytnutých dodavatelem v posledních </w:t>
      </w:r>
      <w:r w:rsidR="00347666">
        <w:t>10</w:t>
      </w:r>
      <w:r>
        <w:t xml:space="preserve"> letech před zahájením zadávacího řízení. </w:t>
      </w:r>
    </w:p>
    <w:p w14:paraId="2318CCFA" w14:textId="004C26C4" w:rsidR="007A0A29" w:rsidRDefault="00392730" w:rsidP="007A5CF0">
      <w:pPr>
        <w:pStyle w:val="Textbezslovn"/>
      </w:pPr>
      <w:r>
        <w:t xml:space="preserve">Za služby obdobného charakteru se pokládají projektové práce spočívající ve zhotovení dokumentace </w:t>
      </w:r>
      <w:r w:rsidR="007A0A29">
        <w:t>ve stupních projektové dokumentace pro povolení stavby a projektové dokumentace pro provádění stavby (dále jen „DPS+PDPS“)</w:t>
      </w:r>
      <w:r>
        <w:t xml:space="preserve"> nebo</w:t>
      </w:r>
      <w:r w:rsidR="00951F56">
        <w:t xml:space="preserve"> </w:t>
      </w:r>
      <w:r>
        <w:t xml:space="preserve">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C45285">
        <w:t xml:space="preserve"> </w:t>
      </w:r>
      <w:r w:rsidR="00103A92">
        <w:t>+PDPS</w:t>
      </w:r>
      <w:r w:rsidR="00673188">
        <w:t>“</w:t>
      </w:r>
      <w:r w:rsidR="00103A92">
        <w:t xml:space="preserve">) </w:t>
      </w:r>
      <w:r w:rsidR="007D38E4">
        <w:t xml:space="preserve">nebo ve stupních </w:t>
      </w:r>
      <w:r w:rsidR="007D38E4" w:rsidRPr="007D63FC">
        <w:t xml:space="preserve">dokumentace pro </w:t>
      </w:r>
      <w:r w:rsidR="007D38E4">
        <w:t>vydání rozhodnutí o umístění stavby a projektové dokumentace pro vydání stavebního povolení</w:t>
      </w:r>
      <w:r w:rsidR="007A5CF0">
        <w:t xml:space="preserve"> </w:t>
      </w:r>
      <w:r w:rsidR="007D38E4">
        <w:t xml:space="preserve"> a projektové dokumentace pro provádění stavby (dále jen „DUR+DSP+PDPS“) </w:t>
      </w:r>
      <w:r w:rsidR="00B815B5">
        <w:t xml:space="preserve">pro </w:t>
      </w:r>
      <w:r w:rsidR="00B815B5" w:rsidRPr="00B815B5">
        <w:t>pozemní stavbu ve smyslu § 5 odst. 3 písm. a) zák. č. 360/1992 Sb., o výkonu povolání autorizovaných architektů a o výkonu povolání autorizovaných inženýrů a techniků činných ve výstavbě, ve znění pozdějších předpisů, a to s výjimkou budov pro bydlení, budov a hal pro výrobu a staveb pro zemědělství, skladování a staveb průmyslových.</w:t>
      </w:r>
      <w:r>
        <w:t xml:space="preserve"> Za službu obdobného charakteru, resp. projektové práce spočívající ve zhotovení dokumentace ve stupni </w:t>
      </w:r>
      <w:r w:rsidR="007A0A29">
        <w:t xml:space="preserve">DPS+PDPS nebo </w:t>
      </w:r>
      <w:r>
        <w:t xml:space="preserve">DSP+PDPS nebo </w:t>
      </w:r>
      <w:r w:rsidR="00103A92">
        <w:t>DUSP+PDPS</w:t>
      </w:r>
      <w:r w:rsidR="007D38E4">
        <w:t xml:space="preserve"> nebo DUR+DSP+PDPS</w:t>
      </w:r>
      <w:r>
        <w:t xml:space="preserve">, zadavatel považuje rovněž provedení aktualizace dokumentace ve stupni </w:t>
      </w:r>
      <w:r w:rsidR="00133B67">
        <w:t xml:space="preserve">DPS+PDPS nebo </w:t>
      </w:r>
      <w:r>
        <w:t xml:space="preserve">DSP+PDPS </w:t>
      </w:r>
      <w:r w:rsidR="00103A92">
        <w:t>nebo DUSP</w:t>
      </w:r>
      <w:r w:rsidR="00332144">
        <w:t xml:space="preserve"> </w:t>
      </w:r>
      <w:r w:rsidR="00103A92">
        <w:t>+PDPS</w:t>
      </w:r>
      <w:r w:rsidR="007D38E4" w:rsidRPr="007D38E4">
        <w:t xml:space="preserve"> </w:t>
      </w:r>
      <w:r w:rsidR="007D38E4">
        <w:t>nebo DUR+DSP+PDPS</w:t>
      </w:r>
      <w:r>
        <w:t>.</w:t>
      </w:r>
      <w:r w:rsidR="00A65D0C">
        <w:t xml:space="preserve"> </w:t>
      </w:r>
    </w:p>
    <w:p w14:paraId="714780C7" w14:textId="55B1DA84" w:rsidR="00901E76" w:rsidRDefault="00901E76" w:rsidP="007A5CF0">
      <w:pPr>
        <w:pStyle w:val="Textbezslovn"/>
      </w:pPr>
      <w:r w:rsidRPr="00901E76">
        <w:lastRenderedPageBreak/>
        <w:t xml:space="preserve">Pro účely doložení technické kvalifikace se dokumentací ve stupni DPS rozumí dokumentace zpracovaná dle přílohy č. 1 </w:t>
      </w:r>
      <w:proofErr w:type="spellStart"/>
      <w:r w:rsidRPr="00901E76">
        <w:t>vyhl</w:t>
      </w:r>
      <w:proofErr w:type="spellEnd"/>
      <w:r w:rsidRPr="00901E76">
        <w:t>. 227/2024 Sb., o rozsahu a obsahu projektové dokumentace staveb dopravní infrastruktury, ve znění pozdějších předpisů.</w:t>
      </w:r>
    </w:p>
    <w:p w14:paraId="2CEA948D" w14:textId="06E1E829" w:rsidR="00392730" w:rsidRDefault="00511E3C" w:rsidP="007A5CF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E66AA6">
        <w:t xml:space="preserve"> nebo dle přílohy č. 3 </w:t>
      </w:r>
      <w:proofErr w:type="spellStart"/>
      <w:r w:rsidR="00E66AA6">
        <w:t>vyh</w:t>
      </w:r>
      <w:r w:rsidR="00901E76">
        <w:t>l</w:t>
      </w:r>
      <w:proofErr w:type="spellEnd"/>
      <w:r w:rsidR="00901E76">
        <w:t>. č. 227/2024 Sb., o rozsahu a obsahu projektové dokumentace staveb dopravní infrastruktury, ve znění pozdějších předpisů</w:t>
      </w:r>
      <w:r>
        <w:t xml:space="preserve">.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146EA102"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CF4714">
        <w:t>písm. a), b)</w:t>
      </w:r>
      <w:r w:rsidR="004134FC">
        <w:t xml:space="preserve"> </w:t>
      </w:r>
      <w:r w:rsidRPr="00CF4714">
        <w:t>(dále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51F9A522" w14:textId="462C5EB9" w:rsidR="00392730" w:rsidRPr="00A42238" w:rsidRDefault="00392730" w:rsidP="00C97246">
      <w:pPr>
        <w:pStyle w:val="Odstavec1-1a"/>
        <w:numPr>
          <w:ilvl w:val="0"/>
          <w:numId w:val="14"/>
        </w:numPr>
      </w:pPr>
      <w:r w:rsidRPr="00A42238">
        <w:t xml:space="preserve">zpracování dokumentace ve stupni </w:t>
      </w:r>
      <w:r w:rsidR="00794DDD" w:rsidRPr="00A42238">
        <w:t xml:space="preserve">DPS+PDPS </w:t>
      </w:r>
      <w:r w:rsidRPr="00A42238">
        <w:t xml:space="preserve">nebo DSP+PDPS </w:t>
      </w:r>
      <w:r w:rsidR="00103A92" w:rsidRPr="00A42238">
        <w:t xml:space="preserve">nebo DUSP+PDPS </w:t>
      </w:r>
      <w:r w:rsidR="007D38E4" w:rsidRPr="00A42238">
        <w:t xml:space="preserve">nebo DUR+DSP+PDPS </w:t>
      </w:r>
      <w:bookmarkStart w:id="16" w:name="_Hlk187066744"/>
      <w:r w:rsidRPr="00A42238">
        <w:t>pro rekonstrukci</w:t>
      </w:r>
      <w:r w:rsidR="00A47DE5" w:rsidRPr="00A42238">
        <w:t>,</w:t>
      </w:r>
      <w:r w:rsidRPr="00A42238">
        <w:t xml:space="preserve"> novostavbu </w:t>
      </w:r>
      <w:r w:rsidR="00A47DE5" w:rsidRPr="00A42238">
        <w:t xml:space="preserve">nebo opravu </w:t>
      </w:r>
      <w:r w:rsidR="004C3A84" w:rsidRPr="00A42238">
        <w:t xml:space="preserve">pozemní stavby </w:t>
      </w:r>
      <w:bookmarkEnd w:id="16"/>
      <w:r w:rsidR="004C3A84" w:rsidRPr="00A42238">
        <w:t xml:space="preserve">ve smyslu </w:t>
      </w:r>
      <w:proofErr w:type="spellStart"/>
      <w:r w:rsidR="004C3A84" w:rsidRPr="00A42238">
        <w:t>ust</w:t>
      </w:r>
      <w:proofErr w:type="spellEnd"/>
      <w:r w:rsidR="004C3A84" w:rsidRPr="00A42238">
        <w:t>. § 5 odst. 3 písm. a) zákona č. 360/1992 Sb., o výkonu povolání autorizovaných architektů a o výkonu povolání autorizovaných inženýrů a techniků činných ve výstavbě, a to s výjimkou budov pro bydlení, budov a hal pro výrobu a staveb pro zemědělství, skladování a staveb průmyslových</w:t>
      </w:r>
      <w:r w:rsidR="00642383">
        <w:t xml:space="preserve"> vč. </w:t>
      </w:r>
      <w:r w:rsidR="00642383" w:rsidRPr="00A42238">
        <w:t>zpracování zajištění vydání alespoň nepravomocného stavebního povolení nebo společného povolení, kterým se stavba umisťuje a povoluje, nebo povolení záměru, včetně zpracování agendy majetkoprávního vypořádání</w:t>
      </w:r>
      <w:r w:rsidR="00635616">
        <w:t>;</w:t>
      </w:r>
    </w:p>
    <w:p w14:paraId="0BC1E87A" w14:textId="233E528D" w:rsidR="002B73C7" w:rsidRPr="00A42238" w:rsidRDefault="002B73C7" w:rsidP="00D13EF9">
      <w:pPr>
        <w:pStyle w:val="Odstavecseseznamem"/>
        <w:numPr>
          <w:ilvl w:val="0"/>
          <w:numId w:val="14"/>
        </w:numPr>
        <w:jc w:val="both"/>
      </w:pPr>
      <w:r w:rsidRPr="00A42238">
        <w:t xml:space="preserve">zpracování projektové dokumentace ve </w:t>
      </w:r>
      <w:r w:rsidR="00361902" w:rsidRPr="00A42238">
        <w:t xml:space="preserve">stupni DPS+PDPS nebo DSP+PDPS nebo DUSP+PDPS nebo DUR+DSP+PDPS </w:t>
      </w:r>
      <w:r w:rsidR="00784BC3">
        <w:t>pro rekonstrukci nebo opravu</w:t>
      </w:r>
      <w:r w:rsidR="00D02D5E">
        <w:t xml:space="preserve"> </w:t>
      </w:r>
      <w:r w:rsidR="00950DB6">
        <w:t>památkově chráněného objektu</w:t>
      </w:r>
      <w:r w:rsidR="000975F9">
        <w:t xml:space="preserve"> vč. </w:t>
      </w:r>
      <w:r w:rsidR="000975F9" w:rsidRPr="00A42238">
        <w:t>zpracování zajištění vydání alespoň nepravomocného stavebního povolení nebo společného povolení, kterým se stavba umisťuje a povoluje, nebo povolení záměru, včetně zpracování agendy majetkoprávního vypořádání</w:t>
      </w:r>
      <w:r w:rsidRPr="00A42238">
        <w:t>.</w:t>
      </w:r>
    </w:p>
    <w:p w14:paraId="252247DF" w14:textId="7AF90089" w:rsidR="00392730" w:rsidRDefault="00F3720B" w:rsidP="00F3720B">
      <w:pPr>
        <w:pStyle w:val="Textbezslovn"/>
        <w:rPr>
          <w:b/>
        </w:rPr>
      </w:pPr>
      <w:r w:rsidRPr="00F3720B">
        <w:rPr>
          <w:b/>
        </w:rPr>
        <w:t xml:space="preserve">Činnost uvedená pod písm. </w:t>
      </w:r>
      <w:r>
        <w:rPr>
          <w:b/>
        </w:rPr>
        <w:t>a</w:t>
      </w:r>
      <w:r w:rsidRPr="00F3720B">
        <w:rPr>
          <w:b/>
        </w:rPr>
        <w:t>)</w:t>
      </w:r>
      <w:r>
        <w:rPr>
          <w:b/>
        </w:rPr>
        <w:t xml:space="preserve"> </w:t>
      </w:r>
      <w:r w:rsidR="00392730" w:rsidRPr="00347EFC">
        <w:rPr>
          <w:b/>
        </w:rPr>
        <w:t>výše</w:t>
      </w:r>
      <w:r w:rsidR="00392730" w:rsidRPr="00347EFC">
        <w:t xml:space="preserve"> </w:t>
      </w:r>
      <w:r w:rsidR="00392730" w:rsidRPr="00347EFC">
        <w:rPr>
          <w:b/>
        </w:rPr>
        <w:t>musí být doložena alespoň ve dvou referenčních zakázkách (významných službách).</w:t>
      </w:r>
    </w:p>
    <w:p w14:paraId="53773364" w14:textId="014E2A48" w:rsidR="00C7134A" w:rsidRPr="00347EFC" w:rsidRDefault="00C7134A" w:rsidP="00392730">
      <w:pPr>
        <w:pStyle w:val="Textbezslovn"/>
      </w:pPr>
      <w:r w:rsidRPr="00B25660">
        <w:rPr>
          <w:b/>
        </w:rPr>
        <w:t xml:space="preserve">Činnost uvedená pod písm. </w:t>
      </w:r>
      <w:r w:rsidR="00F3720B">
        <w:rPr>
          <w:b/>
        </w:rPr>
        <w:t>b</w:t>
      </w:r>
      <w:r w:rsidRPr="00B25660">
        <w:rPr>
          <w:b/>
        </w:rPr>
        <w:t>), musí být doložena alespoň v jedné referenční zakázce (významné službě)</w:t>
      </w:r>
      <w:r w:rsidR="0069618C">
        <w:rPr>
          <w:b/>
        </w:rPr>
        <w:t xml:space="preserve"> </w:t>
      </w:r>
      <w:r w:rsidR="0069618C">
        <w:rPr>
          <w:rFonts w:cs="Arial"/>
        </w:rPr>
        <w:t>a zároveň</w:t>
      </w:r>
      <w:r w:rsidR="0069618C" w:rsidRPr="00B25660">
        <w:rPr>
          <w:rFonts w:cs="Arial"/>
        </w:rPr>
        <w:t xml:space="preserve"> alespoň jedna významná služba pod písm. </w:t>
      </w:r>
      <w:r w:rsidR="00966B5A">
        <w:rPr>
          <w:rFonts w:cs="Arial"/>
          <w:b/>
        </w:rPr>
        <w:t>b</w:t>
      </w:r>
      <w:r w:rsidR="0069618C" w:rsidRPr="00B25660">
        <w:rPr>
          <w:rFonts w:cs="Arial"/>
          <w:b/>
        </w:rPr>
        <w:t xml:space="preserve">) </w:t>
      </w:r>
      <w:r w:rsidR="0069618C" w:rsidRPr="00B25660">
        <w:rPr>
          <w:rFonts w:cs="Arial"/>
        </w:rPr>
        <w:t xml:space="preserve">za posledních </w:t>
      </w:r>
      <w:r w:rsidR="00C60560">
        <w:rPr>
          <w:rFonts w:cs="Arial"/>
        </w:rPr>
        <w:t>10</w:t>
      </w:r>
      <w:r w:rsidR="0069618C" w:rsidRPr="00B25660">
        <w:rPr>
          <w:rFonts w:cs="Arial"/>
        </w:rPr>
        <w:t xml:space="preserve"> let před zahájením zadávacího řízení, kterou dodavatel poskytl, musí dosahovat ceny nejméně</w:t>
      </w:r>
      <w:r w:rsidR="0069618C" w:rsidRPr="00B25660">
        <w:rPr>
          <w:rFonts w:cs="Arial"/>
          <w:b/>
        </w:rPr>
        <w:t xml:space="preserve"> </w:t>
      </w:r>
      <w:r w:rsidR="0069618C">
        <w:rPr>
          <w:rFonts w:cs="Arial"/>
          <w:b/>
        </w:rPr>
        <w:t>8,5 mil.</w:t>
      </w:r>
      <w:r w:rsidR="0069618C" w:rsidRPr="00B25660">
        <w:rPr>
          <w:rFonts w:cs="Arial"/>
          <w:b/>
        </w:rPr>
        <w:t xml:space="preserve"> Kč bez DPH</w:t>
      </w:r>
      <w:r>
        <w:rPr>
          <w:b/>
        </w:rPr>
        <w:t>.</w:t>
      </w:r>
    </w:p>
    <w:p w14:paraId="435B6A10" w14:textId="2F496F00" w:rsidR="00392730" w:rsidRDefault="00392730" w:rsidP="00334761">
      <w:pPr>
        <w:pStyle w:val="Textbezslovn"/>
      </w:pPr>
      <w:r w:rsidRPr="00347EFC">
        <w:t>Parametry, resp. požadavky na obsahovou náplň činností, uvedené výše pod písm. a), b), lze splnit všechny současně v rámci jedné referenční zakázky (významné služby), ale připouští se i splnění požadavků dle písm. a), b)</w:t>
      </w:r>
      <w:r w:rsidR="00B71668" w:rsidRPr="00347EFC">
        <w:t xml:space="preserve"> </w:t>
      </w:r>
      <w:r w:rsidRPr="00347EFC">
        <w:t>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 služeb).</w:t>
      </w:r>
    </w:p>
    <w:p w14:paraId="2500CE3E" w14:textId="18470C0A" w:rsidR="00392730" w:rsidRDefault="00392730" w:rsidP="00392730">
      <w:pPr>
        <w:pStyle w:val="Textbezslovn"/>
      </w:pPr>
      <w:r>
        <w:t xml:space="preserve">Celkový součet </w:t>
      </w:r>
      <w:r w:rsidR="00656A03">
        <w:t xml:space="preserve">hodnot </w:t>
      </w:r>
      <w:r>
        <w:t xml:space="preserve">významných služeb za posledních </w:t>
      </w:r>
      <w:r w:rsidR="00347666">
        <w:t>10</w:t>
      </w:r>
      <w:r>
        <w:t xml:space="preserve"> let před zahájením zadávacího řízení, které dodavatel poskytl, musí dosahovat v souhrnu, včetně </w:t>
      </w:r>
      <w:r>
        <w:lastRenderedPageBreak/>
        <w:t xml:space="preserve">případných poddodávek, minimálně </w:t>
      </w:r>
      <w:r w:rsidR="00E3481E" w:rsidRPr="00E3481E">
        <w:rPr>
          <w:b/>
          <w:bCs/>
        </w:rPr>
        <w:t>29 mil.</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794DDD">
        <w:t xml:space="preserve">DPS+PDPS nebo </w:t>
      </w:r>
      <w:r w:rsidR="00B067E0">
        <w:t xml:space="preserve">DSP+PDPS nebo DUSP+PDPS </w:t>
      </w:r>
      <w:r w:rsidR="007D38E4">
        <w:t xml:space="preserve">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AB7090">
        <w:t xml:space="preserve">DPS+PDPS nebo </w:t>
      </w:r>
      <w:r w:rsidR="00B067E0">
        <w:t>DSP+PDPS nebo DUSP+PDPS</w:t>
      </w:r>
      <w:r w:rsidR="007D38E4" w:rsidRPr="007D38E4">
        <w:t xml:space="preserve"> </w:t>
      </w:r>
      <w:r w:rsidR="007D38E4">
        <w:t>nebo DUR+DSP+PDPS</w:t>
      </w:r>
      <w:r w:rsidR="00B067E0">
        <w:t xml:space="preserve">). </w:t>
      </w:r>
    </w:p>
    <w:p w14:paraId="6269E3CC" w14:textId="6AC26900"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02939F2D" w14:textId="3FD74756" w:rsidR="00656A03" w:rsidRDefault="00656A03" w:rsidP="009968AD">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4C18C8">
        <w:t xml:space="preserve">č. 586/1992 Sb., </w:t>
      </w:r>
      <w:r w:rsidRPr="000045F9">
        <w:t>o daních z</w:t>
      </w:r>
      <w:r w:rsidR="004C18C8">
        <w:t> </w:t>
      </w:r>
      <w:r w:rsidRPr="000045F9">
        <w:t>příjmů</w:t>
      </w:r>
      <w:r w:rsidR="004C18C8">
        <w:t>, ve znění pozdějších předpisů (dále jen „</w:t>
      </w:r>
      <w:r w:rsidR="004C18C8">
        <w:rPr>
          <w:bCs/>
        </w:rPr>
        <w:t>zákon o daních z příjmů</w:t>
      </w:r>
      <w:r w:rsidR="004C18C8">
        <w:t>“)</w:t>
      </w:r>
      <w:r w:rsidRPr="000045F9">
        <w:t xml:space="preserve">. Zároveň se nejedná o změnu dokončené stavby ve smyslu </w:t>
      </w:r>
      <w:r w:rsidR="00CC0ADA">
        <w:t xml:space="preserve">starého </w:t>
      </w:r>
      <w:r w:rsidRPr="000045F9">
        <w:t>stavebního zákona</w:t>
      </w:r>
      <w:r w:rsidR="00CC0ADA">
        <w:t xml:space="preserve"> nebo § 6 odst. 1 nového stavebního zákona</w:t>
      </w:r>
      <w:r w:rsidRPr="000045F9">
        <w:t xml:space="preserve">. </w:t>
      </w:r>
    </w:p>
    <w:p w14:paraId="71DCC289" w14:textId="40D88768" w:rsidR="00B104FA"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009968AD" w:rsidRPr="000045F9">
        <w:t xml:space="preserve">stavebního zákona </w:t>
      </w:r>
      <w:r w:rsidR="00CC0ADA">
        <w:t>nebo § 6 odst. 1 nového stavebního zákona</w:t>
      </w:r>
      <w:r w:rsidR="00CC0ADA" w:rsidRPr="000045F9">
        <w:t xml:space="preserve"> </w:t>
      </w:r>
      <w:r w:rsidR="009968AD" w:rsidRPr="000045F9">
        <w:t xml:space="preserve">ani o technické zhodnocení dle zákona o daních z příjmů. </w:t>
      </w:r>
    </w:p>
    <w:p w14:paraId="7CDFB7E4" w14:textId="7DD4AE6A" w:rsidR="009968AD" w:rsidRDefault="004E1C55" w:rsidP="00B34E7F">
      <w:pPr>
        <w:pStyle w:val="Textbezslovn"/>
      </w:pPr>
      <w:r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68DF318A" w14:textId="5512F207"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E5BA481" w14:textId="17446719" w:rsidR="0008255D" w:rsidRDefault="0008255D" w:rsidP="0008255D">
      <w:pPr>
        <w:spacing w:after="120"/>
        <w:ind w:left="737"/>
        <w:jc w:val="both"/>
      </w:pPr>
      <w:r w:rsidRPr="002C5154">
        <w:t xml:space="preserve">Pokud tyto Pokyny zmiňují „památkově chráněný objekt“ rozumí se tím nemovitá kulturní památka či nemovitá národní kulturní památka zapsaná do Ústředního seznamu kulturních památek České republiky podle </w:t>
      </w:r>
      <w:proofErr w:type="spellStart"/>
      <w:r w:rsidRPr="002C5154">
        <w:t>ust</w:t>
      </w:r>
      <w:proofErr w:type="spellEnd"/>
      <w:r w:rsidRPr="002C5154">
        <w:t>. § 7 odst. 1 zákona č. 20/1987 Sb., o státní památkové péči, ve znění pozdějších předpisů. Dále se tím rozumí nemovitý objekt v jiném členském státě Evropské unie, Evropského hospodářského prostoru nebo Švýcarské konfederaci, který v tomto státě požívá obdobný stupeň památkové ochrany podle tamních právních předpisů.</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32885C3B" w:rsidR="00392730" w:rsidRDefault="00392730" w:rsidP="00392730">
      <w:pPr>
        <w:pStyle w:val="Textbezslovn"/>
      </w:pPr>
      <w:r>
        <w:lastRenderedPageBreak/>
        <w:t xml:space="preserve">Doba </w:t>
      </w:r>
      <w:r w:rsidR="00347666">
        <w:t>10</w:t>
      </w:r>
      <w:r>
        <w:t xml:space="preserve">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w:t>
      </w:r>
      <w:r w:rsidR="00347666">
        <w:t>10</w:t>
      </w:r>
      <w:r>
        <w:t xml:space="preserve">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w:t>
      </w:r>
      <w:r w:rsidR="00D8114B">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DPS+PDPS </w:t>
      </w:r>
      <w:r>
        <w:t xml:space="preserve">nebo DSP+PDPS </w:t>
      </w:r>
      <w:r w:rsidR="00103A92">
        <w:t xml:space="preserve">nebo DUSP+PDPS </w:t>
      </w:r>
      <w:r w:rsidR="007D38E4">
        <w:t xml:space="preserve">nebo DUR+DSP+PDPS </w:t>
      </w:r>
      <w:r>
        <w:t xml:space="preserve">pro </w:t>
      </w:r>
      <w:r w:rsidR="002B67CB">
        <w:t>pozemní stavby</w:t>
      </w:r>
      <w:r>
        <w:t>)</w:t>
      </w:r>
      <w:r w:rsidR="00935206">
        <w:t xml:space="preserve"> s tím, že zakázka jako celek (tj. ohledně dalších činností, např. dozoru</w:t>
      </w:r>
      <w:r w:rsidR="00D8114B">
        <w:t xml:space="preserve"> projektanta</w:t>
      </w:r>
      <w:r w:rsidR="00935206">
        <w:t xml:space="preserve"> při realizaci stavby) dokončena není; zároveň však platí, že nestačí (tj. nepovažuje se za plnění dokončené v požadované době), pokud je v posledních </w:t>
      </w:r>
      <w:r w:rsidR="00347666">
        <w:t>10</w:t>
      </w:r>
      <w:r w:rsidR="00935206">
        <w:t xml:space="preserve"> letech dokončena zakázka rozsáhlejšího plnění jako celek (např. dokončen dozor</w:t>
      </w:r>
      <w:r w:rsidR="00D8114B">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 xml:space="preserve">projektové dokumentace) bylo dokončeno dříve než před </w:t>
      </w:r>
      <w:r w:rsidR="00347666">
        <w:t>10</w:t>
      </w:r>
      <w:r w:rsidR="00935206">
        <w:t xml:space="preserve"> lety</w:t>
      </w:r>
      <w:r>
        <w:t xml:space="preserve">. Je-li referenční zakázka součástí rozsáhlejšího plnění pro téhož dodavatele (např. zpracování i </w:t>
      </w:r>
      <w:r w:rsidR="00A47DE5">
        <w:t xml:space="preserve">jiných </w:t>
      </w:r>
      <w:r>
        <w:t xml:space="preserve">stupňů </w:t>
      </w:r>
      <w:r w:rsidR="00A47DE5">
        <w:t>předprojektové přípravy,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52C944AF"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rsidR="00CB14C7">
        <w:t>, zpracování nákladů stavby, zpracování v režimu BIM</w:t>
      </w:r>
      <w:r w:rsidR="00194E9F">
        <w:t>;</w:t>
      </w:r>
    </w:p>
    <w:p w14:paraId="41351DED" w14:textId="772832E5"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DPS+PDPS </w:t>
      </w:r>
      <w:r>
        <w:t xml:space="preserve">nebo DSP+PDPS </w:t>
      </w:r>
      <w:r w:rsidR="00103A92">
        <w:t xml:space="preserve">nebo DUSP+PDPS </w:t>
      </w:r>
      <w:r w:rsidR="000E5DB6">
        <w:t xml:space="preserve">nebo DUR+DSP+PDPS </w:t>
      </w:r>
      <w:r>
        <w:t xml:space="preserve">považuje za dokončenou </w:t>
      </w:r>
      <w:r w:rsidR="00593FAE">
        <w:t xml:space="preserve">definitivním </w:t>
      </w:r>
      <w:r>
        <w:t xml:space="preserve">předáním </w:t>
      </w:r>
      <w:r w:rsidR="00944DDB" w:rsidRPr="00944DDB">
        <w:t xml:space="preserve">DPS+PDPS </w:t>
      </w:r>
      <w:r>
        <w:t xml:space="preserve">nebo DSP+PDPS nebo </w:t>
      </w:r>
      <w:r w:rsidR="00103A92">
        <w:t>DUSP+PDPS</w:t>
      </w:r>
      <w:r w:rsidR="000E5DB6">
        <w:t xml:space="preserve">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rsidR="00332B91">
        <w:t xml:space="preserve"> vč. </w:t>
      </w:r>
      <w:r>
        <w:t xml:space="preserve">případného podání žádosti o </w:t>
      </w:r>
      <w:r w:rsidR="00043B79" w:rsidRPr="006A070D">
        <w:t>územní rozhodnutí, územní souhlas</w:t>
      </w:r>
      <w:r w:rsidR="00043B79">
        <w:t xml:space="preserve">, </w:t>
      </w:r>
      <w:r>
        <w:t>stavební povolení</w:t>
      </w:r>
      <w:r w:rsidR="00043B79">
        <w:t>,</w:t>
      </w:r>
      <w:r>
        <w:t xml:space="preserve"> společné povolení</w:t>
      </w:r>
      <w:r w:rsidR="00414173">
        <w:t xml:space="preserve"> nebo povolení</w:t>
      </w:r>
      <w:r w:rsidR="00F51311">
        <w:t xml:space="preserve"> </w:t>
      </w:r>
      <w:r w:rsidR="00DA5362">
        <w:t xml:space="preserve">záměru (povolení </w:t>
      </w:r>
      <w:r w:rsidR="00F51311">
        <w:t>stavby</w:t>
      </w:r>
      <w:r w:rsidR="00DA5362">
        <w:t>)</w:t>
      </w:r>
      <w:r>
        <w:t xml:space="preserve">, je-li součástí plnění zakázky.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C97246">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C97246">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 xml:space="preserve">Pokud se jiná osoba, prostřednictvím které účastník prokazuje část kvalifikace dle § 83 ZZVZ, v rámci prokazování poskytnutí významných služeb prokáže stejnou referenční </w:t>
      </w:r>
      <w:r>
        <w:lastRenderedPageBreak/>
        <w:t>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3A9611F5" w:rsidR="009E1AEE" w:rsidRDefault="009E1AEE" w:rsidP="009E1AEE">
      <w:pPr>
        <w:pStyle w:val="Textbezslovn"/>
      </w:pPr>
      <w:r>
        <w:t>Zadavatel požaduje předložení seznamu odborného personálu dodavatele. Pro každou osobu odborného personálu v níže uvedené funkci</w:t>
      </w:r>
      <w:r w:rsidR="001567C4">
        <w:t xml:space="preserve"> </w:t>
      </w:r>
      <w:r>
        <w:t>může být za účelem splnění kvalifikace doložena pouze jedna osoba. Jednotlivé požadavky na kvalifikační kritéria u každé jednotlivé funkce</w:t>
      </w:r>
      <w:r w:rsidR="001567C4">
        <w:t xml:space="preserve"> </w:t>
      </w:r>
      <w:r>
        <w:t>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10C50A99" w:rsidR="009E1AEE" w:rsidRPr="005B306B" w:rsidRDefault="00817A33" w:rsidP="001B3571">
      <w:pPr>
        <w:pStyle w:val="Odstavec1-1a"/>
        <w:numPr>
          <w:ilvl w:val="0"/>
          <w:numId w:val="11"/>
        </w:numPr>
        <w:rPr>
          <w:b/>
        </w:rPr>
      </w:pPr>
      <w:r w:rsidRPr="005B306B">
        <w:rPr>
          <w:b/>
        </w:rPr>
        <w:t>hlavní projektant</w:t>
      </w:r>
      <w:r w:rsidR="003804E2" w:rsidRPr="005B306B">
        <w:rPr>
          <w:b/>
        </w:rPr>
        <w:t xml:space="preserve"> (HIP)</w:t>
      </w:r>
      <w:r w:rsidR="009E1AEE" w:rsidRPr="005B306B">
        <w:rPr>
          <w:b/>
        </w:rPr>
        <w:t xml:space="preserve"> </w:t>
      </w:r>
    </w:p>
    <w:p w14:paraId="640DC132" w14:textId="6CFA0FE5" w:rsidR="009E1AEE" w:rsidRPr="007D74B0" w:rsidRDefault="009E1AEE" w:rsidP="009E1AEE">
      <w:pPr>
        <w:pStyle w:val="Odrka1-2-"/>
      </w:pPr>
      <w:r w:rsidRPr="007D74B0">
        <w:t xml:space="preserve">nejméně 5 let praxe v projektování </w:t>
      </w:r>
      <w:r w:rsidR="00D837C3" w:rsidRPr="007D74B0">
        <w:t>obdobných zakázek (</w:t>
      </w:r>
      <w:r w:rsidR="00871801" w:rsidRPr="007D74B0">
        <w:t>pozemní stav</w:t>
      </w:r>
      <w:r w:rsidR="00D837C3" w:rsidRPr="007D74B0">
        <w:t>by)</w:t>
      </w:r>
      <w:r w:rsidRPr="007D74B0">
        <w:t xml:space="preserve">; </w:t>
      </w:r>
    </w:p>
    <w:p w14:paraId="7EB977EC" w14:textId="4F17A9EA" w:rsidR="009E1AEE" w:rsidRPr="007D74B0" w:rsidRDefault="009E1AEE" w:rsidP="009E1AEE">
      <w:pPr>
        <w:pStyle w:val="Odrka1-2-"/>
      </w:pPr>
      <w:r w:rsidRPr="007D74B0">
        <w:t xml:space="preserve">autorizace v rozsahu dle § 5 odst. 3 písm. </w:t>
      </w:r>
      <w:r w:rsidR="00EA436F" w:rsidRPr="007D74B0">
        <w:t>a</w:t>
      </w:r>
      <w:r w:rsidRPr="007D74B0">
        <w:t xml:space="preserve">) zák. č. 360/1992 Sb., o výkonu povolání autorizovaných architektů a o výkonu povolání autorizovaných inženýrů a techniků činných ve výstavbě, ve znění pozdějších předpisů (dále jen „autorizační zákon“), tedy pro </w:t>
      </w:r>
      <w:r w:rsidR="00EA436F" w:rsidRPr="007D74B0">
        <w:t>pozemní</w:t>
      </w:r>
      <w:r w:rsidR="00E04992" w:rsidRPr="007D74B0">
        <w:t xml:space="preserve"> stav</w:t>
      </w:r>
      <w:r w:rsidR="00EA436F" w:rsidRPr="007D74B0">
        <w:t>by</w:t>
      </w:r>
      <w:r w:rsidRPr="007D74B0">
        <w:t xml:space="preserve">; </w:t>
      </w:r>
    </w:p>
    <w:p w14:paraId="2C3A93FE" w14:textId="3DD4C6D8" w:rsidR="009E1AEE" w:rsidRPr="007D74B0" w:rsidRDefault="009E1AEE" w:rsidP="00AF5E95">
      <w:pPr>
        <w:pStyle w:val="Odrka1-2-"/>
      </w:pPr>
      <w:r w:rsidRPr="007D74B0">
        <w:t>prokázat zkušenost s plněním alespoň</w:t>
      </w:r>
      <w:r w:rsidR="00A16220" w:rsidRPr="007D74B0">
        <w:t xml:space="preserve"> </w:t>
      </w:r>
      <w:r w:rsidR="007A6474" w:rsidRPr="007D74B0">
        <w:t>jedné zakázky</w:t>
      </w:r>
      <w:r w:rsidRPr="007D74B0">
        <w:t xml:space="preserve"> na projektové práce </w:t>
      </w:r>
      <w:r w:rsidR="000E1758" w:rsidRPr="007D74B0">
        <w:t xml:space="preserve">spočívající ve zpracování dokumentace </w:t>
      </w:r>
      <w:r w:rsidRPr="007D74B0">
        <w:t xml:space="preserve">pro </w:t>
      </w:r>
      <w:r w:rsidR="005F0998" w:rsidRPr="007D74B0">
        <w:t>pozemní stavby</w:t>
      </w:r>
      <w:r w:rsidRPr="007D74B0">
        <w:t xml:space="preserve"> </w:t>
      </w:r>
      <w:r w:rsidR="00513B8A">
        <w:t xml:space="preserve">na </w:t>
      </w:r>
      <w:r w:rsidR="00513B8A" w:rsidRPr="00513B8A">
        <w:t xml:space="preserve">rekonstrukci nebo opravu památkově chráněného objektu </w:t>
      </w:r>
      <w:r w:rsidRPr="007D74B0">
        <w:t xml:space="preserve">ve stupni </w:t>
      </w:r>
      <w:r w:rsidR="00AF5E95" w:rsidRPr="007D74B0">
        <w:t xml:space="preserve">DPS+PDPS nebo </w:t>
      </w:r>
      <w:r w:rsidRPr="007D74B0">
        <w:t xml:space="preserve">DSP+PDPS nebo </w:t>
      </w:r>
      <w:r w:rsidR="00103A92" w:rsidRPr="007D74B0">
        <w:t xml:space="preserve">DUSP+PDPS </w:t>
      </w:r>
      <w:r w:rsidR="000E5DB6" w:rsidRPr="007D74B0">
        <w:t xml:space="preserve">nebo DUR+DSP+PDPS </w:t>
      </w:r>
      <w:r w:rsidRPr="007D74B0">
        <w:t>ve funkci vedoucího týmu</w:t>
      </w:r>
      <w:r w:rsidR="00D148BC" w:rsidRPr="007D74B0">
        <w:t xml:space="preserve"> </w:t>
      </w:r>
      <w:r w:rsidR="005E49D0" w:rsidRPr="007D74B0">
        <w:t>nebo zástupce vedoucího týmu</w:t>
      </w:r>
      <w:r w:rsidRPr="007D74B0">
        <w:t xml:space="preserve">, přičemž </w:t>
      </w:r>
      <w:r w:rsidR="00332F74" w:rsidRPr="007D74B0">
        <w:t xml:space="preserve">hodnota zakázky </w:t>
      </w:r>
      <w:r w:rsidR="00332F74" w:rsidRPr="007D74B0">
        <w:rPr>
          <w:rFonts w:cs="Arial"/>
          <w:bCs/>
        </w:rPr>
        <w:t xml:space="preserve">musí činit nejméně </w:t>
      </w:r>
      <w:r w:rsidR="0087202E" w:rsidRPr="007D74B0">
        <w:rPr>
          <w:rFonts w:cs="Arial"/>
          <w:b/>
        </w:rPr>
        <w:t>8,5</w:t>
      </w:r>
      <w:r w:rsidR="00332F74" w:rsidRPr="007D74B0">
        <w:rPr>
          <w:rFonts w:cs="Arial"/>
          <w:bCs/>
        </w:rPr>
        <w:t xml:space="preserve"> </w:t>
      </w:r>
      <w:r w:rsidR="00332F74" w:rsidRPr="007D74B0">
        <w:rPr>
          <w:rFonts w:cs="Arial"/>
          <w:b/>
          <w:bCs/>
        </w:rPr>
        <w:t>mil. Kč</w:t>
      </w:r>
      <w:r w:rsidR="00332F74" w:rsidRPr="007D74B0">
        <w:rPr>
          <w:rFonts w:cs="Arial"/>
          <w:bCs/>
        </w:rPr>
        <w:t xml:space="preserve"> bez DPH</w:t>
      </w:r>
      <w:r w:rsidR="00332F74" w:rsidRPr="007D74B0">
        <w:t xml:space="preserve"> a </w:t>
      </w:r>
      <w:r w:rsidRPr="007D74B0">
        <w:t xml:space="preserve">musí </w:t>
      </w:r>
      <w:r w:rsidR="00332F74" w:rsidRPr="007D74B0">
        <w:t xml:space="preserve">se </w:t>
      </w:r>
      <w:r w:rsidRPr="007D74B0">
        <w:t>jednat o zakázk</w:t>
      </w:r>
      <w:r w:rsidR="00332F74" w:rsidRPr="007D74B0">
        <w:t>u</w:t>
      </w:r>
      <w:r w:rsidRPr="007D74B0">
        <w:t xml:space="preserve"> dokončen</w:t>
      </w:r>
      <w:r w:rsidR="00332F74" w:rsidRPr="007D74B0">
        <w:t>ou</w:t>
      </w:r>
      <w:r w:rsidRPr="007D74B0">
        <w:t>, avšak zadavatel nestanoví maximální lhůtu, ve které musel</w:t>
      </w:r>
      <w:r w:rsidR="00332F74" w:rsidRPr="007D74B0">
        <w:t>a</w:t>
      </w:r>
      <w:r w:rsidRPr="007D74B0">
        <w:t xml:space="preserve"> být zakázk</w:t>
      </w:r>
      <w:r w:rsidR="00332F74" w:rsidRPr="007D74B0">
        <w:t>a</w:t>
      </w:r>
      <w:r w:rsidRPr="007D74B0">
        <w:t xml:space="preserve"> dokončen</w:t>
      </w:r>
      <w:r w:rsidR="00332F74" w:rsidRPr="007D74B0">
        <w:t>a</w:t>
      </w:r>
      <w:r w:rsidRPr="007D74B0">
        <w:t>; pokud byla referovaná činnost součástí rozsáhlejšího plnění pro objednatele služby (např. kromě zpracování projektové dokumentace měl dodavatel vykonávat i dozor</w:t>
      </w:r>
      <w:r w:rsidR="007D3F64" w:rsidRPr="007D74B0">
        <w:t xml:space="preserve"> projektanta</w:t>
      </w:r>
      <w:r w:rsidRPr="007D74B0">
        <w:t>) postačí, pokud je dokončeno plněn</w:t>
      </w:r>
      <w:r w:rsidR="00355D2A" w:rsidRPr="007D74B0">
        <w:t>í</w:t>
      </w:r>
      <w:r w:rsidR="0033063F" w:rsidRPr="007D74B0">
        <w:t xml:space="preserve"> odpovídající </w:t>
      </w:r>
      <w:r w:rsidR="00857BAC" w:rsidRPr="007D74B0">
        <w:t xml:space="preserve">zadavatelem stanovené </w:t>
      </w:r>
      <w:r w:rsidR="0033063F" w:rsidRPr="007D74B0">
        <w:t>definici požadované zkušenosti</w:t>
      </w:r>
      <w:r w:rsidR="00355D2A" w:rsidRPr="007D74B0">
        <w:t>;</w:t>
      </w:r>
      <w:r w:rsidRPr="007D74B0">
        <w:t xml:space="preserve">  </w:t>
      </w:r>
    </w:p>
    <w:p w14:paraId="0AF61FD6" w14:textId="77777777" w:rsidR="005E49D0" w:rsidRPr="007D74B0" w:rsidRDefault="005E49D0" w:rsidP="001B3571">
      <w:pPr>
        <w:pStyle w:val="Odstavec1-1a"/>
        <w:numPr>
          <w:ilvl w:val="0"/>
          <w:numId w:val="11"/>
        </w:numPr>
        <w:rPr>
          <w:b/>
        </w:rPr>
      </w:pPr>
      <w:r w:rsidRPr="007D74B0">
        <w:rPr>
          <w:b/>
        </w:rPr>
        <w:t xml:space="preserve">zástupce hlavního projektanta  </w:t>
      </w:r>
    </w:p>
    <w:p w14:paraId="1F2FFABC" w14:textId="042C676F" w:rsidR="005E49D0" w:rsidRPr="007D74B0" w:rsidRDefault="00D837C3" w:rsidP="005E49D0">
      <w:pPr>
        <w:pStyle w:val="Odrka1-2-"/>
      </w:pPr>
      <w:r w:rsidRPr="007D74B0">
        <w:t>nejméně 5 let praxe v projektování v oboru své specializace (pozemní stavby)</w:t>
      </w:r>
      <w:r w:rsidR="005E49D0" w:rsidRPr="007D74B0">
        <w:t xml:space="preserve">; </w:t>
      </w:r>
    </w:p>
    <w:p w14:paraId="6B35904C" w14:textId="40EC13AE" w:rsidR="005E49D0" w:rsidRPr="0003035A" w:rsidRDefault="00C97688" w:rsidP="005E49D0">
      <w:pPr>
        <w:pStyle w:val="Odrka1-2-"/>
        <w:rPr>
          <w:b/>
        </w:rPr>
      </w:pPr>
      <w:r w:rsidRPr="007D74B0">
        <w:t>autorizace v rozsahu dle § 5 odst. 3 písm. a) autorizačního zákona, tedy pro pozemní stavby</w:t>
      </w:r>
      <w:r w:rsidR="005E49D0" w:rsidRPr="007D74B0">
        <w:t>;</w:t>
      </w:r>
    </w:p>
    <w:p w14:paraId="5E46A81D" w14:textId="2390B46F" w:rsidR="008F5F29" w:rsidRPr="007D74B0" w:rsidRDefault="008F5F29" w:rsidP="005E49D0">
      <w:pPr>
        <w:pStyle w:val="Odrka1-2-"/>
        <w:rPr>
          <w:b/>
        </w:rPr>
      </w:pPr>
      <w:r w:rsidRPr="007D74B0">
        <w:lastRenderedPageBreak/>
        <w:t xml:space="preserve">prokázat zkušenost s plněním alespoň jedné zakázky na projektové práce spočívající ve zpracování dokumentace </w:t>
      </w:r>
      <w:r w:rsidR="00384897">
        <w:t xml:space="preserve">pro </w:t>
      </w:r>
      <w:r w:rsidR="00384897" w:rsidRPr="00384897">
        <w:t xml:space="preserve">rekonstrukci, novostavbu nebo opravu pozemní stavby </w:t>
      </w:r>
      <w:r w:rsidRPr="007D74B0">
        <w:t>ve stupni DPS+PDPS nebo DSP+PDPS nebo DUSP+PDPS nebo DUR+DSP+PDPS ve funkci vedoucího týmu nebo zástupce vedoucího týmu</w:t>
      </w:r>
      <w:r w:rsidR="002D5F6B">
        <w:t>,</w:t>
      </w:r>
      <w:r w:rsidRPr="007D74B0">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w:t>
      </w:r>
      <w:r w:rsidR="00ED1058">
        <w:t>;</w:t>
      </w:r>
    </w:p>
    <w:p w14:paraId="0AF98D35" w14:textId="77777777" w:rsidR="0027196A" w:rsidRPr="00237B9A" w:rsidRDefault="0027196A" w:rsidP="0027196A">
      <w:pPr>
        <w:pStyle w:val="Odstavec1-1a"/>
        <w:numPr>
          <w:ilvl w:val="0"/>
          <w:numId w:val="11"/>
        </w:numPr>
        <w:rPr>
          <w:b/>
        </w:rPr>
      </w:pPr>
      <w:r w:rsidRPr="00237B9A">
        <w:rPr>
          <w:b/>
        </w:rPr>
        <w:t xml:space="preserve">specialista na </w:t>
      </w:r>
      <w:bookmarkStart w:id="17" w:name="_Hlk185422072"/>
      <w:r w:rsidRPr="00237B9A">
        <w:rPr>
          <w:b/>
        </w:rPr>
        <w:t>silnoproudou technologii</w:t>
      </w:r>
      <w:bookmarkEnd w:id="17"/>
    </w:p>
    <w:p w14:paraId="22AAD0FE" w14:textId="77777777" w:rsidR="0027196A" w:rsidRPr="00237B9A" w:rsidRDefault="0027196A" w:rsidP="0027196A">
      <w:pPr>
        <w:pStyle w:val="Odrka1-2-"/>
      </w:pPr>
      <w:r w:rsidRPr="00237B9A">
        <w:t xml:space="preserve">nejméně 5 let praxe v projektování v oboru své specializace (silnoproudá technologie); </w:t>
      </w:r>
    </w:p>
    <w:p w14:paraId="0E207698" w14:textId="77777777" w:rsidR="0027196A" w:rsidRPr="005C7A43" w:rsidRDefault="0027196A" w:rsidP="0027196A">
      <w:pPr>
        <w:pStyle w:val="Odrka1-2-"/>
      </w:pPr>
      <w:r w:rsidRPr="00237B9A">
        <w:t xml:space="preserve">autorizace v rozsahu dle § 5 odst. 3 písm. e) autorizačního zákona, tedy v oboru </w:t>
      </w:r>
      <w:r w:rsidRPr="005C7A43">
        <w:t xml:space="preserve">technologická zařízení staveb; </w:t>
      </w:r>
    </w:p>
    <w:p w14:paraId="79D5255F" w14:textId="3E9E1328" w:rsidR="00953F89" w:rsidRPr="00F6452D" w:rsidRDefault="00F6452D" w:rsidP="003C3C12">
      <w:pPr>
        <w:pStyle w:val="Odstavec1-1a"/>
        <w:numPr>
          <w:ilvl w:val="0"/>
          <w:numId w:val="11"/>
        </w:numPr>
        <w:rPr>
          <w:rStyle w:val="Tun9b"/>
        </w:rPr>
      </w:pPr>
      <w:bookmarkStart w:id="18" w:name="_Hlk185422144"/>
      <w:r w:rsidRPr="00F6452D">
        <w:rPr>
          <w:rStyle w:val="Tun9b"/>
        </w:rPr>
        <w:t>specialista</w:t>
      </w:r>
      <w:r w:rsidR="00953F89" w:rsidRPr="00F6452D">
        <w:rPr>
          <w:rStyle w:val="Tun9b"/>
        </w:rPr>
        <w:t xml:space="preserve"> </w:t>
      </w:r>
      <w:r>
        <w:rPr>
          <w:rStyle w:val="Tun9b"/>
        </w:rPr>
        <w:t>n</w:t>
      </w:r>
      <w:r w:rsidR="00953F89" w:rsidRPr="00F6452D">
        <w:rPr>
          <w:rStyle w:val="Tun9b"/>
        </w:rPr>
        <w:t>a statiku a dynamiku staveb</w:t>
      </w:r>
      <w:bookmarkEnd w:id="18"/>
    </w:p>
    <w:p w14:paraId="0107A03B" w14:textId="1FAFB550" w:rsidR="00953F89" w:rsidRPr="00F6452D" w:rsidRDefault="00953F89" w:rsidP="00953F89">
      <w:pPr>
        <w:pStyle w:val="Odrka1-2-"/>
        <w:rPr>
          <w:b/>
        </w:rPr>
      </w:pPr>
      <w:r w:rsidRPr="00F6452D">
        <w:t xml:space="preserve">nejméně 5 let praxe </w:t>
      </w:r>
      <w:r w:rsidR="00393422" w:rsidRPr="00F6452D">
        <w:t xml:space="preserve">v projektování v oboru své specializace </w:t>
      </w:r>
      <w:r w:rsidRPr="00F6452D">
        <w:t>(statika a dynamika staveb);</w:t>
      </w:r>
    </w:p>
    <w:p w14:paraId="1C9AAE82" w14:textId="77777777" w:rsidR="00953F89" w:rsidRPr="00FD77B1" w:rsidRDefault="00953F89" w:rsidP="00953F89">
      <w:pPr>
        <w:pStyle w:val="Odrka1-2-"/>
        <w:rPr>
          <w:b/>
        </w:rPr>
      </w:pPr>
      <w:r w:rsidRPr="00F6452D">
        <w:t xml:space="preserve">musí předložit doklad o autorizaci v rozsahu dle § 5 odst. 3 písm. g) </w:t>
      </w:r>
      <w:r w:rsidRPr="00FD77B1">
        <w:t>autorizačního zákona, tedy v oboru statika a dynamika staveb;</w:t>
      </w:r>
    </w:p>
    <w:p w14:paraId="0295E7FA" w14:textId="77777777" w:rsidR="003C3C12" w:rsidRPr="00FD77B1" w:rsidRDefault="003C3C12" w:rsidP="003C3C12">
      <w:pPr>
        <w:pStyle w:val="Odstavec1-1a"/>
        <w:numPr>
          <w:ilvl w:val="0"/>
          <w:numId w:val="11"/>
        </w:numPr>
        <w:rPr>
          <w:b/>
        </w:rPr>
      </w:pPr>
      <w:bookmarkStart w:id="19" w:name="_Hlk185422273"/>
      <w:r w:rsidRPr="00FD77B1">
        <w:rPr>
          <w:b/>
        </w:rPr>
        <w:t>architekt</w:t>
      </w:r>
    </w:p>
    <w:bookmarkEnd w:id="19"/>
    <w:p w14:paraId="56FB3D22" w14:textId="5FA9BC67" w:rsidR="009E1AEE" w:rsidRPr="00FD77B1" w:rsidRDefault="003C3C12" w:rsidP="003C3C12">
      <w:pPr>
        <w:pStyle w:val="Odrka1-2-"/>
      </w:pPr>
      <w:r w:rsidRPr="00FD77B1">
        <w:t>autorizovaná osoba ve smyslu § 4 odst. 2 písm. a) a písm. c), autorizačního zákona, příp. autorizovaný architekt podle práva státu, jehož je občanem nebo v němž má své sídlo, tj. je požadována autorizace ČKA se všeobecnou působností a číselným označení A.0 nebo autorizace pro obor architektura a číselným označení A.1 nebo zahraniční ekvivalent a současně autorizace pro obor krajinářská architektura s číselným označením A.3 (s výjimkou případů, kdy podle právního řádu země, v němž má architekt své sídlo, se takový doklad nevydává);</w:t>
      </w:r>
    </w:p>
    <w:p w14:paraId="446AC155" w14:textId="4EA3CAF6"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koordinací</w:t>
      </w:r>
      <w:r w:rsidR="00E872F8">
        <w:t xml:space="preserve"> při zpracování dokumentace</w:t>
      </w:r>
      <w:r w:rsidR="00AD0714" w:rsidRPr="00AD0714">
        <w:t>. Ve smyslu §</w:t>
      </w:r>
      <w:r w:rsidR="00AD0714">
        <w:t xml:space="preserve"> </w:t>
      </w:r>
      <w:r w:rsidR="00AD0714" w:rsidRPr="00AD0714">
        <w:t xml:space="preserve">113 odst. </w:t>
      </w:r>
      <w:proofErr w:type="gramStart"/>
      <w:r w:rsidR="00AD0714" w:rsidRPr="00AD0714">
        <w:t>2  zákona</w:t>
      </w:r>
      <w:proofErr w:type="gramEnd"/>
      <w:r w:rsidR="00AD0714" w:rsidRPr="00AD0714">
        <w:t xml:space="preserve">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w:t>
      </w:r>
      <w:r w:rsidR="00A4043B">
        <w:t xml:space="preserve">a ve smyslu § 14 písm. c) </w:t>
      </w:r>
      <w:r w:rsidR="00A4043B" w:rsidRPr="00A4043B">
        <w:t xml:space="preserve">zákona č. 283/2021 Sb., stavební zákon, ve znění pozdějších předpisů, </w:t>
      </w:r>
      <w:r w:rsidR="00AD0714" w:rsidRPr="00AD0714">
        <w:t>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72F63947" w:rsidR="001C5386"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02049CBA" w14:textId="7B7ABAD5"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4AB9E27A" w:rsidR="009E1AEE" w:rsidRDefault="009E1AEE" w:rsidP="009E1AEE">
      <w:pPr>
        <w:pStyle w:val="Textbezslovn"/>
      </w:pPr>
      <w:r>
        <w:lastRenderedPageBreak/>
        <w:t xml:space="preserve">Zadavatel si vyhrazuje právo ověřit pravdivost údajů o zkušenostech </w:t>
      </w:r>
      <w:r w:rsidR="00817A33">
        <w:t>hlavního projektanta</w:t>
      </w:r>
      <w:r w:rsidR="00AD0714">
        <w:t xml:space="preserve"> (HIP)</w:t>
      </w:r>
      <w:r>
        <w:t xml:space="preserve">, zejména, zda se na plnění konkrétních zakázek skutečně podílel. Za tímto účelem požaduje zadavatel v profesním </w:t>
      </w:r>
      <w:r w:rsidRPr="00264101">
        <w:t xml:space="preserve">životopisu </w:t>
      </w:r>
      <w:r w:rsidR="00AB6F88" w:rsidRPr="00264101">
        <w:t>tohoto člena</w:t>
      </w:r>
      <w:r>
        <w:t xml:space="preserve">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4676A7">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4676A7">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4676A7">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w:t>
      </w:r>
      <w:r>
        <w:lastRenderedPageBreak/>
        <w:t>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204D3B0E"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6D3B4B">
        <w:t xml:space="preserve">jiném </w:t>
      </w:r>
      <w:r>
        <w:t xml:space="preserve">zadávacím řízení. V takovém případě dodavatel zadavateli současně sdělí název či jinou identifikaci </w:t>
      </w:r>
      <w:r w:rsidR="006D3B4B">
        <w:t xml:space="preserve">takového </w:t>
      </w:r>
      <w:r>
        <w:t xml:space="preserve">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w:t>
      </w:r>
      <w:r>
        <w:lastRenderedPageBreak/>
        <w:t xml:space="preserve">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6325E2DB" w:rsidR="006C21E8" w:rsidRDefault="006C21E8" w:rsidP="004676A7">
      <w:pPr>
        <w:pStyle w:val="Odrka1-1"/>
      </w:pPr>
      <w:r>
        <w:t xml:space="preserve">informace k doložení autorizace (ČR)/registrace (zahraničí) v rozsahu dle </w:t>
      </w:r>
      <w:r w:rsidR="00CA5986">
        <w:t xml:space="preserve">v rozsahu dle </w:t>
      </w:r>
      <w:r w:rsidR="00CA5986" w:rsidRPr="004E2FA4">
        <w:t>§ 4 odst. 2 a</w:t>
      </w:r>
      <w:r w:rsidR="00CA5986">
        <w:t xml:space="preserve"> </w:t>
      </w:r>
      <w:r>
        <w:t xml:space="preserve">§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4676A7">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4676A7">
      <w:pPr>
        <w:pStyle w:val="Odrka1-1"/>
      </w:pPr>
      <w:r>
        <w:t xml:space="preserve">doklady prokazující splnění profesní způsobilosti podle § 77 odst. 1 ZZVZ jinou osobou, </w:t>
      </w:r>
    </w:p>
    <w:p w14:paraId="53961A0C" w14:textId="77777777" w:rsidR="0035531B" w:rsidRDefault="0035531B" w:rsidP="004676A7">
      <w:pPr>
        <w:pStyle w:val="Odrka1-1"/>
      </w:pPr>
      <w:r>
        <w:t>doklady prokazující splnění chybějící části kvalifikace prostřednictvím jiné osoby a</w:t>
      </w:r>
    </w:p>
    <w:p w14:paraId="40722191" w14:textId="77474102" w:rsidR="0035531B" w:rsidRPr="0006499F" w:rsidRDefault="00CB6AC6" w:rsidP="004676A7">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4676A7">
      <w:pPr>
        <w:pStyle w:val="Odrka1-2-"/>
      </w:pPr>
      <w:r>
        <w:lastRenderedPageBreak/>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AE627C">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207CC00" w14:textId="4DDF50B1" w:rsidR="00654648" w:rsidRDefault="00654648" w:rsidP="004676A7">
      <w:pPr>
        <w:pStyle w:val="Odrka1-2-"/>
      </w:pPr>
      <w:r>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rsidR="0035531B">
        <w:t xml:space="preserve">. </w:t>
      </w:r>
      <w:r>
        <w:t>To však neplatí, pokud smlouva nebo potvrzení o její existenci musí splňovat požadavky podle následující odrážky.</w:t>
      </w:r>
    </w:p>
    <w:p w14:paraId="10B5E841" w14:textId="11B46EB5" w:rsidR="0035531B" w:rsidRDefault="00A066DE" w:rsidP="004676A7">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20" w:name="_Toc187749971"/>
      <w:r>
        <w:t>DALŠÍ INFORMACE/DOKUMENTY PŘEDKLÁDANÉ DODAVATELEM</w:t>
      </w:r>
      <w:r w:rsidR="00092CC9">
        <w:t xml:space="preserve"> v </w:t>
      </w:r>
      <w:r>
        <w:t>NABÍDCE</w:t>
      </w:r>
      <w:bookmarkEnd w:id="20"/>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4676A7">
      <w:pPr>
        <w:pStyle w:val="Odrka1-1"/>
      </w:pPr>
      <w:r w:rsidRPr="00A066DE">
        <w:t xml:space="preserve">Dokument obsahující informace o dodavateli, včetně prohlášení o akceptaci vzorové Smlouvy o dílo a jejích příloh. Tento dokument bude předložen ve formě formuláře </w:t>
      </w:r>
      <w:r w:rsidRPr="00A066DE">
        <w:lastRenderedPageBreak/>
        <w:t>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4676A7">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4676A7">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644F3FAE" w14:textId="48D2E4A2" w:rsidR="009B7E95" w:rsidRDefault="009B7E95" w:rsidP="004676A7">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4676A7">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4676A7">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4676A7">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w:t>
      </w:r>
      <w:r>
        <w:lastRenderedPageBreak/>
        <w:t>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4676A7">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676A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76A7">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2F242474" w:rsidR="00465FDD" w:rsidRDefault="00465FDD" w:rsidP="004676A7">
      <w:pPr>
        <w:pStyle w:val="Odrka1-2-"/>
      </w:pPr>
      <w:r>
        <w:t xml:space="preserve">do těla </w:t>
      </w:r>
      <w:r w:rsidRPr="00E0201B">
        <w:t xml:space="preserve">závazného vzoru smlouvy </w:t>
      </w:r>
      <w:r w:rsidR="00547AD2" w:rsidRPr="00E0201B">
        <w:t xml:space="preserve">v </w:t>
      </w:r>
      <w:r w:rsidRPr="00E0201B">
        <w:t>čl. 3.3</w:t>
      </w:r>
      <w:r w:rsidR="00A619CA" w:rsidRPr="00E0201B">
        <w:t xml:space="preserve"> </w:t>
      </w:r>
      <w:r w:rsidRPr="00E0201B">
        <w:t>Cenu Díla bez DPH, která představuje součet Ceny za zpracování</w:t>
      </w:r>
      <w:r w:rsidR="000863AD" w:rsidRPr="00E0201B">
        <w:t xml:space="preserve"> DPS</w:t>
      </w:r>
      <w:r w:rsidRPr="00E0201B">
        <w:t xml:space="preserve"> </w:t>
      </w:r>
      <w:r w:rsidR="00774789" w:rsidRPr="00E0201B">
        <w:t>a</w:t>
      </w:r>
      <w:r w:rsidR="00774789">
        <w:t xml:space="preserve"> PDPS </w:t>
      </w:r>
      <w:r>
        <w:t xml:space="preserve">bez DPH a Ceny za výkon </w:t>
      </w:r>
      <w:r w:rsidR="00A26B4E">
        <w:t>D</w:t>
      </w:r>
      <w:r>
        <w:t xml:space="preserve">ozoru </w:t>
      </w:r>
      <w:r w:rsidR="007D3F64">
        <w:t xml:space="preserve">projektanta </w:t>
      </w:r>
      <w:r>
        <w:t>bez DPH;</w:t>
      </w:r>
    </w:p>
    <w:p w14:paraId="7CD6FE8B" w14:textId="77777777" w:rsidR="00465FDD" w:rsidRDefault="00465FDD" w:rsidP="004676A7">
      <w:pPr>
        <w:pStyle w:val="Odrka1-2-"/>
      </w:pPr>
      <w:r>
        <w:t>do Přílohy č. 4 závazného vzoru smlouvy s názvem Rozpis Ceny Díla:</w:t>
      </w:r>
    </w:p>
    <w:p w14:paraId="5EF0244A" w14:textId="4D88C894" w:rsidR="00465FDD" w:rsidRDefault="00465FDD" w:rsidP="00F348C0">
      <w:pPr>
        <w:pStyle w:val="Odrka1-3"/>
        <w:numPr>
          <w:ilvl w:val="0"/>
          <w:numId w:val="0"/>
        </w:numPr>
        <w:ind w:left="1531"/>
      </w:pPr>
      <w:r>
        <w:t>Cenu za zprac</w:t>
      </w:r>
      <w:r w:rsidRPr="00207B7C">
        <w:t xml:space="preserve">ování </w:t>
      </w:r>
      <w:r w:rsidR="000863AD" w:rsidRPr="00207B7C">
        <w:t xml:space="preserve">DPS </w:t>
      </w:r>
      <w:r w:rsidRPr="00207B7C">
        <w:t xml:space="preserve">a PDPS podle členění na základní a dodatečné služby, </w:t>
      </w:r>
      <w:r w:rsidR="00A26B4E" w:rsidRPr="00207B7C">
        <w:t>C</w:t>
      </w:r>
      <w:r w:rsidRPr="00207B7C">
        <w:t xml:space="preserve">enu za výkon </w:t>
      </w:r>
      <w:r w:rsidR="00A26B4E" w:rsidRPr="00207B7C">
        <w:t>D</w:t>
      </w:r>
      <w:r w:rsidRPr="00207B7C">
        <w:t>ozoru</w:t>
      </w:r>
      <w:r w:rsidR="007D3F64" w:rsidRPr="00207B7C">
        <w:t xml:space="preserve"> projektanta</w:t>
      </w:r>
      <w:r w:rsidRPr="00207B7C">
        <w:t xml:space="preserve">, dále Cenu Díla </w:t>
      </w:r>
      <w:r w:rsidR="0015722A" w:rsidRPr="00207B7C">
        <w:t>včetně</w:t>
      </w:r>
      <w:r w:rsidRPr="00207B7C">
        <w:t xml:space="preserve"> členění na Cenu za zpracování </w:t>
      </w:r>
      <w:r w:rsidR="000863AD" w:rsidRPr="00207B7C">
        <w:t>DPS</w:t>
      </w:r>
      <w:r w:rsidR="00D6552D">
        <w:t xml:space="preserve"> </w:t>
      </w:r>
      <w:r w:rsidR="00774789">
        <w:t xml:space="preserve">a PDPS </w:t>
      </w:r>
      <w:r>
        <w:t xml:space="preserve">a Cenu za výkon </w:t>
      </w:r>
      <w:r w:rsidR="00A26B4E">
        <w:t>D</w:t>
      </w:r>
      <w:r>
        <w:t xml:space="preserve">ozoru </w:t>
      </w:r>
      <w:r w:rsidR="007D3F64">
        <w:t xml:space="preserve">projektanta </w:t>
      </w:r>
      <w:r>
        <w:t xml:space="preserve">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w:t>
      </w:r>
      <w:r w:rsidR="0015722A">
        <w:t>D</w:t>
      </w:r>
      <w:r>
        <w:t xml:space="preserve">ozoru </w:t>
      </w:r>
      <w:r w:rsidR="007D3F64">
        <w:t xml:space="preserve">projektanta </w:t>
      </w:r>
      <w:r>
        <w:t xml:space="preserve">je tvořena násobkem jednotkové ceny (tj. průměrné hodinové sazby za výkon </w:t>
      </w:r>
      <w:r w:rsidR="0015722A">
        <w:t>D</w:t>
      </w:r>
      <w:r>
        <w:t>ozoru</w:t>
      </w:r>
      <w:r w:rsidR="007D3F64">
        <w:t xml:space="preserve"> projektanta</w:t>
      </w:r>
      <w:r>
        <w:t xml:space="preserve">) a v Příloze č. 4 závazného vzoru smlouvy dodavatelem stanovené pracnosti (tj. množství hodin). </w:t>
      </w:r>
    </w:p>
    <w:p w14:paraId="3DAD0639" w14:textId="77777777" w:rsidR="0035531B" w:rsidRDefault="00465FDD" w:rsidP="004676A7">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21" w:name="_Toc187749972"/>
      <w:r>
        <w:t>JAZYK NABÍDEK</w:t>
      </w:r>
      <w:r w:rsidR="008F0019" w:rsidRPr="008F0019">
        <w:t xml:space="preserve"> </w:t>
      </w:r>
      <w:r w:rsidR="008F0019">
        <w:t>A KOMUNIKAČNÍ JAZYK</w:t>
      </w:r>
      <w:bookmarkEnd w:id="21"/>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4DF5AB1A" w:rsidR="0035531B" w:rsidRDefault="00F348C0" w:rsidP="00F348C0">
      <w:pPr>
        <w:pStyle w:val="Text1-1"/>
      </w:pPr>
      <w: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w:t>
      </w:r>
      <w:r w:rsidR="00FE27AB">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22" w:name="_Toc187749973"/>
      <w:r>
        <w:t>OBSAH</w:t>
      </w:r>
      <w:r w:rsidR="00845C50">
        <w:t xml:space="preserve"> a </w:t>
      </w:r>
      <w:r>
        <w:t>PODÁVÁNÍ NABÍDEK</w:t>
      </w:r>
      <w:bookmarkEnd w:id="22"/>
    </w:p>
    <w:p w14:paraId="5CBC6A67" w14:textId="0E5CCC83"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1"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51644FF4"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4676A7">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4676A7">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4676A7">
      <w:pPr>
        <w:pStyle w:val="Odrka1-1"/>
      </w:pPr>
      <w:r>
        <w:t>Plná moc, dohoda o plné moci či pověření, je-li tohoto dokumentu třeba.</w:t>
      </w:r>
    </w:p>
    <w:p w14:paraId="307C0770" w14:textId="77777777" w:rsidR="00F348C0" w:rsidRDefault="00F348C0" w:rsidP="004676A7">
      <w:pPr>
        <w:pStyle w:val="Odrka1-1"/>
      </w:pPr>
      <w:r>
        <w:lastRenderedPageBreak/>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4676A7">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4676A7">
      <w:pPr>
        <w:pStyle w:val="Odrka1-1"/>
      </w:pPr>
      <w:r>
        <w:t>Doklady prokazující splnění profesní způsobilosti.</w:t>
      </w:r>
    </w:p>
    <w:p w14:paraId="53012080" w14:textId="77777777" w:rsidR="00F348C0" w:rsidRDefault="00F348C0" w:rsidP="004676A7">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4676A7">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4676A7">
      <w:pPr>
        <w:pStyle w:val="Odrka1-1"/>
      </w:pPr>
      <w:r>
        <w:t>Údaje o poddodavatelích ve formě formuláře obsaženého v Příloze č. 2 těchto Pokynů.</w:t>
      </w:r>
    </w:p>
    <w:p w14:paraId="71F83942" w14:textId="6D68361B" w:rsidR="00F348C0" w:rsidRDefault="00F348C0" w:rsidP="004676A7">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2A4E9B0B" w14:textId="77557012" w:rsidR="009B7E95" w:rsidRDefault="009B7E95" w:rsidP="004676A7">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1C4D7603" w14:textId="5F8FCA3E" w:rsidR="00F348C0" w:rsidRDefault="00F348C0" w:rsidP="004676A7">
      <w:pPr>
        <w:pStyle w:val="Odrka1-1"/>
      </w:pPr>
      <w:r>
        <w:t>Doklad o poskytnutí jistoty za nabídku.</w:t>
      </w:r>
    </w:p>
    <w:p w14:paraId="62B50696" w14:textId="77777777" w:rsidR="0035531B" w:rsidRDefault="00F348C0" w:rsidP="004676A7">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w:t>
      </w:r>
      <w:r>
        <w:lastRenderedPageBreak/>
        <w:t>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23" w:name="_Toc187749974"/>
      <w:r>
        <w:t>POŽADAVKY NA ZPRACOVÁNÍ NABÍDKOVÉ CENY</w:t>
      </w:r>
      <w:bookmarkEnd w:id="23"/>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6E6DE944"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w:t>
      </w:r>
      <w:r w:rsidR="002E2E33">
        <w:t xml:space="preserve">celkové </w:t>
      </w:r>
      <w:r>
        <w:t>Ceny za zpracová</w:t>
      </w:r>
      <w:r w:rsidRPr="00A46D6C">
        <w:t xml:space="preserve">ní </w:t>
      </w:r>
      <w:r w:rsidR="00944DDB" w:rsidRPr="00A46D6C">
        <w:t xml:space="preserve">DPS </w:t>
      </w:r>
      <w:r w:rsidR="00040961" w:rsidRPr="00A46D6C">
        <w:t>a</w:t>
      </w:r>
      <w:r w:rsidR="00040961">
        <w:t xml:space="preserve"> PDPS </w:t>
      </w:r>
      <w:r>
        <w:t xml:space="preserve">bez DPH a </w:t>
      </w:r>
      <w:r w:rsidR="002E2E33">
        <w:t xml:space="preserve">celkové </w:t>
      </w:r>
      <w:r>
        <w:t xml:space="preserve">Ceny za výkon </w:t>
      </w:r>
      <w:r w:rsidR="0015722A">
        <w:t>D</w:t>
      </w:r>
      <w:r>
        <w:t xml:space="preserve">ozoru </w:t>
      </w:r>
      <w:r w:rsidR="001675E3">
        <w:t xml:space="preserve">projektanta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24" w:name="_Toc187749975"/>
      <w:r>
        <w:t>VARIANTY NABÍDKY</w:t>
      </w:r>
      <w:bookmarkEnd w:id="24"/>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25" w:name="_Toc187749976"/>
      <w:r>
        <w:t>OTEVÍRÁNÍ NABÍDEK</w:t>
      </w:r>
      <w:bookmarkEnd w:id="25"/>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26" w:name="_Toc187749977"/>
      <w:r>
        <w:t>POSOUZENÍ SPLNĚNÍ PODMÍNEK ÚČASTI</w:t>
      </w:r>
      <w:bookmarkEnd w:id="26"/>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 xml:space="preserve">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w:t>
      </w:r>
      <w:r>
        <w:lastRenderedPageBreak/>
        <w:t>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7" w:name="_Toc187749978"/>
      <w:r>
        <w:t>HODNOCENÍ NABÍDEK</w:t>
      </w:r>
      <w:bookmarkEnd w:id="27"/>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62C15A1C"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w:t>
      </w:r>
      <w:r w:rsidRPr="00EA77A0">
        <w:t xml:space="preserve">závazného vzoru smlouvy jako Cena Díla bez DPH, která představuje součet </w:t>
      </w:r>
      <w:r w:rsidR="00D05D7E">
        <w:t xml:space="preserve">celkové </w:t>
      </w:r>
      <w:r w:rsidRPr="00EA77A0">
        <w:t xml:space="preserve">Ceny za zpracování </w:t>
      </w:r>
      <w:r w:rsidR="00944DDB" w:rsidRPr="00EA77A0">
        <w:t>DPS</w:t>
      </w:r>
      <w:r w:rsidR="00D6552D" w:rsidRPr="00EA77A0">
        <w:t xml:space="preserve"> </w:t>
      </w:r>
      <w:r w:rsidR="00040961" w:rsidRPr="00EA77A0">
        <w:t xml:space="preserve">a PDPS </w:t>
      </w:r>
      <w:r w:rsidRPr="00EA77A0">
        <w:t xml:space="preserve">bez DPH a </w:t>
      </w:r>
      <w:r w:rsidR="00D05D7E">
        <w:t xml:space="preserve">celkové </w:t>
      </w:r>
      <w:r w:rsidRPr="00EA77A0">
        <w:t xml:space="preserve">Ceny za výkon </w:t>
      </w:r>
      <w:r w:rsidR="0028564C" w:rsidRPr="00EA77A0">
        <w:t>D</w:t>
      </w:r>
      <w:r w:rsidRPr="00EA77A0">
        <w:t xml:space="preserve">ozoru </w:t>
      </w:r>
      <w:r w:rsidR="001675E3" w:rsidRPr="00EA77A0">
        <w:t xml:space="preserve">projektanta </w:t>
      </w:r>
      <w:r w:rsidRPr="00EA77A0">
        <w:t>bez DPH. Nabídce s nejnižší nabídkovou</w:t>
      </w:r>
      <w:r>
        <w:t xml:space="preserve">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lastRenderedPageBreak/>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FE754A" w:rsidRPr="00465F4C" w14:paraId="06FC6CA4" w14:textId="77777777" w:rsidTr="00AC1B12">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FE754A" w:rsidRPr="00C83174" w:rsidRDefault="00FE754A" w:rsidP="00320B33">
            <w:pPr>
              <w:rPr>
                <w:rFonts w:cs="Arial"/>
                <w:bCs/>
              </w:rPr>
            </w:pPr>
            <w:r w:rsidRPr="00C83174">
              <w:rPr>
                <w:rFonts w:cs="Arial"/>
                <w:bCs/>
              </w:rPr>
              <w:t>hlavní projektant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1A5EB5DC" w:rsidR="00FE754A" w:rsidRPr="00C83174" w:rsidRDefault="00FE754A" w:rsidP="00103A92">
            <w:pPr>
              <w:jc w:val="both"/>
              <w:rPr>
                <w:rFonts w:cs="Arial"/>
                <w:bCs/>
              </w:rPr>
            </w:pPr>
            <w:r w:rsidRPr="00C83174">
              <w:rPr>
                <w:rFonts w:cs="Arial"/>
                <w:bCs/>
              </w:rPr>
              <w:t xml:space="preserve">zkušenost s plněním zakázky na </w:t>
            </w:r>
            <w:r w:rsidRPr="00C83174">
              <w:rPr>
                <w:rFonts w:cs="Calibri"/>
              </w:rPr>
              <w:t xml:space="preserve">projektové </w:t>
            </w:r>
            <w:r w:rsidRPr="00C83174">
              <w:rPr>
                <w:rFonts w:cs="Arial"/>
                <w:bCs/>
              </w:rPr>
              <w:t xml:space="preserve">práce spočívající ve zpracování dokumentace pro </w:t>
            </w:r>
            <w:r>
              <w:rPr>
                <w:rFonts w:cs="Arial"/>
                <w:bCs/>
              </w:rPr>
              <w:t>pozemní stavby</w:t>
            </w:r>
            <w:r w:rsidRPr="00C83174">
              <w:rPr>
                <w:rFonts w:cs="Arial"/>
                <w:bCs/>
              </w:rPr>
              <w:t xml:space="preserve"> </w:t>
            </w:r>
            <w:r w:rsidR="00E25E5C">
              <w:rPr>
                <w:rFonts w:cs="Arial"/>
                <w:bCs/>
              </w:rPr>
              <w:t xml:space="preserve">na </w:t>
            </w:r>
            <w:r w:rsidR="00E25E5C" w:rsidRPr="00D90494">
              <w:rPr>
                <w:rFonts w:cs="Arial"/>
                <w:bCs/>
              </w:rPr>
              <w:t xml:space="preserve">rekonstrukci nebo opravu </w:t>
            </w:r>
            <w:r w:rsidR="00E25E5C" w:rsidRPr="00D90494">
              <w:t>památkově chráněného objektu</w:t>
            </w:r>
            <w:r w:rsidR="00E25E5C" w:rsidRPr="005A7F55">
              <w:rPr>
                <w:rFonts w:cs="Arial"/>
                <w:bCs/>
              </w:rPr>
              <w:t xml:space="preserve"> </w:t>
            </w:r>
            <w:r w:rsidRPr="00C83174">
              <w:rPr>
                <w:rFonts w:cs="Arial"/>
                <w:bCs/>
              </w:rPr>
              <w:t xml:space="preserve">ve stupni </w:t>
            </w:r>
            <w:r w:rsidRPr="00C83174">
              <w:t xml:space="preserve">DPS+PDPS </w:t>
            </w:r>
            <w:r w:rsidRPr="00C83174">
              <w:rPr>
                <w:rFonts w:cs="Arial"/>
                <w:bCs/>
              </w:rPr>
              <w:t xml:space="preserve">nebo DSP+PDPS nebo </w:t>
            </w:r>
            <w:r w:rsidRPr="00C83174">
              <w:t>DUSP</w:t>
            </w:r>
            <w:r w:rsidRPr="00C83174" w:rsidDel="00D5655C">
              <w:t xml:space="preserve"> </w:t>
            </w:r>
            <w:r w:rsidRPr="00C83174">
              <w:t>+PDPS</w:t>
            </w:r>
            <w:r w:rsidRPr="00C83174">
              <w:rPr>
                <w:rFonts w:cs="Arial"/>
                <w:bCs/>
              </w:rPr>
              <w:t xml:space="preserve"> </w:t>
            </w:r>
            <w:r w:rsidRPr="00C83174">
              <w:t>nebo DUR+DSP+PDPS</w:t>
            </w:r>
            <w:r w:rsidRPr="00C83174">
              <w:rPr>
                <w:rFonts w:cs="Arial"/>
                <w:bCs/>
              </w:rPr>
              <w:t xml:space="preserve"> ve funkci vedoucího týmu</w:t>
            </w:r>
            <w:r w:rsidRPr="00C83174">
              <w:t xml:space="preserve"> nebo zástupce vedoucího týmu</w:t>
            </w:r>
            <w:r w:rsidRPr="00C83174">
              <w:rPr>
                <w:rFonts w:cs="Arial"/>
                <w:bCs/>
              </w:rPr>
              <w:t xml:space="preserve"> s hodnotou zakázky na </w:t>
            </w:r>
            <w:r w:rsidRPr="00C83174">
              <w:rPr>
                <w:rFonts w:cs="Calibri"/>
              </w:rPr>
              <w:t xml:space="preserve">projektové </w:t>
            </w:r>
            <w:r w:rsidRPr="00C83174">
              <w:rPr>
                <w:rFonts w:cs="Arial"/>
                <w:bCs/>
              </w:rPr>
              <w:t xml:space="preserve">práce ve výši </w:t>
            </w:r>
            <w:r w:rsidRPr="001B3E7F">
              <w:rPr>
                <w:rFonts w:cs="Arial"/>
                <w:bCs/>
              </w:rPr>
              <w:t xml:space="preserve">nejméně 8,5 mil. </w:t>
            </w:r>
            <w:r w:rsidRPr="001B3E7F">
              <w:rPr>
                <w:rFonts w:cs="Arial"/>
                <w:b/>
                <w:bCs/>
              </w:rPr>
              <w:t xml:space="preserve"> </w:t>
            </w:r>
            <w:r w:rsidRPr="001B3E7F">
              <w:rPr>
                <w:rFonts w:cs="Arial"/>
                <w:bCs/>
              </w:rPr>
              <w:t>Kč bez</w:t>
            </w:r>
            <w:r w:rsidRPr="00C83174">
              <w:rPr>
                <w:rFonts w:cs="Arial"/>
                <w:bCs/>
              </w:rPr>
              <w:t xml:space="preserve"> DPH a dokončené v posledních </w:t>
            </w:r>
            <w:r w:rsidR="00D66D3B">
              <w:rPr>
                <w:rFonts w:cs="Arial"/>
                <w:bCs/>
              </w:rPr>
              <w:t>10</w:t>
            </w:r>
            <w:r w:rsidRPr="00C83174">
              <w:rPr>
                <w:rFonts w:cs="Arial"/>
                <w:bCs/>
              </w:rPr>
              <w:t xml:space="preserve"> letech před zahájením zadávacího řízení,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CA9DFD0" w14:textId="77777777" w:rsidR="00FE754A" w:rsidRPr="00C83174" w:rsidRDefault="00FE754A" w:rsidP="00631EAA">
            <w:pPr>
              <w:rPr>
                <w:rFonts w:cs="Arial"/>
                <w:bCs/>
              </w:rPr>
            </w:pPr>
          </w:p>
          <w:p w14:paraId="6098AD87" w14:textId="6CAE7ACC" w:rsidR="00FE754A" w:rsidRPr="00C83174" w:rsidRDefault="00FE754A" w:rsidP="00631EAA">
            <w:pPr>
              <w:rPr>
                <w:rFonts w:cs="Arial"/>
                <w:bCs/>
              </w:rPr>
            </w:pPr>
            <w:r w:rsidRPr="00C83174">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2D64C7CD" w:rsidR="00FE754A" w:rsidRPr="00C83174" w:rsidRDefault="00B93410" w:rsidP="00D148BC">
            <w:pPr>
              <w:rPr>
                <w:rFonts w:cs="Arial"/>
                <w:bCs/>
              </w:rPr>
            </w:pPr>
            <w:r>
              <w:rPr>
                <w:rFonts w:cs="Arial"/>
                <w:bCs/>
              </w:rPr>
              <w:t>4</w:t>
            </w:r>
          </w:p>
        </w:tc>
      </w:tr>
      <w:tr w:rsidR="008228F6" w:rsidRPr="00465F4C" w14:paraId="5088010D" w14:textId="77777777" w:rsidTr="00AC1B12">
        <w:trPr>
          <w:trHeight w:val="5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A31417F" w14:textId="503BA22D" w:rsidR="008228F6" w:rsidRPr="00C83174" w:rsidRDefault="008228F6" w:rsidP="00875B9D">
            <w:pPr>
              <w:rPr>
                <w:rFonts w:cs="Arial"/>
                <w:bCs/>
              </w:rPr>
            </w:pPr>
            <w:r w:rsidRPr="00C83174">
              <w:rPr>
                <w:rFonts w:cs="Arial"/>
                <w:bCs/>
              </w:rPr>
              <w:t>architekt</w:t>
            </w:r>
          </w:p>
        </w:tc>
        <w:tc>
          <w:tcPr>
            <w:tcW w:w="3969" w:type="dxa"/>
            <w:tcBorders>
              <w:top w:val="single" w:sz="4" w:space="0" w:color="auto"/>
              <w:left w:val="nil"/>
              <w:bottom w:val="single" w:sz="4" w:space="0" w:color="auto"/>
              <w:right w:val="single" w:sz="4" w:space="0" w:color="auto"/>
            </w:tcBorders>
            <w:shd w:val="clear" w:color="auto" w:fill="auto"/>
            <w:hideMark/>
          </w:tcPr>
          <w:p w14:paraId="3E5C3F88" w14:textId="56FB0805" w:rsidR="008228F6" w:rsidRPr="00C83174" w:rsidRDefault="008228F6" w:rsidP="00875B9D">
            <w:pPr>
              <w:jc w:val="both"/>
              <w:rPr>
                <w:rFonts w:cs="Arial"/>
                <w:bCs/>
              </w:rPr>
            </w:pPr>
            <w:r w:rsidRPr="00C83174">
              <w:rPr>
                <w:rFonts w:cs="Arial"/>
                <w:bCs/>
              </w:rPr>
              <w:t xml:space="preserve">ocenění architekta v architektonické soutěži a/nebo v soutěži o návrh, kdy předmětem ocenění byl soutěžní návrh na návrh stavby </w:t>
            </w:r>
            <w:r w:rsidR="00260D5D" w:rsidRPr="00260D5D">
              <w:rPr>
                <w:rFonts w:cs="Arial"/>
                <w:bCs/>
              </w:rPr>
              <w:t>pro rekonstrukci, novostavbu nebo opravu pozemní stavby</w:t>
            </w:r>
            <w:r w:rsidRPr="00C83174">
              <w:rPr>
                <w:rFonts w:cs="Arial"/>
                <w:bCs/>
              </w:rPr>
              <w:t>.</w:t>
            </w:r>
          </w:p>
          <w:p w14:paraId="73FE1314" w14:textId="77777777" w:rsidR="008228F6" w:rsidRPr="00C83174" w:rsidRDefault="008228F6" w:rsidP="00875B9D">
            <w:pPr>
              <w:jc w:val="both"/>
              <w:rPr>
                <w:rFonts w:cs="Arial"/>
                <w:bCs/>
              </w:rPr>
            </w:pPr>
            <w:r w:rsidRPr="00C83174">
              <w:rPr>
                <w:rFonts w:cs="Arial"/>
                <w:bCs/>
              </w:rPr>
              <w:t xml:space="preserve">a/nebo </w:t>
            </w:r>
          </w:p>
          <w:p w14:paraId="752EDBD3" w14:textId="77777777" w:rsidR="008228F6" w:rsidRPr="00C83174" w:rsidRDefault="008228F6" w:rsidP="00875B9D">
            <w:pPr>
              <w:jc w:val="both"/>
              <w:rPr>
                <w:rFonts w:cs="Arial"/>
                <w:bCs/>
              </w:rPr>
            </w:pPr>
            <w:r w:rsidRPr="00C83174">
              <w:rPr>
                <w:rFonts w:cs="Arial"/>
                <w:bCs/>
              </w:rPr>
              <w:t>ocenění architekta v územních (národní či vyšší územní celky) architektonických soutěžních přehlídkách</w:t>
            </w:r>
          </w:p>
          <w:p w14:paraId="1EAA68E0" w14:textId="21B42DB5" w:rsidR="008228F6" w:rsidRPr="00C83174" w:rsidRDefault="008228F6" w:rsidP="00875B9D">
            <w:pPr>
              <w:jc w:val="both"/>
              <w:rPr>
                <w:rFonts w:cs="Arial"/>
                <w:bCs/>
              </w:rPr>
            </w:pPr>
            <w:r w:rsidRPr="00C83174">
              <w:rPr>
                <w:rFonts w:cs="Arial"/>
                <w:bCs/>
              </w:rPr>
              <w:t xml:space="preserve">Ocenění se rozumí </w:t>
            </w:r>
            <w:r w:rsidRPr="00C83174">
              <w:t xml:space="preserve">získání 1., 2. nebo 3. ceny. Architekt musel být autorem nebo spoluautorem soutěžního návrhu.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4E5EBA8" w14:textId="77777777" w:rsidR="008228F6" w:rsidRPr="00C83174" w:rsidRDefault="008228F6" w:rsidP="00875B9D">
            <w:pPr>
              <w:rPr>
                <w:rFonts w:cs="Arial"/>
                <w:bCs/>
              </w:rPr>
            </w:pPr>
          </w:p>
          <w:p w14:paraId="0A8614A6" w14:textId="6F771591" w:rsidR="008228F6" w:rsidRPr="00C83174" w:rsidRDefault="001C415D" w:rsidP="00875B9D">
            <w:pPr>
              <w:rPr>
                <w:rFonts w:cs="Arial"/>
                <w:bCs/>
              </w:rPr>
            </w:pPr>
            <w:r>
              <w:rPr>
                <w:rFonts w:cs="Arial"/>
                <w:bCs/>
              </w:rPr>
              <w:t>2</w:t>
            </w:r>
            <w:r w:rsidR="008228F6" w:rsidRPr="00C83174">
              <w:rPr>
                <w:rFonts w:cs="Arial"/>
                <w:bCs/>
              </w:rPr>
              <w:t xml:space="preserve"> bod</w:t>
            </w:r>
            <w:r>
              <w:rPr>
                <w:rFonts w:cs="Arial"/>
                <w:bCs/>
              </w:rPr>
              <w:t>y</w:t>
            </w:r>
            <w:r w:rsidR="008228F6" w:rsidRPr="00C83174">
              <w:rPr>
                <w:rFonts w:cs="Arial"/>
                <w:bCs/>
              </w:rPr>
              <w:t xml:space="preserve">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8460F1" w14:textId="00384250" w:rsidR="008228F6" w:rsidRPr="00C83174" w:rsidRDefault="00350E0B" w:rsidP="00875B9D">
            <w:pPr>
              <w:rPr>
                <w:rFonts w:cs="Arial"/>
                <w:bCs/>
              </w:rPr>
            </w:pPr>
            <w:r>
              <w:rPr>
                <w:rFonts w:cs="Arial"/>
                <w:bCs/>
              </w:rPr>
              <w:t>6</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4A8331EE" w14:textId="77777777" w:rsidR="00DD2708" w:rsidRDefault="00DD2708" w:rsidP="00DD2708">
      <w:pPr>
        <w:pStyle w:val="Text1-1"/>
        <w:numPr>
          <w:ilvl w:val="0"/>
          <w:numId w:val="0"/>
        </w:numPr>
        <w:ind w:left="737"/>
      </w:pPr>
      <w:r w:rsidRPr="00AF2C77">
        <w:t xml:space="preserve">Ocenění architekta v architektonické soutěži znamená: </w:t>
      </w:r>
    </w:p>
    <w:p w14:paraId="261F59B2" w14:textId="77777777" w:rsidR="00DD2708" w:rsidRDefault="00DD2708" w:rsidP="00DD2708">
      <w:pPr>
        <w:pStyle w:val="Text1-1"/>
        <w:numPr>
          <w:ilvl w:val="3"/>
          <w:numId w:val="10"/>
        </w:numPr>
        <w:ind w:left="1276" w:hanging="567"/>
      </w:pPr>
      <w:r>
        <w:t xml:space="preserve">ocenění </w:t>
      </w:r>
      <w:r w:rsidRPr="00AF2C77">
        <w:t>soutěžní</w:t>
      </w:r>
      <w:r>
        <w:t>ho</w:t>
      </w:r>
      <w:r w:rsidRPr="00AF2C77">
        <w:t xml:space="preserve"> návrh</w:t>
      </w:r>
      <w:r>
        <w:t>u</w:t>
      </w:r>
      <w:r w:rsidRPr="00AF2C77">
        <w:t xml:space="preserve"> </w:t>
      </w:r>
      <w:r>
        <w:t xml:space="preserve">referenční </w:t>
      </w:r>
      <w:r w:rsidRPr="00AF2C77">
        <w:t xml:space="preserve">stavby, jehož je architekt autorem, spoluautorem nebo na jehož zpracování se podílel, </w:t>
      </w:r>
      <w:r>
        <w:t>soutěžní cenou</w:t>
      </w:r>
      <w:r w:rsidRPr="00AF2C77">
        <w:t xml:space="preserve"> v</w:t>
      </w:r>
      <w:r>
        <w:t xml:space="preserve"> regulérní (popř. regulérní s výhradou) </w:t>
      </w:r>
      <w:r w:rsidRPr="00AF2C77">
        <w:t>architektonické soutěži</w:t>
      </w:r>
      <w:r>
        <w:t xml:space="preserve"> (potvrzení o regulérnosti/ regulérnosti s výhradou je vydáváno Českou komorou architektů), nebo </w:t>
      </w:r>
    </w:p>
    <w:p w14:paraId="1BC0BA2A" w14:textId="77777777" w:rsidR="00DD2708" w:rsidRDefault="00DD2708" w:rsidP="00DD2708">
      <w:pPr>
        <w:pStyle w:val="Text1-1"/>
        <w:numPr>
          <w:ilvl w:val="3"/>
          <w:numId w:val="10"/>
        </w:numPr>
        <w:ind w:left="1276" w:hanging="567"/>
      </w:pPr>
      <w:r>
        <w:lastRenderedPageBreak/>
        <w:t xml:space="preserve">situaci, kdy soutěžní návrh referenční stavby (popř. jinak formálně označený návrh řešení), </w:t>
      </w:r>
      <w:r w:rsidRPr="00AF2C77">
        <w:t>jehož je architekt autorem, spoluautorem nebo na jehož zpracování se podílel</w:t>
      </w:r>
      <w:r>
        <w:t xml:space="preserve">, se stal návrhem vítězným </w:t>
      </w:r>
      <w:r w:rsidRPr="00AF2C77">
        <w:t xml:space="preserve">v </w:t>
      </w:r>
      <w:r>
        <w:t xml:space="preserve">regulérním (popř. regulérním s výhradou) soutěžním workshopu (potvrzení o regulérnosti/ regulérnosti s výhradou je vydáváno Českou komorou architektů), nebo </w:t>
      </w:r>
    </w:p>
    <w:p w14:paraId="4BB28F16" w14:textId="77777777" w:rsidR="00DD2708" w:rsidRPr="00AF2C77" w:rsidRDefault="00DD2708" w:rsidP="00DD2708">
      <w:pPr>
        <w:pStyle w:val="Text1-1"/>
        <w:numPr>
          <w:ilvl w:val="3"/>
          <w:numId w:val="10"/>
        </w:numPr>
        <w:ind w:left="1276" w:hanging="567"/>
      </w:pPr>
      <w:r w:rsidRPr="00AF2C77">
        <w:t>ocenění soutěžního návrhu</w:t>
      </w:r>
      <w:r>
        <w:t xml:space="preserve"> referenční stavby</w:t>
      </w:r>
      <w:r w:rsidRPr="00AF2C77">
        <w:t xml:space="preserve">, jehož je architekt autorem, spoluautorem nebo na jehož zpracování se podílel, v zahraniční architektonické soutěži </w:t>
      </w:r>
      <w:r>
        <w:t>soutěžní cenou či v zahraničním soutěžním workshopu umístěním na prvním místě</w:t>
      </w:r>
      <w:r w:rsidRPr="00AF2C77">
        <w:t>, za předpokladu, že ta</w:t>
      </w:r>
      <w:r>
        <w:t>ková soutěž nebo takový workshop byla/byl</w:t>
      </w:r>
      <w:r w:rsidRPr="00AF2C77">
        <w:t xml:space="preserve"> vyhlášen v souladu s příslušnými komorovými předpisy</w:t>
      </w:r>
      <w:r>
        <w:t>.</w:t>
      </w:r>
    </w:p>
    <w:p w14:paraId="1C2810D1" w14:textId="77777777" w:rsidR="00DD2708" w:rsidRDefault="00DD2708" w:rsidP="00DD2708">
      <w:pPr>
        <w:pStyle w:val="Text1-1"/>
        <w:numPr>
          <w:ilvl w:val="0"/>
          <w:numId w:val="0"/>
        </w:numPr>
        <w:ind w:left="737"/>
      </w:pPr>
      <w:r w:rsidRPr="00AF2C77">
        <w:t xml:space="preserve">Ocenění architekta v soutěži o návrh znamená: </w:t>
      </w:r>
    </w:p>
    <w:p w14:paraId="4819E2E3" w14:textId="77777777" w:rsidR="00DD2708" w:rsidRDefault="00DD2708" w:rsidP="00DD2708">
      <w:pPr>
        <w:pStyle w:val="Text1-1"/>
        <w:numPr>
          <w:ilvl w:val="3"/>
          <w:numId w:val="24"/>
        </w:numPr>
        <w:ind w:left="1288" w:hanging="546"/>
      </w:pPr>
      <w:r>
        <w:t xml:space="preserve">ocenění </w:t>
      </w:r>
      <w:r w:rsidRPr="00AF2C77">
        <w:t>soutěžní</w:t>
      </w:r>
      <w:r>
        <w:t>ho</w:t>
      </w:r>
      <w:r w:rsidRPr="00AF2C77">
        <w:t xml:space="preserve"> návrh</w:t>
      </w:r>
      <w:r>
        <w:t>u</w:t>
      </w:r>
      <w:r w:rsidRPr="00AF2C77">
        <w:t xml:space="preserve"> </w:t>
      </w:r>
      <w:r>
        <w:t>referenční</w:t>
      </w:r>
      <w:r w:rsidRPr="00AF2C77">
        <w:t xml:space="preserve"> stavby, jehož je architekt autorem, spoluautorem nebo na jehož zpracování se podílel</w:t>
      </w:r>
      <w:r>
        <w:t>, soutěžní</w:t>
      </w:r>
      <w:r w:rsidRPr="00AF2C77">
        <w:t xml:space="preserve"> cen</w:t>
      </w:r>
      <w:r>
        <w:t>ou</w:t>
      </w:r>
      <w:r w:rsidRPr="00AF2C77">
        <w:t xml:space="preserve"> v </w:t>
      </w:r>
      <w:r>
        <w:t xml:space="preserve">regulérní (popř. regulérní s výhradou) </w:t>
      </w:r>
      <w:r w:rsidRPr="00AF2C77">
        <w:t>soutěži</w:t>
      </w:r>
      <w:r>
        <w:t xml:space="preserve"> o návrh (potvrzení o regulérnosti/ regulérnosti s výhradou je vydáváno Českou komorou architektů)</w:t>
      </w:r>
      <w:r w:rsidRPr="00AF2C77">
        <w:t>, která byla vyhlášena v souladu se ZZVZ (či v souladu s předchozí právní úpravou zadávání veřejných zakázek v České republice)</w:t>
      </w:r>
      <w:r>
        <w:t>, nebo</w:t>
      </w:r>
    </w:p>
    <w:p w14:paraId="24220AD0" w14:textId="77777777" w:rsidR="00DD2708" w:rsidRDefault="00DD2708" w:rsidP="00DD2708">
      <w:pPr>
        <w:pStyle w:val="Text1-1"/>
        <w:numPr>
          <w:ilvl w:val="3"/>
          <w:numId w:val="24"/>
        </w:numPr>
        <w:ind w:left="1288" w:hanging="546"/>
      </w:pPr>
      <w:r>
        <w:t xml:space="preserve">situaci, kdy soutěžní návrh referenční stavby (popř. jinak formálně označený návrh řešení), </w:t>
      </w:r>
      <w:r w:rsidRPr="00AF2C77">
        <w:t>jehož je architekt autorem, spoluautorem nebo na jehož zpracování se podílel</w:t>
      </w:r>
      <w:r>
        <w:t xml:space="preserve">, se stal návrhem vítězným </w:t>
      </w:r>
      <w:r w:rsidRPr="00AF2C77">
        <w:t xml:space="preserve">v </w:t>
      </w:r>
      <w:r>
        <w:t xml:space="preserve">regulérním (popř. regulérním s výhradou) soutěžním dialogu (potvrzení o regulérnosti/ regulérnosti s výhradou je vydáváno Českou komorou architektů), </w:t>
      </w:r>
      <w:r w:rsidRPr="00AF2C77">
        <w:t>kter</w:t>
      </w:r>
      <w:r>
        <w:t>ý</w:t>
      </w:r>
      <w:r w:rsidRPr="00AF2C77">
        <w:t xml:space="preserve"> byl vyhlášen v souladu se ZZVZ (či v souladu s předchozí právní úpravou zadávání veřejných zakázek v České republice)</w:t>
      </w:r>
      <w:r>
        <w:t>, nebo</w:t>
      </w:r>
    </w:p>
    <w:p w14:paraId="49059A10" w14:textId="77777777" w:rsidR="00DD2708" w:rsidRPr="00AF2C77" w:rsidRDefault="00DD2708" w:rsidP="00DD2708">
      <w:pPr>
        <w:pStyle w:val="Text1-1"/>
        <w:numPr>
          <w:ilvl w:val="3"/>
          <w:numId w:val="24"/>
        </w:numPr>
        <w:ind w:left="1288" w:hanging="546"/>
      </w:pPr>
      <w:r w:rsidRPr="00AF2C77">
        <w:t>ocenění soutěžního návrhu</w:t>
      </w:r>
      <w:r>
        <w:t xml:space="preserve"> referenční stavby</w:t>
      </w:r>
      <w:r w:rsidRPr="00AF2C77">
        <w:t xml:space="preserve">, jehož je architekt autorem, spoluautorem nebo na jehož zpracování se podílel, v zahraniční </w:t>
      </w:r>
      <w:r>
        <w:t>soutěži o návrh soutěžní cenou či v zahraničním soutěžním dialogu umístěním na prvním místě</w:t>
      </w:r>
      <w:r w:rsidRPr="00AF2C77">
        <w:t>, za předpokladu, že ta</w:t>
      </w:r>
      <w:r>
        <w:t>ková soutěž nebo takový dialog byla/byl</w:t>
      </w:r>
      <w:r w:rsidRPr="00AF2C77">
        <w:t xml:space="preserve"> vyhlášen v souladu s příslušnými </w:t>
      </w:r>
      <w:r>
        <w:t>právními</w:t>
      </w:r>
      <w:r w:rsidRPr="00AF2C77">
        <w:t xml:space="preserve"> předpisy</w:t>
      </w:r>
      <w:r>
        <w:t xml:space="preserve"> dané země.</w:t>
      </w:r>
    </w:p>
    <w:p w14:paraId="07C72E58" w14:textId="1BA82AD6" w:rsidR="00BB36A9" w:rsidRPr="0003035A" w:rsidRDefault="00DD2708" w:rsidP="00BB36A9">
      <w:pPr>
        <w:pStyle w:val="Text1-1"/>
        <w:numPr>
          <w:ilvl w:val="0"/>
          <w:numId w:val="0"/>
        </w:numPr>
        <w:ind w:left="737"/>
      </w:pPr>
      <w:r w:rsidRPr="00AF2C77">
        <w:t xml:space="preserve">Oceněním architekta v architektonické soutěžní přehlídce znamená: architekt byl oceněn např. za konkrétní architektonickou studii či stavební realizaci, popř. za svůj přínos v oblasti architektury v některé z územních architektonických soutěžních přehlídek (například Česká cena za architekturu, Grand Prix architektů, Státní cena za přínos v oblasti architektury, Stavba roku, Německá cena architektury, Velká rakouská státní cena za architekturu, Cena za </w:t>
      </w:r>
      <w:proofErr w:type="spellStart"/>
      <w:r w:rsidRPr="00AF2C77">
        <w:t>architektúru</w:t>
      </w:r>
      <w:proofErr w:type="spellEnd"/>
      <w:r w:rsidRPr="00AF2C77">
        <w:t xml:space="preserve"> CE.ZA.AR., Stavba roka, Cena Emila </w:t>
      </w:r>
      <w:proofErr w:type="spellStart"/>
      <w:r w:rsidRPr="00AF2C77">
        <w:t>Belluša</w:t>
      </w:r>
      <w:proofErr w:type="spellEnd"/>
      <w:r w:rsidRPr="00AF2C77">
        <w:t xml:space="preserve">, Cena Dušana </w:t>
      </w:r>
      <w:proofErr w:type="spellStart"/>
      <w:r w:rsidRPr="00AF2C77">
        <w:t>Jurkoviča</w:t>
      </w:r>
      <w:proofErr w:type="spellEnd"/>
      <w:r w:rsidRPr="00AF2C77">
        <w:t xml:space="preserve">, Cena Francouzské akademie architektury, Cena Zlatého trojúhelníku, Grand Prix architektury, Grand Prix urbanismu, Národní Grand Prix za architekturu, Cena Andrew </w:t>
      </w:r>
      <w:proofErr w:type="spellStart"/>
      <w:r w:rsidRPr="00AF2C77">
        <w:t>Doolana</w:t>
      </w:r>
      <w:proofErr w:type="spellEnd"/>
      <w:r w:rsidRPr="00AF2C77">
        <w:t xml:space="preserve"> za architekturu, </w:t>
      </w:r>
      <w:proofErr w:type="spellStart"/>
      <w:r w:rsidRPr="00AF2C77">
        <w:t>Stirlingova</w:t>
      </w:r>
      <w:proofErr w:type="spellEnd"/>
      <w:r w:rsidRPr="00AF2C77">
        <w:t xml:space="preserve"> Cena, Cena architektonickým firmám, Cena Vincenta </w:t>
      </w:r>
      <w:proofErr w:type="spellStart"/>
      <w:r w:rsidRPr="00AF2C77">
        <w:t>Scullyho</w:t>
      </w:r>
      <w:proofErr w:type="spellEnd"/>
      <w:r w:rsidRPr="00AF2C77">
        <w:t xml:space="preserve">, Zlatá medaile AIA, </w:t>
      </w:r>
      <w:proofErr w:type="spellStart"/>
      <w:r w:rsidRPr="00AF2C77">
        <w:t>Pritzkerova</w:t>
      </w:r>
      <w:proofErr w:type="spellEnd"/>
      <w:r w:rsidRPr="00AF2C77">
        <w:t xml:space="preserve"> cena, </w:t>
      </w:r>
      <w:proofErr w:type="spellStart"/>
      <w:r w:rsidRPr="00AF2C77">
        <w:t>Praemium</w:t>
      </w:r>
      <w:proofErr w:type="spellEnd"/>
      <w:r w:rsidRPr="00AF2C77">
        <w:t xml:space="preserve"> Imperiale za architekturu, </w:t>
      </w:r>
      <w:proofErr w:type="spellStart"/>
      <w:r w:rsidRPr="00AF2C77">
        <w:t>Piranesiho</w:t>
      </w:r>
      <w:proofErr w:type="spellEnd"/>
      <w:r w:rsidRPr="00AF2C77">
        <w:t xml:space="preserve"> cena, Medaile Thomase Jeffersona za architekturu, Královská zlatá medaile za architekturu, Evropská cena za architekturu - </w:t>
      </w:r>
      <w:proofErr w:type="spellStart"/>
      <w:r w:rsidRPr="00AF2C77">
        <w:t>Mies</w:t>
      </w:r>
      <w:proofErr w:type="spellEnd"/>
      <w:r w:rsidRPr="00AF2C77">
        <w:t xml:space="preserve"> van der </w:t>
      </w:r>
      <w:proofErr w:type="spellStart"/>
      <w:r w:rsidRPr="00AF2C77">
        <w:t>Rohe</w:t>
      </w:r>
      <w:proofErr w:type="spellEnd"/>
      <w:r w:rsidRPr="00AF2C77">
        <w:t xml:space="preserve"> </w:t>
      </w:r>
      <w:proofErr w:type="spellStart"/>
      <w:r w:rsidRPr="00AF2C77">
        <w:t>Award</w:t>
      </w:r>
      <w:proofErr w:type="spellEnd"/>
      <w:r w:rsidRPr="00AF2C77">
        <w:t xml:space="preserve">, Ceny </w:t>
      </w:r>
      <w:proofErr w:type="spellStart"/>
      <w:r w:rsidRPr="00AF2C77">
        <w:t>Holcim</w:t>
      </w:r>
      <w:proofErr w:type="spellEnd"/>
      <w:r w:rsidRPr="00AF2C77">
        <w:t xml:space="preserve">, Cena mrakodrapů </w:t>
      </w:r>
      <w:proofErr w:type="spellStart"/>
      <w:r w:rsidRPr="00AF2C77">
        <w:t>Emporis</w:t>
      </w:r>
      <w:proofErr w:type="spellEnd"/>
      <w:r w:rsidRPr="00AF2C77">
        <w:t xml:space="preserve">, Cena </w:t>
      </w:r>
      <w:proofErr w:type="spellStart"/>
      <w:r w:rsidRPr="00AF2C77">
        <w:t>Kyoto</w:t>
      </w:r>
      <w:proofErr w:type="spellEnd"/>
      <w:r w:rsidRPr="00AF2C77">
        <w:t xml:space="preserve">, Cena Aga </w:t>
      </w:r>
      <w:proofErr w:type="spellStart"/>
      <w:r w:rsidRPr="00AF2C77">
        <w:t>Khana</w:t>
      </w:r>
      <w:proofErr w:type="spellEnd"/>
      <w:r w:rsidRPr="00AF2C77">
        <w:t xml:space="preserve"> za architekturu).</w:t>
      </w:r>
    </w:p>
    <w:p w14:paraId="67BCA853" w14:textId="47C8F4BA" w:rsidR="00BB36A9" w:rsidRDefault="00BB36A9" w:rsidP="00DD2708">
      <w:pPr>
        <w:pStyle w:val="Text1-1"/>
        <w:numPr>
          <w:ilvl w:val="0"/>
          <w:numId w:val="0"/>
        </w:numPr>
        <w:ind w:left="737"/>
      </w:pPr>
      <w:r w:rsidRPr="0003035A">
        <w:rPr>
          <w:bCs/>
        </w:rPr>
        <w:t>Pozemními stavbami</w:t>
      </w:r>
      <w:r>
        <w:t xml:space="preserve"> se u všech hodnocených osob </w:t>
      </w:r>
      <w:r w:rsidR="00B76413">
        <w:t xml:space="preserve">rozumí </w:t>
      </w:r>
      <w:r w:rsidRPr="00A42238">
        <w:t xml:space="preserve">pozemní stavby ve smyslu </w:t>
      </w:r>
      <w:proofErr w:type="spellStart"/>
      <w:r w:rsidRPr="00A42238">
        <w:t>ust</w:t>
      </w:r>
      <w:proofErr w:type="spellEnd"/>
      <w:r w:rsidRPr="00A42238">
        <w:t xml:space="preserve">. § 5 odst. 3 písm. a) zákona č. 360/1992 Sb., o výkonu povolání autorizovaných architektů a o výkonu povolání autorizovaných inženýrů a techniků činných ve </w:t>
      </w:r>
      <w:proofErr w:type="gramStart"/>
      <w:r w:rsidRPr="00A42238">
        <w:t xml:space="preserve">výstavbě, </w:t>
      </w:r>
      <w:r w:rsidR="007066FD" w:rsidRPr="00A42238">
        <w:t xml:space="preserve"> </w:t>
      </w:r>
      <w:r w:rsidRPr="00A42238">
        <w:t>a</w:t>
      </w:r>
      <w:proofErr w:type="gramEnd"/>
      <w:r w:rsidRPr="00A42238">
        <w:t xml:space="preserve"> to s výjimkou budov pro bydlení, budov a hal pro výrobu a staveb pro zemědělství, skladování a staveb průmyslových</w:t>
      </w:r>
      <w:r w:rsidR="00424172">
        <w:t>.</w:t>
      </w:r>
    </w:p>
    <w:p w14:paraId="0FA103FC" w14:textId="3422DC27" w:rsidR="00424172" w:rsidRPr="0003035A" w:rsidRDefault="00424172" w:rsidP="0003035A">
      <w:pPr>
        <w:spacing w:after="120"/>
        <w:ind w:left="737"/>
        <w:jc w:val="both"/>
      </w:pPr>
      <w:r w:rsidRPr="002C5154">
        <w:t>„</w:t>
      </w:r>
      <w:r w:rsidR="00727EB8">
        <w:t>P</w:t>
      </w:r>
      <w:r w:rsidRPr="002C5154">
        <w:t xml:space="preserve">amátkově chráněný objekt“ </w:t>
      </w:r>
      <w:r w:rsidR="00727EB8">
        <w:t>se u všech hodnocených osob</w:t>
      </w:r>
      <w:r w:rsidR="00727EB8" w:rsidRPr="002C5154">
        <w:t xml:space="preserve"> </w:t>
      </w:r>
      <w:r w:rsidRPr="002C5154">
        <w:t xml:space="preserve">rozumí nemovitá kulturní památka či nemovitá národní kulturní památka zapsaná do Ústředního seznamu kulturních památek České republiky podle </w:t>
      </w:r>
      <w:proofErr w:type="spellStart"/>
      <w:r w:rsidRPr="002C5154">
        <w:t>ust</w:t>
      </w:r>
      <w:proofErr w:type="spellEnd"/>
      <w:r w:rsidRPr="002C5154">
        <w:t>. § 7 odst. 1 zákona č. 20/1987 Sb., o státní památkové péči, ve znění pozdějších předpisů. Dále se tím rozumí nemovitý objekt v jiném členském státě Evropské unie, Evropského hospodářského prostoru nebo Švýcarské konfederaci, který v tomto státě požívá obdobný stupeň památkové ochrany podle tamních právních předpisů.</w:t>
      </w:r>
    </w:p>
    <w:p w14:paraId="35706D88" w14:textId="408B2B2C" w:rsidR="00B77110" w:rsidRDefault="00B77110" w:rsidP="00B77110">
      <w:pPr>
        <w:pStyle w:val="Text1-1"/>
        <w:numPr>
          <w:ilvl w:val="0"/>
          <w:numId w:val="0"/>
        </w:numPr>
        <w:ind w:left="737"/>
      </w:pPr>
      <w:r>
        <w:lastRenderedPageBreak/>
        <w:t>Dodavatel může u každé funkce člena odborného personálu dodavatele</w:t>
      </w:r>
      <w:r w:rsidR="0051514A">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4676A7">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4676A7">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 xml:space="preserve">vyhrazených částí předmětu plnění veřejné zakázky zadavatel nepřipouští doložení osob za účelem hodnocení dle tohoto </w:t>
      </w:r>
      <w:r>
        <w:lastRenderedPageBreak/>
        <w:t>článku prostřednictvím poddodavatelů. Při nesplnění této podmínky nebude nabídka dodavatele ve vztahu k takové konkrétní osobě hodnocena</w:t>
      </w:r>
      <w:r w:rsidR="00075902">
        <w:t xml:space="preserve"> (resp. dostane 0 bodů)</w:t>
      </w:r>
      <w:r>
        <w:t>.</w:t>
      </w:r>
    </w:p>
    <w:p w14:paraId="6B57A0C6" w14:textId="6F6342BC" w:rsidR="00B77110" w:rsidRDefault="00B77110" w:rsidP="00B77110">
      <w:pPr>
        <w:pStyle w:val="Text1-1"/>
        <w:numPr>
          <w:ilvl w:val="0"/>
          <w:numId w:val="0"/>
        </w:numPr>
        <w:ind w:left="737"/>
      </w:pPr>
      <w:r>
        <w:t xml:space="preserve">Doba </w:t>
      </w:r>
      <w:r w:rsidR="00347666">
        <w:t>10</w:t>
      </w:r>
      <w:r>
        <w:t xml:space="preserve">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347666">
        <w:t>10</w:t>
      </w:r>
      <w:r w:rsidR="005B3E86" w:rsidRPr="00446757">
        <w:t xml:space="preserve"> let před zahájením zadávacího řízení</w:t>
      </w:r>
      <w:r>
        <w:t>. V případě, že byla zakázka součástí rozsáhlejšího plnění pro objednatele služby (např. kromě zpracování projektové dokumentace měl dodavatel vykonávat i dozor</w:t>
      </w:r>
      <w:r w:rsidR="009E1958">
        <w:t xml:space="preserve"> projektanta</w:t>
      </w:r>
      <w:r>
        <w:t xml:space="preserve">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w:t>
      </w:r>
      <w:r w:rsidR="00944DDB" w:rsidRPr="00944DDB">
        <w:t xml:space="preserve">DPS+PDPS </w:t>
      </w:r>
      <w:r w:rsidR="005B3E86" w:rsidRPr="00B77110">
        <w:rPr>
          <w:rFonts w:cs="Arial"/>
          <w:bCs/>
        </w:rPr>
        <w:t xml:space="preserve">nebo DSP+PDPS </w:t>
      </w:r>
      <w:r w:rsidR="005B3E86">
        <w:t>nebo DUSP</w:t>
      </w:r>
      <w:r w:rsidR="006879C2" w:rsidDel="006879C2">
        <w:t xml:space="preserve"> </w:t>
      </w:r>
      <w:r w:rsidR="005B3E86">
        <w:t>+PDPS</w:t>
      </w:r>
      <w:r w:rsidR="005B3E86" w:rsidRPr="00446757">
        <w:rPr>
          <w:rFonts w:cs="Arial"/>
          <w:bCs/>
        </w:rPr>
        <w:t xml:space="preserve"> </w:t>
      </w:r>
      <w:r w:rsidR="000E5DB6">
        <w:t>nebo DUR+DSP+PDPS</w:t>
      </w:r>
      <w:r w:rsidR="000E5DB6" w:rsidRPr="00B77110">
        <w:rPr>
          <w:rFonts w:cs="Arial"/>
          <w:bCs/>
        </w:rPr>
        <w:t xml:space="preserve"> </w:t>
      </w:r>
      <w:r w:rsidR="005B3E86" w:rsidRPr="00B77110">
        <w:rPr>
          <w:rFonts w:cs="Arial"/>
          <w:bCs/>
        </w:rPr>
        <w:t xml:space="preserve">pro </w:t>
      </w:r>
      <w:r w:rsidR="00046943">
        <w:rPr>
          <w:rFonts w:cs="Arial"/>
          <w:bCs/>
        </w:rPr>
        <w:t>pozemní stavby</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dozoru</w:t>
      </w:r>
      <w:r w:rsidR="009E1958">
        <w:t xml:space="preserve"> projektanta</w:t>
      </w:r>
      <w:r w:rsidR="005B3E86">
        <w:t xml:space="preserve"> při realizaci stavby</w:t>
      </w:r>
      <w:r>
        <w:t xml:space="preserve">) dokončena není; zároveň však platí, že nestačí, </w:t>
      </w:r>
      <w:r w:rsidR="005B3E86">
        <w:t xml:space="preserve">(tj. nepovažuje se za plnění dokončené v požadované době) </w:t>
      </w:r>
      <w:r>
        <w:t xml:space="preserve">pokud je v posledních </w:t>
      </w:r>
      <w:r w:rsidR="00347666">
        <w:t>10</w:t>
      </w:r>
      <w:r>
        <w:t xml:space="preserve"> letech dokončena zakázka rozsáhlejšího plnění jako celek</w:t>
      </w:r>
      <w:r w:rsidR="005B3E86">
        <w:t xml:space="preserve"> (např. dokončen dozor</w:t>
      </w:r>
      <w:r w:rsidR="009E1958">
        <w:t xml:space="preserve"> projektanta</w:t>
      </w:r>
      <w:r w:rsidR="005B3E86">
        <w:t xml:space="preserve">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w:t>
      </w:r>
      <w:r w:rsidR="00347666">
        <w:t>10</w:t>
      </w:r>
      <w:r>
        <w:t xml:space="preserve"> lety. </w:t>
      </w:r>
      <w:r w:rsidR="009F3B3B">
        <w:t>Je-li referenční zakázka součástí rozsáhlejšího plnění pro téhož dodavatele (např. zpracování i jiných stupňů předprojektové přípravy,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7EEA36A3" w:rsidR="009F3B3B" w:rsidRDefault="009F3B3B" w:rsidP="004676A7">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t>, zpracování nákladů stavby, zpracování v režimu BIM;</w:t>
      </w:r>
    </w:p>
    <w:p w14:paraId="5B32AD35" w14:textId="7DA6DDCD" w:rsidR="00F16C4B" w:rsidRDefault="009F3B3B" w:rsidP="004676A7">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w:t>
      </w:r>
      <w:r w:rsidR="00944DDB" w:rsidRPr="00944DDB">
        <w:t xml:space="preserve">DPS+PDPS </w:t>
      </w:r>
      <w:r>
        <w:t xml:space="preserve">nebo DSP+PDPS nebo DUSP+PDPS </w:t>
      </w:r>
      <w:r w:rsidR="000E5DB6">
        <w:t xml:space="preserve">nebo DUR+DSP+PDPS </w:t>
      </w:r>
      <w:r>
        <w:t xml:space="preserve">považuje za dokončenou </w:t>
      </w:r>
      <w:r w:rsidR="00593FAE">
        <w:t xml:space="preserve">definitivním </w:t>
      </w:r>
      <w:r>
        <w:t xml:space="preserve">předáním </w:t>
      </w:r>
      <w:r w:rsidR="00944DDB" w:rsidRPr="00944DDB">
        <w:t xml:space="preserve">DPS+PDPS nebo </w:t>
      </w:r>
      <w:r>
        <w:t>DSP+PDPS nebo DUSP</w:t>
      </w:r>
      <w:r w:rsidR="00797AFA" w:rsidDel="00797AFA">
        <w:t xml:space="preserve"> </w:t>
      </w:r>
      <w:r>
        <w:t>+PDPS</w:t>
      </w:r>
      <w:r w:rsidR="000E5DB6" w:rsidRPr="000E5DB6">
        <w:t xml:space="preserve"> </w:t>
      </w:r>
      <w:r w:rsidR="005C53DD">
        <w:t xml:space="preserve">DUSP </w:t>
      </w:r>
      <w:r w:rsidR="000E5DB6">
        <w:t>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w:t>
      </w:r>
      <w:r w:rsidR="00AD0CC3">
        <w:t xml:space="preserve">územní rozhodnutí, územní souhlas, </w:t>
      </w:r>
      <w:r>
        <w:t>stavební povolení</w:t>
      </w:r>
      <w:r w:rsidR="00AD0CC3">
        <w:t>,</w:t>
      </w:r>
      <w:r>
        <w:t xml:space="preserve"> společné povolení</w:t>
      </w:r>
      <w:r w:rsidR="005E7ADE">
        <w:t xml:space="preserve"> nebo povolení </w:t>
      </w:r>
      <w:r w:rsidR="00DA5362">
        <w:t xml:space="preserve">záměru (povolení </w:t>
      </w:r>
      <w:r w:rsidR="00C60FCF">
        <w:t>stavby</w:t>
      </w:r>
      <w:r w:rsidR="00DA5362">
        <w:t>)</w:t>
      </w:r>
      <w:r>
        <w:t xml:space="preserve">, je-li součástí plnění zakázky. </w:t>
      </w:r>
    </w:p>
    <w:p w14:paraId="26C11EE9" w14:textId="372510B4" w:rsidR="00B77110" w:rsidRDefault="00B77110" w:rsidP="00B77110">
      <w:pPr>
        <w:pStyle w:val="Text1-1"/>
        <w:numPr>
          <w:ilvl w:val="0"/>
          <w:numId w:val="0"/>
        </w:numPr>
        <w:ind w:left="737"/>
      </w:pPr>
      <w:r>
        <w:lastRenderedPageBreak/>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E6C85D4"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 xml:space="preserve">zadavatel zjistí, že </w:t>
      </w:r>
      <w:proofErr w:type="gramStart"/>
      <w:r w:rsidR="00526554">
        <w:t>d</w:t>
      </w:r>
      <w:r w:rsidR="00580BF5">
        <w:t>odavatel  předlož</w:t>
      </w:r>
      <w:r w:rsidR="00526554">
        <w:t>il</w:t>
      </w:r>
      <w:proofErr w:type="gramEnd"/>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8" w:name="_Toc187749979"/>
      <w:r>
        <w:t>ZRUŠENÍ ZADÁVACÍHO ŘÍZENÍ</w:t>
      </w:r>
      <w:bookmarkEnd w:id="28"/>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lastRenderedPageBreak/>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9" w:name="_Toc187749980"/>
      <w:r>
        <w:t>UZAVŘENÍ SMLOUVY</w:t>
      </w:r>
      <w:bookmarkEnd w:id="29"/>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5C838204"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654648">
        <w:t xml:space="preserve">ekonomicky </w:t>
      </w:r>
      <w:r w:rsidRPr="00572F04">
        <w:t>nejv</w:t>
      </w:r>
      <w:r w:rsidR="00654648">
        <w:t>ý</w:t>
      </w:r>
      <w:r w:rsidRPr="00572F04">
        <w:t>hodnější</w:t>
      </w:r>
      <w:r w:rsidR="00654648">
        <w:t xml:space="preserve"> podle výsledků hodnocení nabídek</w:t>
      </w:r>
      <w:r w:rsidRPr="00572F04">
        <w:t>, a to bez ohledu na to, zda byl výběr formálně oznámen či nikoli). Zadavatel po poskytnutí výše uvedené součinnosti oznámí výběr nejv</w:t>
      </w:r>
      <w:r w:rsidR="0054491F">
        <w:t>ý</w:t>
      </w:r>
      <w:r w:rsidRPr="00572F04">
        <w:t xml:space="preserve">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4676A7">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4676A7">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4676A7">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4676A7">
      <w:pPr>
        <w:pStyle w:val="Odrka1-1"/>
      </w:pPr>
      <w:r>
        <w:lastRenderedPageBreak/>
        <w:t>vybraným dodavatelem vyplněné Přílohy č. 8 Smlouvy o dílo s názvem Seznam poddodavatelů, a ve formátu umožňujícím editaci;</w:t>
      </w:r>
    </w:p>
    <w:p w14:paraId="2DFAF334" w14:textId="153CD324" w:rsidR="00572F04" w:rsidRDefault="00572F04" w:rsidP="004676A7">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4676A7">
      <w:pPr>
        <w:pStyle w:val="Odrka1-2-"/>
      </w:pPr>
      <w:r>
        <w:t xml:space="preserve">výpis ze zahraniční evidence obdobné veřejnému rejstříku, </w:t>
      </w:r>
    </w:p>
    <w:p w14:paraId="166BAC9A" w14:textId="77777777" w:rsidR="003831C7" w:rsidRDefault="003831C7" w:rsidP="004676A7">
      <w:pPr>
        <w:pStyle w:val="Odrka1-2-"/>
      </w:pPr>
      <w:r>
        <w:t xml:space="preserve">seznam akcionářů, </w:t>
      </w:r>
    </w:p>
    <w:p w14:paraId="3BC944EC" w14:textId="77777777" w:rsidR="003831C7" w:rsidRDefault="003831C7" w:rsidP="004676A7">
      <w:pPr>
        <w:pStyle w:val="Odrka1-2-"/>
      </w:pPr>
      <w:r>
        <w:t xml:space="preserve">rozhodnutí statutárního orgánu o vyplacení podílu na zisku, </w:t>
      </w:r>
    </w:p>
    <w:p w14:paraId="3365D552" w14:textId="77777777" w:rsidR="003831C7" w:rsidRDefault="003831C7" w:rsidP="004676A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lastRenderedPageBreak/>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0B8AB6E9" w:rsidR="00BE22EE" w:rsidRDefault="00BE22EE"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w:t>
      </w:r>
      <w:r w:rsidRPr="00536C9D">
        <w:t>le čl. 8.9 těchto</w:t>
      </w:r>
      <w:r>
        <w:t xml:space="preserve"> Pokynů ve vztahu k této jiné osobě.</w:t>
      </w:r>
    </w:p>
    <w:p w14:paraId="187B794F" w14:textId="77777777" w:rsidR="0035531B" w:rsidRDefault="0035531B" w:rsidP="00B77C6D">
      <w:pPr>
        <w:pStyle w:val="Nadpis1-1"/>
      </w:pPr>
      <w:bookmarkStart w:id="30" w:name="_Toc187749981"/>
      <w:r>
        <w:t>OCHRANA INFORMACÍ</w:t>
      </w:r>
      <w:bookmarkEnd w:id="30"/>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31" w:name="_Toc187749982"/>
      <w:r>
        <w:t>ZADÁVACÍ LHŮTA</w:t>
      </w:r>
      <w:r w:rsidR="00845C50">
        <w:t xml:space="preserve"> </w:t>
      </w:r>
      <w:r w:rsidR="00092CC9">
        <w:t>A</w:t>
      </w:r>
      <w:r w:rsidR="00845C50">
        <w:t> </w:t>
      </w:r>
      <w:r>
        <w:t>JISTOTA ZA NABÍDKU</w:t>
      </w:r>
      <w:bookmarkEnd w:id="31"/>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29E1DA6B"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5C18AF" w:rsidRPr="005C18AF">
        <w:rPr>
          <w:b/>
          <w:bCs/>
        </w:rPr>
        <w:t>400 000,-</w:t>
      </w:r>
      <w:r w:rsidR="005C18AF">
        <w:t xml:space="preserve"> </w:t>
      </w:r>
      <w:r w:rsidRPr="00B035B6">
        <w:rPr>
          <w:b/>
        </w:rPr>
        <w:t xml:space="preserve">Kč </w:t>
      </w:r>
      <w:r>
        <w:t xml:space="preserve">(slovy: </w:t>
      </w:r>
      <w:proofErr w:type="spellStart"/>
      <w:r w:rsidR="005C18AF">
        <w:t>čtyřistatisíc</w:t>
      </w:r>
      <w:proofErr w:type="spellEnd"/>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4676A7">
      <w:pPr>
        <w:pStyle w:val="Odrka1-1"/>
      </w:pPr>
      <w:r>
        <w:t xml:space="preserve">složení peněžní částky na účet zadavatele („peněžní jistota“), nebo </w:t>
      </w:r>
    </w:p>
    <w:p w14:paraId="0BA36C69" w14:textId="77777777" w:rsidR="0035531B" w:rsidRDefault="0035531B" w:rsidP="004676A7">
      <w:pPr>
        <w:pStyle w:val="Odrka1-1"/>
      </w:pPr>
      <w:r>
        <w:t xml:space="preserve">bankovní záruky ve prospěch zadavatele, nebo </w:t>
      </w:r>
    </w:p>
    <w:p w14:paraId="1782A029" w14:textId="77777777" w:rsidR="0035531B" w:rsidRDefault="0035531B" w:rsidP="004676A7">
      <w:pPr>
        <w:pStyle w:val="Odrka1-1"/>
      </w:pPr>
      <w:r>
        <w:t>pojištění záruky ve prospěch zadavatele.</w:t>
      </w:r>
    </w:p>
    <w:p w14:paraId="0946F839" w14:textId="01288822" w:rsidR="0035531B" w:rsidRDefault="0035531B" w:rsidP="0035531B">
      <w:pPr>
        <w:pStyle w:val="Text1-1"/>
      </w:pPr>
      <w:r>
        <w:lastRenderedPageBreak/>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FE318F" w:rsidRPr="00FE318F">
        <w:t>30007-22307011/0710, Česká národní banka se sídlem Na Příkopě 28, 115 03 Praha 1</w:t>
      </w:r>
      <w:r>
        <w:t xml:space="preserve">, variabilní symbol </w:t>
      </w:r>
      <w:r w:rsidR="00F17B69">
        <w:t>5423520028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32" w:name="_Toc59538672"/>
      <w:bookmarkStart w:id="33" w:name="_Toc61510465"/>
      <w:bookmarkStart w:id="34" w:name="_Toc187749983"/>
      <w:r>
        <w:t>SOCIÁLNĚ A ENVIRO</w:t>
      </w:r>
      <w:r w:rsidR="007C1CD8">
        <w:t>N</w:t>
      </w:r>
      <w:r>
        <w:t>MENTÁLNĚ ODPOVĚDNÉ ZADÁVÁNÍ, INOVACE</w:t>
      </w:r>
      <w:bookmarkEnd w:id="32"/>
      <w:bookmarkEnd w:id="33"/>
      <w:bookmarkEnd w:id="34"/>
    </w:p>
    <w:p w14:paraId="3A388A57" w14:textId="71983C0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r w:rsidR="0054491F">
        <w:t>, ve znění pozdějších předpisů</w:t>
      </w:r>
      <w:r w:rsidR="00CA466B">
        <w:t>.</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676A7">
      <w:pPr>
        <w:pStyle w:val="Odrka1-1"/>
      </w:pPr>
      <w:r>
        <w:t>rovnocenné platební podmínky</w:t>
      </w:r>
      <w:r w:rsidR="008217CE">
        <w:t xml:space="preserve"> v rámci dodavatelského řetězce</w:t>
      </w:r>
    </w:p>
    <w:p w14:paraId="6876F9EC" w14:textId="167D63E9" w:rsidR="00423AD4" w:rsidRDefault="00423AD4" w:rsidP="004676A7">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5BA75900" w:rsidR="00423AD4" w:rsidRDefault="008217CE" w:rsidP="004676A7">
      <w:pPr>
        <w:pStyle w:val="Odrka1-1"/>
      </w:pPr>
      <w:r>
        <w:t>studentské exkurze</w:t>
      </w:r>
      <w:r w:rsidR="0054491F">
        <w:t xml:space="preserve"> </w:t>
      </w:r>
    </w:p>
    <w:p w14:paraId="23D25BD6" w14:textId="13EEF65C"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ustanoven</w:t>
      </w:r>
      <w:r w:rsidRPr="002F4B4B">
        <w:t>ích článku 4</w:t>
      </w:r>
      <w:r w:rsidR="00980909" w:rsidRPr="002F4B4B">
        <w:t xml:space="preserve">.7 </w:t>
      </w:r>
      <w:r w:rsidRPr="002F4B4B">
        <w:t>závazného</w:t>
      </w:r>
      <w:r>
        <w:t xml:space="preserve"> vzoru smlouvy, který je dílem 2 zadávací dokumentace</w:t>
      </w:r>
      <w:r w:rsidR="00980909">
        <w:t>.</w:t>
      </w:r>
    </w:p>
    <w:p w14:paraId="7FD7782A" w14:textId="6A8C2FA1" w:rsidR="004D33A0" w:rsidRDefault="004D33A0" w:rsidP="004D33A0">
      <w:pPr>
        <w:pStyle w:val="Nadpis1-1"/>
        <w:jc w:val="both"/>
      </w:pPr>
      <w:bookmarkStart w:id="35" w:name="_Toc102380477"/>
      <w:bookmarkStart w:id="36" w:name="_Toc103683200"/>
      <w:bookmarkStart w:id="37" w:name="_Toc103932243"/>
      <w:bookmarkStart w:id="38" w:name="_Toc187749984"/>
      <w:r>
        <w:t xml:space="preserve">Další zadávací podmínky v návaznosti na </w:t>
      </w:r>
      <w:bookmarkEnd w:id="35"/>
      <w:bookmarkEnd w:id="36"/>
      <w:bookmarkEnd w:id="37"/>
      <w:r w:rsidR="00CC7F60">
        <w:t>MEZINÁRODNÍ sankce, zákaz zadání veřejné zakázky</w:t>
      </w:r>
      <w:bookmarkEnd w:id="38"/>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xml:space="preserve">, </w:t>
      </w:r>
      <w:r w:rsidR="00CC7F60">
        <w:lastRenderedPageBreak/>
        <w:t>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EF5751">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EF5751">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EF5751">
      <w:pPr>
        <w:pStyle w:val="Text1-1"/>
        <w:numPr>
          <w:ilvl w:val="0"/>
          <w:numId w:val="1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lastRenderedPageBreak/>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9" w:name="_Toc187749985"/>
      <w:r>
        <w:t>PŘÍLOHY TĚCHTO POKYNŮ</w:t>
      </w:r>
      <w:bookmarkEnd w:id="39"/>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12B786BB" w14:textId="7D6E308D" w:rsidR="000751BA" w:rsidRDefault="0035531B" w:rsidP="00CA466B">
      <w:pPr>
        <w:pStyle w:val="Textbezslovn"/>
        <w:spacing w:after="0"/>
        <w:rPr>
          <w:rFonts w:asciiTheme="majorHAnsi" w:hAnsiTheme="majorHAnsi"/>
          <w:b/>
          <w:caps/>
          <w:sz w:val="22"/>
        </w:rPr>
      </w:pPr>
      <w:r>
        <w:t>Správa železni</w:t>
      </w:r>
      <w:r w:rsidR="00040961">
        <w:t>c</w:t>
      </w:r>
      <w:r>
        <w:t>,</w:t>
      </w:r>
      <w:r w:rsidR="00F67ED4">
        <w:t xml:space="preserve"> </w:t>
      </w:r>
      <w:r>
        <w:t>státní organizace</w:t>
      </w:r>
      <w:r w:rsidR="000751BA">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3"/>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4676A7">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4676A7">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03E1313F" w:rsidR="006A540D" w:rsidRDefault="006A540D" w:rsidP="006A540D">
      <w:pPr>
        <w:pStyle w:val="Textbezslovn"/>
        <w:ind w:left="0"/>
      </w:pPr>
      <w:r w:rsidRPr="006A6AF2">
        <w:t xml:space="preserve">Řádně jsme se seznámili se zněním zadávacích podmínek veřejné zakázky s názvem </w:t>
      </w:r>
      <w:r w:rsidR="001D419E" w:rsidRPr="001D419E">
        <w:rPr>
          <w:b/>
        </w:rPr>
        <w:t xml:space="preserve">„Rekonstrukce výpravní budovy v </w:t>
      </w:r>
      <w:proofErr w:type="spellStart"/>
      <w:r w:rsidR="001D419E" w:rsidRPr="001D419E">
        <w:rPr>
          <w:b/>
        </w:rPr>
        <w:t>žst</w:t>
      </w:r>
      <w:proofErr w:type="spellEnd"/>
      <w:r w:rsidR="001D419E" w:rsidRPr="001D419E">
        <w:rPr>
          <w:b/>
        </w:rPr>
        <w:t>. Teplice v Čechách“ 2. etapa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4"/>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4383DD30"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BF5BF2">
              <w:rPr>
                <w:b/>
              </w:rPr>
              <w:t>10</w:t>
            </w:r>
            <w:r w:rsidRPr="002D5F95">
              <w:rPr>
                <w:b/>
              </w:rPr>
              <w:t xml:space="preserve">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F5751">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F5751">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5529" w:type="dxa"/>
        <w:tblLayout w:type="fixed"/>
        <w:tblLook w:val="04E0" w:firstRow="1" w:lastRow="1" w:firstColumn="1" w:lastColumn="0" w:noHBand="0" w:noVBand="1"/>
      </w:tblPr>
      <w:tblGrid>
        <w:gridCol w:w="2410"/>
        <w:gridCol w:w="3119"/>
      </w:tblGrid>
      <w:tr w:rsidR="00A55C4E" w:rsidRPr="00EE3C5F" w14:paraId="6A6021EF" w14:textId="77777777" w:rsidTr="00A55C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0A8C6DE8" w14:textId="77777777" w:rsidR="00A55C4E" w:rsidRDefault="00A55C4E" w:rsidP="00A40426">
            <w:pPr>
              <w:rPr>
                <w:b/>
                <w:sz w:val="16"/>
                <w:szCs w:val="16"/>
              </w:rPr>
            </w:pPr>
            <w:r w:rsidRPr="00EE3C5F">
              <w:rPr>
                <w:b/>
                <w:sz w:val="16"/>
                <w:szCs w:val="16"/>
              </w:rPr>
              <w:t>Funkce</w:t>
            </w:r>
          </w:p>
          <w:p w14:paraId="5ABB8BEE" w14:textId="5CAD8290" w:rsidR="00A55C4E" w:rsidRPr="00EE3C5F" w:rsidRDefault="00A55C4E"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3119" w:type="dxa"/>
          </w:tcPr>
          <w:p w14:paraId="288DFE43" w14:textId="77777777" w:rsidR="00A55C4E" w:rsidRPr="00EE3C5F" w:rsidRDefault="00A55C4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55C4E" w:rsidRPr="00454716" w14:paraId="6077F5BF"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0502C69D"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34B009E2"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65C7DB8A"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751B87A3"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2EED6EFE"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398EB1A8"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F3E3219"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5053CA8F"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5E2A8D30"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2424E7A"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4E5CEE30"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05101AA2"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21775DE7"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1E6E35BB"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273F8EEB" w14:textId="77777777" w:rsidTr="00A55C4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tcBorders>
            <w:shd w:val="clear" w:color="auto" w:fill="auto"/>
          </w:tcPr>
          <w:p w14:paraId="55DA6835" w14:textId="77777777" w:rsidR="00A55C4E" w:rsidRPr="00454716" w:rsidRDefault="00A55C4E" w:rsidP="00EE3C5F">
            <w:pPr>
              <w:rPr>
                <w:b w:val="0"/>
                <w:sz w:val="16"/>
                <w:szCs w:val="16"/>
                <w:highlight w:val="yellow"/>
              </w:rPr>
            </w:pPr>
            <w:r w:rsidRPr="00454716">
              <w:rPr>
                <w:b w:val="0"/>
                <w:sz w:val="16"/>
                <w:szCs w:val="16"/>
                <w:highlight w:val="yellow"/>
              </w:rPr>
              <w:t>[DOPLNÍ DODAVATEL]</w:t>
            </w:r>
          </w:p>
        </w:tc>
        <w:tc>
          <w:tcPr>
            <w:tcW w:w="3119" w:type="dxa"/>
            <w:tcBorders>
              <w:top w:val="single" w:sz="2" w:space="0" w:color="auto"/>
            </w:tcBorders>
            <w:shd w:val="clear" w:color="auto" w:fill="auto"/>
          </w:tcPr>
          <w:p w14:paraId="412E45FB" w14:textId="72E24878" w:rsidR="00A55C4E" w:rsidRPr="00454716" w:rsidRDefault="00A55C4E"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F5751">
      <w:pPr>
        <w:pStyle w:val="Odstavec1-1a"/>
        <w:numPr>
          <w:ilvl w:val="0"/>
          <w:numId w:val="10"/>
        </w:numPr>
      </w:pPr>
      <w:r>
        <w:t>Příjmení: [</w:t>
      </w:r>
      <w:r w:rsidRPr="00DE6A35">
        <w:rPr>
          <w:b/>
          <w:highlight w:val="yellow"/>
        </w:rPr>
        <w:t>DOPLNÍ DODAVATEL</w:t>
      </w:r>
      <w:r>
        <w:t>]</w:t>
      </w:r>
    </w:p>
    <w:p w14:paraId="29EC71CC" w14:textId="77777777" w:rsidR="0035531B" w:rsidRDefault="0035531B" w:rsidP="00EF5751">
      <w:pPr>
        <w:pStyle w:val="Odstavec1-1a"/>
        <w:numPr>
          <w:ilvl w:val="0"/>
          <w:numId w:val="10"/>
        </w:numPr>
      </w:pPr>
      <w:r>
        <w:t>Jméno: [</w:t>
      </w:r>
      <w:r w:rsidRPr="00DE6A35">
        <w:rPr>
          <w:b/>
          <w:highlight w:val="yellow"/>
        </w:rPr>
        <w:t>DOPLNÍ DODAVATEL</w:t>
      </w:r>
      <w:r>
        <w:t>]</w:t>
      </w:r>
    </w:p>
    <w:p w14:paraId="6ED6719A" w14:textId="77777777" w:rsidR="0035531B" w:rsidRDefault="0035531B" w:rsidP="00EF5751">
      <w:pPr>
        <w:pStyle w:val="Odstavec1-1a"/>
        <w:numPr>
          <w:ilvl w:val="0"/>
          <w:numId w:val="10"/>
        </w:numPr>
      </w:pPr>
      <w:r>
        <w:t>Datum narození: [</w:t>
      </w:r>
      <w:r w:rsidRPr="00833899">
        <w:rPr>
          <w:highlight w:val="yellow"/>
        </w:rPr>
        <w:t>DOPLNÍ DODAVATEL</w:t>
      </w:r>
      <w:r>
        <w:t>]</w:t>
      </w:r>
    </w:p>
    <w:p w14:paraId="33D120A0" w14:textId="77777777" w:rsidR="0035531B" w:rsidRDefault="0035531B" w:rsidP="00EF5751">
      <w:pPr>
        <w:pStyle w:val="Odstavec1-1a"/>
        <w:numPr>
          <w:ilvl w:val="0"/>
          <w:numId w:val="10"/>
        </w:numPr>
      </w:pPr>
      <w:r>
        <w:t>Kontaktní pracovní adresa (včetně pracovní tel/e-mail): [</w:t>
      </w:r>
      <w:r w:rsidRPr="00833899">
        <w:rPr>
          <w:highlight w:val="yellow"/>
        </w:rPr>
        <w:t>DOPLNÍ DODAVATEL</w:t>
      </w:r>
      <w:r>
        <w:t>]</w:t>
      </w:r>
    </w:p>
    <w:p w14:paraId="78DD6161" w14:textId="546C921C" w:rsidR="0035531B" w:rsidRDefault="0035531B" w:rsidP="00EF5751">
      <w:pPr>
        <w:pStyle w:val="Odstavec1-1a"/>
        <w:numPr>
          <w:ilvl w:val="0"/>
          <w:numId w:val="10"/>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EF5751">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F5751">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F5751">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F5751">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F5751">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5"/>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0985DBC0" w:rsidR="00762F71" w:rsidRPr="00833899" w:rsidRDefault="00452F69" w:rsidP="00762F71">
            <w:pPr>
              <w:rPr>
                <w:sz w:val="16"/>
                <w:szCs w:val="16"/>
              </w:rPr>
            </w:pPr>
            <w:r w:rsidRPr="00833899">
              <w:rPr>
                <w:sz w:val="16"/>
                <w:szCs w:val="16"/>
              </w:rPr>
              <w:t>Roky odborné praxe celkem</w:t>
            </w:r>
            <w:r w:rsidR="00762F71">
              <w:rPr>
                <w:sz w:val="16"/>
                <w:szCs w:val="16"/>
              </w:rPr>
              <w:t xml:space="preserve"> </w:t>
            </w:r>
            <w:r w:rsidR="00762F71" w:rsidRPr="00762F71">
              <w:rPr>
                <w:sz w:val="16"/>
                <w:szCs w:val="16"/>
              </w:rPr>
              <w:t>v oboru požadovaném pro</w:t>
            </w:r>
            <w:r w:rsidR="00762F71">
              <w:rPr>
                <w:sz w:val="16"/>
                <w:szCs w:val="16"/>
              </w:rPr>
              <w:t xml:space="preserve"> </w:t>
            </w:r>
            <w:r w:rsidR="00762F71" w:rsidRPr="00762F71">
              <w:rPr>
                <w:sz w:val="16"/>
                <w:szCs w:val="16"/>
              </w:rPr>
              <w:t>splnění kvalifikace</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F5751">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F5751">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F5751">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2ADBEE6A" w:rsidR="0035531B" w:rsidRDefault="00543F07" w:rsidP="00EF5751">
      <w:pPr>
        <w:pStyle w:val="Odstavec1-1a"/>
        <w:numPr>
          <w:ilvl w:val="0"/>
          <w:numId w:val="10"/>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BC49C0">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6"/>
      </w:r>
      <w:r w:rsidR="0035531B">
        <w:t>:</w:t>
      </w:r>
    </w:p>
    <w:p w14:paraId="3B2E4A94" w14:textId="7F13FB98" w:rsidR="00EF5751" w:rsidRDefault="00EF5751" w:rsidP="00EF5751">
      <w:pPr>
        <w:pStyle w:val="Odstavec1-1a"/>
        <w:ind w:left="1077"/>
      </w:pPr>
      <w:r>
        <w:rPr>
          <w:b/>
        </w:rPr>
        <w:lastRenderedPageBreak/>
        <w:t xml:space="preserve">Zde uvedené zkušenosti nelze </w:t>
      </w:r>
      <w:r w:rsidR="00396665">
        <w:rPr>
          <w:b/>
        </w:rPr>
        <w:t xml:space="preserve">u téže osoby </w:t>
      </w:r>
      <w:r>
        <w:rPr>
          <w:b/>
        </w:rPr>
        <w:t>zároveň uvést v Příloze č. 9 pro účely hodnocení.</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EC05064" w:rsidR="00C6339C" w:rsidRPr="00543F07" w:rsidRDefault="00C6339C" w:rsidP="009E1958">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9E1958">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6DEB3ED0" w:rsidR="00452F69" w:rsidRPr="00833899" w:rsidRDefault="00543F07" w:rsidP="0003582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w:t>
            </w:r>
            <w:r w:rsidR="00672DAE">
              <w:rPr>
                <w:sz w:val="16"/>
                <w:szCs w:val="16"/>
              </w:rPr>
              <w:t>např.</w:t>
            </w:r>
            <w:r w:rsidRPr="00543F07">
              <w:rPr>
                <w:sz w:val="16"/>
                <w:szCs w:val="16"/>
              </w:rPr>
              <w:t xml:space="preserve">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w:t>
            </w:r>
            <w:proofErr w:type="gramStart"/>
            <w:r w:rsidR="00543F07" w:rsidRPr="00543F07">
              <w:rPr>
                <w:sz w:val="16"/>
                <w:szCs w:val="16"/>
              </w:rPr>
              <w:t>personálu - v</w:t>
            </w:r>
            <w:proofErr w:type="gramEnd"/>
            <w:r w:rsidR="00543F07" w:rsidRPr="00543F07">
              <w:rPr>
                <w:sz w:val="16"/>
                <w:szCs w:val="16"/>
              </w:rPr>
              <w:t xml:space="preserve">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bl>
    <w:p w14:paraId="5C17F673" w14:textId="468BF0A1" w:rsidR="0035531B" w:rsidRPr="00833899" w:rsidRDefault="006F29D2" w:rsidP="00474F4D">
      <w:pPr>
        <w:pStyle w:val="Textbezslovn"/>
        <w:ind w:left="0"/>
      </w:pPr>
      <w:r>
        <w:tab/>
      </w:r>
    </w:p>
    <w:p w14:paraId="1E567558" w14:textId="28AE05FF" w:rsidR="0035531B" w:rsidRPr="001950C2" w:rsidRDefault="0035531B" w:rsidP="00867F78">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867F78">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867F78">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198A76C8" w:rsidR="0035531B" w:rsidRPr="00833899" w:rsidRDefault="0035531B" w:rsidP="00452F69">
      <w:pPr>
        <w:pStyle w:val="Textbezslovn"/>
        <w:ind w:left="0"/>
      </w:pP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4676A7">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4676A7">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911121D" w:rsidR="00746A3A" w:rsidRDefault="00746A3A" w:rsidP="00746A3A">
      <w:pPr>
        <w:pStyle w:val="Odstavec1-1a"/>
        <w:spacing w:after="0"/>
      </w:pPr>
      <w:r w:rsidRPr="0042061D">
        <w:rPr>
          <w:b/>
        </w:rPr>
        <w:t>Zkušenosti</w:t>
      </w:r>
      <w:r>
        <w:t xml:space="preserve"> s plněním zakázek</w:t>
      </w:r>
      <w:r w:rsidR="00280FDA">
        <w:t xml:space="preserve"> a </w:t>
      </w:r>
      <w:r w:rsidR="00280FDA" w:rsidRPr="00DD30AB">
        <w:rPr>
          <w:b/>
        </w:rPr>
        <w:t>ocenění architekta</w:t>
      </w:r>
      <w:r>
        <w:t xml:space="preserve">, jež jsou pro členy odborného personálu dodavatele relevantní dle čl. 16.3 těchto Pokynů </w:t>
      </w:r>
      <w:r w:rsidRPr="0042061D">
        <w:rPr>
          <w:b/>
        </w:rPr>
        <w:t>pro hodnocení</w:t>
      </w:r>
      <w:r>
        <w:rPr>
          <w:rStyle w:val="Znakapoznpodarou"/>
        </w:rPr>
        <w:footnoteReference w:id="8"/>
      </w:r>
      <w:r>
        <w:t xml:space="preserve">: </w:t>
      </w:r>
    </w:p>
    <w:p w14:paraId="4556518A" w14:textId="77777777" w:rsidR="00396665" w:rsidRDefault="00396665" w:rsidP="00396665">
      <w:pPr>
        <w:pStyle w:val="Odstavec1-1a"/>
        <w:spacing w:after="0"/>
      </w:pPr>
    </w:p>
    <w:p w14:paraId="400003F2" w14:textId="71ADB8CF" w:rsidR="00396665" w:rsidRDefault="00396665" w:rsidP="00396665">
      <w:pPr>
        <w:pStyle w:val="Odstavec1-1a"/>
        <w:spacing w:after="0"/>
      </w:pPr>
      <w:r>
        <w:rPr>
          <w:b/>
        </w:rPr>
        <w:t xml:space="preserve">Zde uvedené zkušenosti nelze u téže osoby zároveň uvést v Příloze č. 6 pro účely prokázání kvalifikace.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43D35EBE" w:rsidR="00746A3A" w:rsidRPr="00543F07" w:rsidRDefault="00746A3A" w:rsidP="009E1958">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9E1958">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EE676C4" w:rsidR="00746A3A" w:rsidRPr="00833899" w:rsidRDefault="00746A3A" w:rsidP="009E1958">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80FD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auto"/>
          </w:tcPr>
          <w:p w14:paraId="32E88985" w14:textId="77777777" w:rsidR="00746A3A" w:rsidRPr="0042061D" w:rsidRDefault="00746A3A" w:rsidP="00294DE2">
            <w:pPr>
              <w:rPr>
                <w:b/>
                <w:sz w:val="16"/>
                <w:szCs w:val="16"/>
              </w:rPr>
            </w:pPr>
            <w:r w:rsidRPr="000407F8">
              <w:rPr>
                <w:sz w:val="16"/>
                <w:szCs w:val="16"/>
              </w:rPr>
              <w:t xml:space="preserve">Vykonávaná funkce/pozice a </w:t>
            </w:r>
            <w:r>
              <w:rPr>
                <w:sz w:val="16"/>
                <w:szCs w:val="16"/>
              </w:rPr>
              <w:t>p</w:t>
            </w:r>
            <w:r w:rsidRPr="0042061D">
              <w:rPr>
                <w:sz w:val="16"/>
                <w:szCs w:val="16"/>
              </w:rPr>
              <w:t>opis pracovních činností vykonávaných členem odb</w:t>
            </w:r>
            <w:r>
              <w:rPr>
                <w:sz w:val="16"/>
                <w:szCs w:val="16"/>
              </w:rPr>
              <w:t>orného</w:t>
            </w:r>
            <w:r w:rsidRPr="0042061D">
              <w:rPr>
                <w:sz w:val="16"/>
                <w:szCs w:val="16"/>
              </w:rPr>
              <w:t xml:space="preserve"> personálu </w:t>
            </w:r>
            <w:proofErr w:type="gramStart"/>
            <w:r>
              <w:rPr>
                <w:sz w:val="16"/>
                <w:szCs w:val="16"/>
              </w:rPr>
              <w:t xml:space="preserve">dodavatele </w:t>
            </w:r>
            <w:r w:rsidRPr="0042061D">
              <w:rPr>
                <w:sz w:val="16"/>
                <w:szCs w:val="16"/>
              </w:rPr>
              <w:t>- v</w:t>
            </w:r>
            <w:proofErr w:type="gramEnd"/>
            <w:r w:rsidRPr="0042061D">
              <w:rPr>
                <w:sz w:val="16"/>
                <w:szCs w:val="16"/>
              </w:rPr>
              <w:t xml:space="preserve"> detailu potřebném pro ověření splnění požadavků</w:t>
            </w:r>
            <w:r>
              <w:t xml:space="preserve"> </w:t>
            </w:r>
            <w:r w:rsidRPr="00746A3A">
              <w:rPr>
                <w:sz w:val="16"/>
                <w:szCs w:val="16"/>
              </w:rPr>
              <w:t>relevantních pro hodnocení</w:t>
            </w:r>
          </w:p>
        </w:tc>
        <w:tc>
          <w:tcPr>
            <w:tcW w:w="2835" w:type="dxa"/>
            <w:tcBorders>
              <w:top w:val="single" w:sz="2" w:space="0" w:color="auto"/>
              <w:bottom w:val="single" w:sz="2" w:space="0" w:color="auto"/>
            </w:tcBorders>
            <w:shd w:val="clear" w:color="auto" w:fill="auto"/>
          </w:tcPr>
          <w:p w14:paraId="1DF0758F" w14:textId="77777777" w:rsidR="00746A3A" w:rsidRPr="0042061D" w:rsidRDefault="00746A3A" w:rsidP="00294DE2">
            <w:pPr>
              <w:cnfStyle w:val="000000000000" w:firstRow="0" w:lastRow="0" w:firstColumn="0" w:lastColumn="0" w:oddVBand="0" w:evenVBand="0" w:oddHBand="0" w:evenHBand="0" w:firstRowFirstColumn="0" w:firstRowLastColumn="0" w:lastRowFirstColumn="0" w:lastRowLastColumn="0"/>
              <w:rPr>
                <w:b/>
                <w:sz w:val="16"/>
                <w:szCs w:val="16"/>
              </w:rPr>
            </w:pPr>
            <w:r w:rsidRPr="0042061D">
              <w:rPr>
                <w:sz w:val="16"/>
                <w:szCs w:val="16"/>
                <w:highlight w:val="yellow"/>
              </w:rPr>
              <w:t>[DOPLNÍ DODAVATEL]</w:t>
            </w:r>
          </w:p>
        </w:tc>
      </w:tr>
      <w:tr w:rsidR="00280FDA" w:rsidRPr="00833899" w14:paraId="4D1CFE87"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64A3205F" w14:textId="49CA4416" w:rsidR="00280FDA" w:rsidRPr="000407F8" w:rsidRDefault="00280FDA" w:rsidP="00280FDA">
            <w:pPr>
              <w:rPr>
                <w:sz w:val="16"/>
                <w:szCs w:val="16"/>
              </w:rPr>
            </w:pPr>
            <w:r w:rsidRPr="00FA628B">
              <w:rPr>
                <w:b w:val="0"/>
                <w:sz w:val="16"/>
                <w:szCs w:val="16"/>
              </w:rPr>
              <w:t>Ocenění architekta v architektonické soutěži a/nebo v soutěži o návrh a/nebo v územních (národní či vyšší územní celky) architektonických soutěžních přehlídkách</w:t>
            </w:r>
          </w:p>
        </w:tc>
        <w:tc>
          <w:tcPr>
            <w:tcW w:w="2835" w:type="dxa"/>
            <w:tcBorders>
              <w:top w:val="single" w:sz="2" w:space="0" w:color="auto"/>
            </w:tcBorders>
            <w:shd w:val="clear" w:color="auto" w:fill="auto"/>
          </w:tcPr>
          <w:p w14:paraId="611DBE5E" w14:textId="6FA2DD20" w:rsidR="00280FDA" w:rsidRPr="0042061D" w:rsidRDefault="00280FDA" w:rsidP="00280FDA">
            <w:pP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FA628B">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lastRenderedPageBreak/>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0"/>
      <w:bookmarkEnd w:id="1"/>
      <w:bookmarkEnd w:id="2"/>
      <w:bookmarkEnd w:id="3"/>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9"/>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5462503F"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A435BF" w:rsidRPr="00A435BF">
        <w:rPr>
          <w:b/>
        </w:rPr>
        <w:t xml:space="preserve">„Rekonstrukce výpravní budovy v </w:t>
      </w:r>
      <w:proofErr w:type="spellStart"/>
      <w:r w:rsidR="00A435BF" w:rsidRPr="00A435BF">
        <w:rPr>
          <w:b/>
        </w:rPr>
        <w:t>žst</w:t>
      </w:r>
      <w:proofErr w:type="spellEnd"/>
      <w:r w:rsidR="00A435BF" w:rsidRPr="00A435BF">
        <w:rPr>
          <w:b/>
        </w:rPr>
        <w:t>. Teplice v Čechách“ 2. etapa</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C97246">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B6062" w14:textId="77777777" w:rsidR="00550F18" w:rsidRDefault="00550F18" w:rsidP="00962258">
      <w:pPr>
        <w:spacing w:after="0" w:line="240" w:lineRule="auto"/>
      </w:pPr>
      <w:r>
        <w:separator/>
      </w:r>
    </w:p>
  </w:endnote>
  <w:endnote w:type="continuationSeparator" w:id="0">
    <w:p w14:paraId="25D33CBF" w14:textId="77777777" w:rsidR="00550F18" w:rsidRDefault="00550F1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2380" w14:paraId="3852A48B" w14:textId="77777777" w:rsidTr="00EB46E5">
      <w:tc>
        <w:tcPr>
          <w:tcW w:w="1361" w:type="dxa"/>
          <w:tcMar>
            <w:left w:w="0" w:type="dxa"/>
            <w:right w:w="0" w:type="dxa"/>
          </w:tcMar>
          <w:vAlign w:val="bottom"/>
        </w:tcPr>
        <w:p w14:paraId="137C5680" w14:textId="00A3C7C0" w:rsidR="000C2380" w:rsidRPr="00B8518B" w:rsidRDefault="000C238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18DB">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18DB">
            <w:rPr>
              <w:rStyle w:val="slostrnky"/>
              <w:noProof/>
            </w:rPr>
            <w:t>48</w:t>
          </w:r>
          <w:r w:rsidRPr="00B8518B">
            <w:rPr>
              <w:rStyle w:val="slostrnky"/>
            </w:rPr>
            <w:fldChar w:fldCharType="end"/>
          </w:r>
        </w:p>
      </w:tc>
      <w:tc>
        <w:tcPr>
          <w:tcW w:w="284" w:type="dxa"/>
          <w:shd w:val="clear" w:color="auto" w:fill="auto"/>
          <w:tcMar>
            <w:left w:w="0" w:type="dxa"/>
            <w:right w:w="0" w:type="dxa"/>
          </w:tcMar>
        </w:tcPr>
        <w:p w14:paraId="240F2DFD" w14:textId="77777777" w:rsidR="000C2380" w:rsidRDefault="000C2380" w:rsidP="00B8518B">
          <w:pPr>
            <w:pStyle w:val="Zpat"/>
          </w:pPr>
        </w:p>
      </w:tc>
      <w:tc>
        <w:tcPr>
          <w:tcW w:w="425" w:type="dxa"/>
          <w:shd w:val="clear" w:color="auto" w:fill="auto"/>
          <w:tcMar>
            <w:left w:w="0" w:type="dxa"/>
            <w:right w:w="0" w:type="dxa"/>
          </w:tcMar>
        </w:tcPr>
        <w:p w14:paraId="7564134E" w14:textId="77777777" w:rsidR="000C2380" w:rsidRDefault="000C2380" w:rsidP="00B8518B">
          <w:pPr>
            <w:pStyle w:val="Zpat"/>
          </w:pPr>
        </w:p>
      </w:tc>
      <w:tc>
        <w:tcPr>
          <w:tcW w:w="8505" w:type="dxa"/>
        </w:tcPr>
        <w:p w14:paraId="1B4593B8" w14:textId="0335F72D" w:rsidR="000C2380" w:rsidRDefault="000C2380" w:rsidP="00EB46E5">
          <w:pPr>
            <w:pStyle w:val="Zpat0"/>
          </w:pPr>
          <w:r w:rsidRPr="00566FF4">
            <w:t xml:space="preserve">„Rekonstrukce výpravní budovy v </w:t>
          </w:r>
          <w:proofErr w:type="spellStart"/>
          <w:r w:rsidRPr="00566FF4">
            <w:t>žst</w:t>
          </w:r>
          <w:proofErr w:type="spellEnd"/>
          <w:r w:rsidRPr="00566FF4">
            <w:t>. Teplice v Čechách“ 2. etapa</w:t>
          </w:r>
        </w:p>
        <w:p w14:paraId="5740C166" w14:textId="77777777" w:rsidR="000C2380" w:rsidRDefault="000C2380"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0C2380" w:rsidRDefault="000C2380" w:rsidP="00392730">
          <w:pPr>
            <w:pStyle w:val="Zpat0"/>
          </w:pPr>
          <w:r>
            <w:t xml:space="preserve">Část 2 – </w:t>
          </w:r>
          <w:r w:rsidRPr="0035531B">
            <w:rPr>
              <w:caps/>
            </w:rPr>
            <w:t>Pokyny pro dodavatele</w:t>
          </w:r>
        </w:p>
        <w:p w14:paraId="737706F4" w14:textId="77777777" w:rsidR="000C2380" w:rsidRDefault="000C2380" w:rsidP="00392730">
          <w:pPr>
            <w:pStyle w:val="Zpat0"/>
          </w:pPr>
        </w:p>
      </w:tc>
    </w:tr>
  </w:tbl>
  <w:p w14:paraId="557F4388" w14:textId="77777777" w:rsidR="000C2380" w:rsidRPr="00B8518B" w:rsidRDefault="000C238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1E5B6" w14:textId="77777777" w:rsidR="000C2380" w:rsidRPr="00B8518B" w:rsidRDefault="000C2380" w:rsidP="00460660">
    <w:pPr>
      <w:pStyle w:val="Zpat"/>
      <w:rPr>
        <w:sz w:val="2"/>
        <w:szCs w:val="2"/>
      </w:rPr>
    </w:pPr>
  </w:p>
  <w:p w14:paraId="70C621D3" w14:textId="587CB2C6" w:rsidR="000C2380" w:rsidRPr="00460660" w:rsidRDefault="000C238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2CB72" w14:textId="77777777" w:rsidR="00550F18" w:rsidRDefault="00550F18" w:rsidP="00962258">
      <w:pPr>
        <w:spacing w:after="0" w:line="240" w:lineRule="auto"/>
      </w:pPr>
      <w:r>
        <w:separator/>
      </w:r>
    </w:p>
  </w:footnote>
  <w:footnote w:type="continuationSeparator" w:id="0">
    <w:p w14:paraId="18548D5D" w14:textId="77777777" w:rsidR="00550F18" w:rsidRDefault="00550F18" w:rsidP="00962258">
      <w:pPr>
        <w:spacing w:after="0" w:line="240" w:lineRule="auto"/>
      </w:pPr>
      <w:r>
        <w:continuationSeparator/>
      </w:r>
    </w:p>
  </w:footnote>
  <w:footnote w:id="1">
    <w:p w14:paraId="67680484" w14:textId="5802DE5F" w:rsidR="000C2380" w:rsidRDefault="000C2380"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C8221A2" w14:textId="77777777" w:rsidR="000C2380" w:rsidRPr="00EB54C9" w:rsidRDefault="000C2380"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B21B89" w14:textId="77777777" w:rsidR="000C2380" w:rsidRDefault="000C2380"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0C2380" w:rsidRDefault="000C2380"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0C2380" w:rsidRDefault="000C238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6679CABB" w14:textId="77777777" w:rsidR="000C2380" w:rsidRDefault="000C238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0C2380" w:rsidRDefault="000C238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1A989F2" w14:textId="64FA76D7" w:rsidR="000C2380" w:rsidRDefault="000C2380"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3A536AE7" w14:textId="77777777" w:rsidR="000C2380" w:rsidRDefault="000C2380"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2380" w14:paraId="40E70905" w14:textId="77777777" w:rsidTr="00C02D0A">
      <w:trPr>
        <w:trHeight w:hRule="exact" w:val="454"/>
      </w:trPr>
      <w:tc>
        <w:tcPr>
          <w:tcW w:w="1361" w:type="dxa"/>
          <w:tcMar>
            <w:top w:w="57" w:type="dxa"/>
            <w:left w:w="0" w:type="dxa"/>
            <w:right w:w="0" w:type="dxa"/>
          </w:tcMar>
        </w:tcPr>
        <w:p w14:paraId="157A32E1" w14:textId="77777777" w:rsidR="000C2380" w:rsidRPr="00B8518B" w:rsidRDefault="000C2380" w:rsidP="00523EA7">
          <w:pPr>
            <w:pStyle w:val="Zpat"/>
            <w:rPr>
              <w:rStyle w:val="slostrnky"/>
            </w:rPr>
          </w:pPr>
        </w:p>
      </w:tc>
      <w:tc>
        <w:tcPr>
          <w:tcW w:w="3458" w:type="dxa"/>
          <w:shd w:val="clear" w:color="auto" w:fill="auto"/>
          <w:tcMar>
            <w:top w:w="57" w:type="dxa"/>
            <w:left w:w="0" w:type="dxa"/>
            <w:right w:w="0" w:type="dxa"/>
          </w:tcMar>
        </w:tcPr>
        <w:p w14:paraId="0BFEA660" w14:textId="77777777" w:rsidR="000C2380" w:rsidRDefault="000C2380" w:rsidP="00523EA7">
          <w:pPr>
            <w:pStyle w:val="Zpat"/>
          </w:pPr>
        </w:p>
      </w:tc>
      <w:tc>
        <w:tcPr>
          <w:tcW w:w="5698" w:type="dxa"/>
          <w:shd w:val="clear" w:color="auto" w:fill="auto"/>
          <w:tcMar>
            <w:top w:w="57" w:type="dxa"/>
            <w:left w:w="0" w:type="dxa"/>
            <w:right w:w="0" w:type="dxa"/>
          </w:tcMar>
        </w:tcPr>
        <w:p w14:paraId="43417309" w14:textId="77777777" w:rsidR="000C2380" w:rsidRPr="00D6163D" w:rsidRDefault="000C2380" w:rsidP="00D6163D">
          <w:pPr>
            <w:pStyle w:val="Druhdokumentu"/>
          </w:pPr>
        </w:p>
      </w:tc>
    </w:tr>
  </w:tbl>
  <w:p w14:paraId="7A51DC1B" w14:textId="77777777" w:rsidR="000C2380" w:rsidRPr="00D6163D" w:rsidRDefault="000C238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C2380" w14:paraId="6BBBB51F" w14:textId="77777777" w:rsidTr="00B22106">
      <w:trPr>
        <w:trHeight w:hRule="exact" w:val="936"/>
      </w:trPr>
      <w:tc>
        <w:tcPr>
          <w:tcW w:w="1361" w:type="dxa"/>
          <w:tcMar>
            <w:left w:w="0" w:type="dxa"/>
            <w:right w:w="0" w:type="dxa"/>
          </w:tcMar>
        </w:tcPr>
        <w:p w14:paraId="7B49BEA5" w14:textId="77777777" w:rsidR="000C2380" w:rsidRPr="00B8518B" w:rsidRDefault="000C2380" w:rsidP="00FC6389">
          <w:pPr>
            <w:pStyle w:val="Zpat"/>
            <w:rPr>
              <w:rStyle w:val="slostrnky"/>
            </w:rPr>
          </w:pPr>
        </w:p>
      </w:tc>
      <w:tc>
        <w:tcPr>
          <w:tcW w:w="3458" w:type="dxa"/>
          <w:shd w:val="clear" w:color="auto" w:fill="auto"/>
          <w:tcMar>
            <w:left w:w="0" w:type="dxa"/>
            <w:right w:w="0" w:type="dxa"/>
          </w:tcMar>
        </w:tcPr>
        <w:p w14:paraId="5723BA86" w14:textId="77777777" w:rsidR="000C2380" w:rsidRDefault="000C2380" w:rsidP="00FC6389">
          <w:pPr>
            <w:pStyle w:val="Zpat"/>
          </w:pPr>
        </w:p>
      </w:tc>
      <w:tc>
        <w:tcPr>
          <w:tcW w:w="5756" w:type="dxa"/>
          <w:shd w:val="clear" w:color="auto" w:fill="auto"/>
          <w:tcMar>
            <w:left w:w="0" w:type="dxa"/>
            <w:right w:w="0" w:type="dxa"/>
          </w:tcMar>
        </w:tcPr>
        <w:p w14:paraId="10B786D1" w14:textId="77777777" w:rsidR="000C2380" w:rsidRPr="00D6163D" w:rsidRDefault="000C2380" w:rsidP="00FC6389">
          <w:pPr>
            <w:pStyle w:val="Druhdokumentu"/>
          </w:pPr>
        </w:p>
      </w:tc>
    </w:tr>
    <w:tr w:rsidR="000C2380" w14:paraId="68D9FA2A" w14:textId="77777777" w:rsidTr="00B22106">
      <w:trPr>
        <w:trHeight w:hRule="exact" w:val="936"/>
      </w:trPr>
      <w:tc>
        <w:tcPr>
          <w:tcW w:w="1361" w:type="dxa"/>
          <w:tcMar>
            <w:left w:w="0" w:type="dxa"/>
            <w:right w:w="0" w:type="dxa"/>
          </w:tcMar>
        </w:tcPr>
        <w:p w14:paraId="1B20651E" w14:textId="77777777" w:rsidR="000C2380" w:rsidRPr="00B8518B" w:rsidRDefault="000C2380" w:rsidP="00FC6389">
          <w:pPr>
            <w:pStyle w:val="Zpat"/>
            <w:rPr>
              <w:rStyle w:val="slostrnky"/>
            </w:rPr>
          </w:pPr>
        </w:p>
      </w:tc>
      <w:tc>
        <w:tcPr>
          <w:tcW w:w="3458" w:type="dxa"/>
          <w:shd w:val="clear" w:color="auto" w:fill="auto"/>
          <w:tcMar>
            <w:left w:w="0" w:type="dxa"/>
            <w:right w:w="0" w:type="dxa"/>
          </w:tcMar>
        </w:tcPr>
        <w:p w14:paraId="44D3F74E" w14:textId="77777777" w:rsidR="000C2380" w:rsidRDefault="000C2380" w:rsidP="00FC6389">
          <w:pPr>
            <w:pStyle w:val="Zpat"/>
          </w:pPr>
        </w:p>
      </w:tc>
      <w:tc>
        <w:tcPr>
          <w:tcW w:w="5756" w:type="dxa"/>
          <w:shd w:val="clear" w:color="auto" w:fill="auto"/>
          <w:tcMar>
            <w:left w:w="0" w:type="dxa"/>
            <w:right w:w="0" w:type="dxa"/>
          </w:tcMar>
        </w:tcPr>
        <w:p w14:paraId="12C34926" w14:textId="77777777" w:rsidR="000C2380" w:rsidRPr="00D6163D" w:rsidRDefault="000C2380" w:rsidP="00FC6389">
          <w:pPr>
            <w:pStyle w:val="Druhdokumentu"/>
          </w:pPr>
        </w:p>
      </w:tc>
    </w:tr>
  </w:tbl>
  <w:p w14:paraId="0D5F026A" w14:textId="77777777" w:rsidR="000C2380" w:rsidRPr="00D6163D" w:rsidRDefault="000C2380"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0C2380" w:rsidRPr="00460660" w:rsidRDefault="000C238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6741E"/>
    <w:multiLevelType w:val="hybridMultilevel"/>
    <w:tmpl w:val="4B069238"/>
    <w:lvl w:ilvl="0" w:tplc="4FA830E0">
      <w:start w:val="7"/>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935F4D"/>
    <w:multiLevelType w:val="hybridMultilevel"/>
    <w:tmpl w:val="9E5253E6"/>
    <w:lvl w:ilvl="0" w:tplc="E794D922">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0AE470AA"/>
    <w:multiLevelType w:val="hybridMultilevel"/>
    <w:tmpl w:val="FBC42CA8"/>
    <w:lvl w:ilvl="0" w:tplc="68AACFF8">
      <w:start w:val="1"/>
      <w:numFmt w:val="lowerLetter"/>
      <w:lvlText w:val="%1)"/>
      <w:lvlJc w:val="left"/>
      <w:pPr>
        <w:ind w:left="1097" w:hanging="360"/>
      </w:pPr>
      <w:rPr>
        <w:rFonts w:hint="default"/>
        <w:b/>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6"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9FB6E41"/>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8E7367E"/>
    <w:multiLevelType w:val="hybridMultilevel"/>
    <w:tmpl w:val="6854E0D2"/>
    <w:lvl w:ilvl="0" w:tplc="527E2C7C">
      <w:start w:val="1"/>
      <w:numFmt w:val="lowerLetter"/>
      <w:lvlText w:val="%1)"/>
      <w:lvlJc w:val="left"/>
      <w:pPr>
        <w:ind w:left="1097" w:hanging="360"/>
      </w:pPr>
      <w:rPr>
        <w:b/>
        <w:bCs/>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4B757A66"/>
    <w:multiLevelType w:val="hybridMultilevel"/>
    <w:tmpl w:val="D5268E16"/>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54AE6858"/>
    <w:multiLevelType w:val="multilevel"/>
    <w:tmpl w:val="1952D026"/>
    <w:lvl w:ilvl="0">
      <w:start w:val="1"/>
      <w:numFmt w:val="lowerLetter"/>
      <w:lvlText w:val="%1)"/>
      <w:lvlJc w:val="left"/>
      <w:pPr>
        <w:tabs>
          <w:tab w:val="num" w:pos="1077"/>
        </w:tabs>
        <w:ind w:left="1077" w:hanging="340"/>
      </w:pPr>
      <w:rPr>
        <w:rFonts w:hint="default"/>
        <w:b/>
        <w:bCs/>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CABE99FC"/>
    <w:numStyleLink w:val="ListNumbermultilevel"/>
  </w:abstractNum>
  <w:abstractNum w:abstractNumId="2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2899681">
    <w:abstractNumId w:val="9"/>
  </w:num>
  <w:num w:numId="2" w16cid:durableId="1716781504">
    <w:abstractNumId w:val="2"/>
  </w:num>
  <w:num w:numId="3" w16cid:durableId="267153921">
    <w:abstractNumId w:val="20"/>
  </w:num>
  <w:num w:numId="4" w16cid:durableId="286349835">
    <w:abstractNumId w:val="7"/>
  </w:num>
  <w:num w:numId="5" w16cid:durableId="149643098">
    <w:abstractNumId w:val="1"/>
  </w:num>
  <w:num w:numId="6" w16cid:durableId="469714388">
    <w:abstractNumId w:val="11"/>
  </w:num>
  <w:num w:numId="7" w16cid:durableId="840043737">
    <w:abstractNumId w:val="12"/>
  </w:num>
  <w:num w:numId="8" w16cid:durableId="1632319348">
    <w:abstractNumId w:val="22"/>
  </w:num>
  <w:num w:numId="9" w16cid:durableId="1093747257">
    <w:abstractNumId w:val="19"/>
  </w:num>
  <w:num w:numId="10" w16cid:durableId="2403322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8258855">
    <w:abstractNumId w:val="13"/>
  </w:num>
  <w:num w:numId="12" w16cid:durableId="612984494">
    <w:abstractNumId w:val="15"/>
  </w:num>
  <w:num w:numId="13" w16cid:durableId="542598766">
    <w:abstractNumId w:val="5"/>
  </w:num>
  <w:num w:numId="14" w16cid:durableId="14660456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8246597">
    <w:abstractNumId w:val="14"/>
  </w:num>
  <w:num w:numId="16" w16cid:durableId="1069838689">
    <w:abstractNumId w:val="18"/>
  </w:num>
  <w:num w:numId="17" w16cid:durableId="1080785886">
    <w:abstractNumId w:val="6"/>
  </w:num>
  <w:num w:numId="18" w16cid:durableId="82847213">
    <w:abstractNumId w:val="21"/>
  </w:num>
  <w:num w:numId="19" w16cid:durableId="1046100117">
    <w:abstractNumId w:val="10"/>
  </w:num>
  <w:num w:numId="20" w16cid:durableId="2094736932">
    <w:abstractNumId w:val="16"/>
  </w:num>
  <w:num w:numId="21" w16cid:durableId="1869029145">
    <w:abstractNumId w:val="3"/>
  </w:num>
  <w:num w:numId="22" w16cid:durableId="1145127462">
    <w:abstractNumId w:val="17"/>
  </w:num>
  <w:num w:numId="23" w16cid:durableId="1357005158">
    <w:abstractNumId w:val="0"/>
  </w:num>
  <w:num w:numId="24" w16cid:durableId="297687339">
    <w:abstractNumId w:val="8"/>
  </w:num>
  <w:num w:numId="25" w16cid:durableId="433794245">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503C"/>
    <w:rsid w:val="00005CDA"/>
    <w:rsid w:val="000070B7"/>
    <w:rsid w:val="0001060D"/>
    <w:rsid w:val="00010664"/>
    <w:rsid w:val="00011CCC"/>
    <w:rsid w:val="000156A7"/>
    <w:rsid w:val="000174E8"/>
    <w:rsid w:val="00017F3C"/>
    <w:rsid w:val="0002092B"/>
    <w:rsid w:val="00020AF4"/>
    <w:rsid w:val="00024660"/>
    <w:rsid w:val="00026001"/>
    <w:rsid w:val="0002621B"/>
    <w:rsid w:val="00026D0B"/>
    <w:rsid w:val="00027375"/>
    <w:rsid w:val="0003035A"/>
    <w:rsid w:val="00030780"/>
    <w:rsid w:val="000338E9"/>
    <w:rsid w:val="00035828"/>
    <w:rsid w:val="000359B9"/>
    <w:rsid w:val="00040961"/>
    <w:rsid w:val="00041387"/>
    <w:rsid w:val="00041EC8"/>
    <w:rsid w:val="00042272"/>
    <w:rsid w:val="00043B79"/>
    <w:rsid w:val="00043EF5"/>
    <w:rsid w:val="00044BAD"/>
    <w:rsid w:val="000466BC"/>
    <w:rsid w:val="000466F3"/>
    <w:rsid w:val="00046943"/>
    <w:rsid w:val="00046F76"/>
    <w:rsid w:val="00047AB6"/>
    <w:rsid w:val="000513F4"/>
    <w:rsid w:val="00053304"/>
    <w:rsid w:val="0005744B"/>
    <w:rsid w:val="00063592"/>
    <w:rsid w:val="0006499F"/>
    <w:rsid w:val="00064C29"/>
    <w:rsid w:val="0006588D"/>
    <w:rsid w:val="00065D2D"/>
    <w:rsid w:val="00067936"/>
    <w:rsid w:val="00067A5E"/>
    <w:rsid w:val="00067EE3"/>
    <w:rsid w:val="000719BB"/>
    <w:rsid w:val="00072A65"/>
    <w:rsid w:val="00072C1E"/>
    <w:rsid w:val="000751BA"/>
    <w:rsid w:val="00075902"/>
    <w:rsid w:val="00075E50"/>
    <w:rsid w:val="0008255D"/>
    <w:rsid w:val="0008290B"/>
    <w:rsid w:val="00082E06"/>
    <w:rsid w:val="000837C7"/>
    <w:rsid w:val="000839DD"/>
    <w:rsid w:val="000843C3"/>
    <w:rsid w:val="00084FCF"/>
    <w:rsid w:val="000863AD"/>
    <w:rsid w:val="000869AE"/>
    <w:rsid w:val="00086A6E"/>
    <w:rsid w:val="00087825"/>
    <w:rsid w:val="000929B6"/>
    <w:rsid w:val="00092CC9"/>
    <w:rsid w:val="0009310B"/>
    <w:rsid w:val="000975F9"/>
    <w:rsid w:val="00097DD8"/>
    <w:rsid w:val="000A087A"/>
    <w:rsid w:val="000A3BC7"/>
    <w:rsid w:val="000A5F00"/>
    <w:rsid w:val="000A7644"/>
    <w:rsid w:val="000A7D7C"/>
    <w:rsid w:val="000B29BD"/>
    <w:rsid w:val="000B46AF"/>
    <w:rsid w:val="000B4EB8"/>
    <w:rsid w:val="000B5A99"/>
    <w:rsid w:val="000B5EBA"/>
    <w:rsid w:val="000B676B"/>
    <w:rsid w:val="000C04E0"/>
    <w:rsid w:val="000C2380"/>
    <w:rsid w:val="000C3DEC"/>
    <w:rsid w:val="000C41F2"/>
    <w:rsid w:val="000C5234"/>
    <w:rsid w:val="000C5789"/>
    <w:rsid w:val="000C6A88"/>
    <w:rsid w:val="000D1296"/>
    <w:rsid w:val="000D22C4"/>
    <w:rsid w:val="000D27D1"/>
    <w:rsid w:val="000D3580"/>
    <w:rsid w:val="000D4352"/>
    <w:rsid w:val="000D493F"/>
    <w:rsid w:val="000D5E72"/>
    <w:rsid w:val="000D60A6"/>
    <w:rsid w:val="000D6C82"/>
    <w:rsid w:val="000E05A5"/>
    <w:rsid w:val="000E0942"/>
    <w:rsid w:val="000E09FE"/>
    <w:rsid w:val="000E125F"/>
    <w:rsid w:val="000E1758"/>
    <w:rsid w:val="000E1A7F"/>
    <w:rsid w:val="000E48A0"/>
    <w:rsid w:val="000E5DB6"/>
    <w:rsid w:val="000E6B02"/>
    <w:rsid w:val="000F0B35"/>
    <w:rsid w:val="000F1BA4"/>
    <w:rsid w:val="000F36A8"/>
    <w:rsid w:val="000F4D0D"/>
    <w:rsid w:val="000F6CDE"/>
    <w:rsid w:val="000F76F8"/>
    <w:rsid w:val="000F7FCE"/>
    <w:rsid w:val="00100104"/>
    <w:rsid w:val="0010091D"/>
    <w:rsid w:val="001018CB"/>
    <w:rsid w:val="0010250C"/>
    <w:rsid w:val="00103A92"/>
    <w:rsid w:val="00105798"/>
    <w:rsid w:val="00106A0E"/>
    <w:rsid w:val="00110905"/>
    <w:rsid w:val="001114C3"/>
    <w:rsid w:val="00112864"/>
    <w:rsid w:val="00113A6F"/>
    <w:rsid w:val="00114472"/>
    <w:rsid w:val="00114988"/>
    <w:rsid w:val="00115069"/>
    <w:rsid w:val="001150F2"/>
    <w:rsid w:val="001165C4"/>
    <w:rsid w:val="0011680E"/>
    <w:rsid w:val="0011747F"/>
    <w:rsid w:val="0012178F"/>
    <w:rsid w:val="001224FB"/>
    <w:rsid w:val="00122BBD"/>
    <w:rsid w:val="00125559"/>
    <w:rsid w:val="0012723F"/>
    <w:rsid w:val="00132BB4"/>
    <w:rsid w:val="00133B67"/>
    <w:rsid w:val="00133E10"/>
    <w:rsid w:val="00136583"/>
    <w:rsid w:val="00136BBF"/>
    <w:rsid w:val="00142B91"/>
    <w:rsid w:val="001434C4"/>
    <w:rsid w:val="0014410E"/>
    <w:rsid w:val="00146BCB"/>
    <w:rsid w:val="001511F7"/>
    <w:rsid w:val="0015282D"/>
    <w:rsid w:val="001546D1"/>
    <w:rsid w:val="001567C4"/>
    <w:rsid w:val="0015722A"/>
    <w:rsid w:val="001575A1"/>
    <w:rsid w:val="001652EE"/>
    <w:rsid w:val="001656A2"/>
    <w:rsid w:val="00166880"/>
    <w:rsid w:val="001675E3"/>
    <w:rsid w:val="00167D12"/>
    <w:rsid w:val="00170EC5"/>
    <w:rsid w:val="00172203"/>
    <w:rsid w:val="001728E7"/>
    <w:rsid w:val="00173375"/>
    <w:rsid w:val="00173855"/>
    <w:rsid w:val="001744FD"/>
    <w:rsid w:val="001747C1"/>
    <w:rsid w:val="00176305"/>
    <w:rsid w:val="00177D6B"/>
    <w:rsid w:val="00185AA1"/>
    <w:rsid w:val="00191F90"/>
    <w:rsid w:val="00193C57"/>
    <w:rsid w:val="00193D8F"/>
    <w:rsid w:val="00194E9F"/>
    <w:rsid w:val="001950C2"/>
    <w:rsid w:val="001954B0"/>
    <w:rsid w:val="00195AA2"/>
    <w:rsid w:val="0019794F"/>
    <w:rsid w:val="001A274B"/>
    <w:rsid w:val="001A34A3"/>
    <w:rsid w:val="001A37F8"/>
    <w:rsid w:val="001A3F53"/>
    <w:rsid w:val="001A72D0"/>
    <w:rsid w:val="001A7901"/>
    <w:rsid w:val="001A7DB5"/>
    <w:rsid w:val="001B1D07"/>
    <w:rsid w:val="001B23A1"/>
    <w:rsid w:val="001B26EE"/>
    <w:rsid w:val="001B3571"/>
    <w:rsid w:val="001B3E7F"/>
    <w:rsid w:val="001B4680"/>
    <w:rsid w:val="001B4E74"/>
    <w:rsid w:val="001B6474"/>
    <w:rsid w:val="001B66B4"/>
    <w:rsid w:val="001B7180"/>
    <w:rsid w:val="001C027C"/>
    <w:rsid w:val="001C19F4"/>
    <w:rsid w:val="001C415D"/>
    <w:rsid w:val="001C5386"/>
    <w:rsid w:val="001C645F"/>
    <w:rsid w:val="001C6AE3"/>
    <w:rsid w:val="001C6B8D"/>
    <w:rsid w:val="001C7065"/>
    <w:rsid w:val="001C7C12"/>
    <w:rsid w:val="001C7FA6"/>
    <w:rsid w:val="001D182C"/>
    <w:rsid w:val="001D19B0"/>
    <w:rsid w:val="001D2108"/>
    <w:rsid w:val="001D21EA"/>
    <w:rsid w:val="001D2523"/>
    <w:rsid w:val="001D419E"/>
    <w:rsid w:val="001D48EE"/>
    <w:rsid w:val="001D5514"/>
    <w:rsid w:val="001D6E71"/>
    <w:rsid w:val="001E0849"/>
    <w:rsid w:val="001E25DD"/>
    <w:rsid w:val="001E27FE"/>
    <w:rsid w:val="001E4C5A"/>
    <w:rsid w:val="001E651D"/>
    <w:rsid w:val="001E678E"/>
    <w:rsid w:val="001F15F6"/>
    <w:rsid w:val="001F20CE"/>
    <w:rsid w:val="001F27A7"/>
    <w:rsid w:val="00202824"/>
    <w:rsid w:val="002036F6"/>
    <w:rsid w:val="00205736"/>
    <w:rsid w:val="002071BB"/>
    <w:rsid w:val="00207B7C"/>
    <w:rsid w:val="00207DF5"/>
    <w:rsid w:val="00210AB8"/>
    <w:rsid w:val="0021109A"/>
    <w:rsid w:val="002112C7"/>
    <w:rsid w:val="002120C5"/>
    <w:rsid w:val="00220CC5"/>
    <w:rsid w:val="00222BAD"/>
    <w:rsid w:val="0022528B"/>
    <w:rsid w:val="00225AD3"/>
    <w:rsid w:val="0023105F"/>
    <w:rsid w:val="00232412"/>
    <w:rsid w:val="00233646"/>
    <w:rsid w:val="00233A53"/>
    <w:rsid w:val="00234F7A"/>
    <w:rsid w:val="00237B9A"/>
    <w:rsid w:val="00237D2D"/>
    <w:rsid w:val="00240364"/>
    <w:rsid w:val="00240377"/>
    <w:rsid w:val="0024053B"/>
    <w:rsid w:val="00240B81"/>
    <w:rsid w:val="00245327"/>
    <w:rsid w:val="00245D44"/>
    <w:rsid w:val="002462A1"/>
    <w:rsid w:val="002470DC"/>
    <w:rsid w:val="00247257"/>
    <w:rsid w:val="00247D01"/>
    <w:rsid w:val="0025030F"/>
    <w:rsid w:val="0025055A"/>
    <w:rsid w:val="0025231F"/>
    <w:rsid w:val="00252BAF"/>
    <w:rsid w:val="0025305C"/>
    <w:rsid w:val="00253C9E"/>
    <w:rsid w:val="00255EEC"/>
    <w:rsid w:val="00257877"/>
    <w:rsid w:val="00260D5D"/>
    <w:rsid w:val="00261A5B"/>
    <w:rsid w:val="00262E5B"/>
    <w:rsid w:val="00263134"/>
    <w:rsid w:val="0026385B"/>
    <w:rsid w:val="00264101"/>
    <w:rsid w:val="002647B5"/>
    <w:rsid w:val="0027053F"/>
    <w:rsid w:val="00270A2C"/>
    <w:rsid w:val="0027196A"/>
    <w:rsid w:val="00271C11"/>
    <w:rsid w:val="0027282F"/>
    <w:rsid w:val="002736EC"/>
    <w:rsid w:val="00273D87"/>
    <w:rsid w:val="002743DF"/>
    <w:rsid w:val="00276AFE"/>
    <w:rsid w:val="00277D88"/>
    <w:rsid w:val="00280ACC"/>
    <w:rsid w:val="00280FDA"/>
    <w:rsid w:val="00283197"/>
    <w:rsid w:val="0028564C"/>
    <w:rsid w:val="0028572B"/>
    <w:rsid w:val="00285F49"/>
    <w:rsid w:val="002912D6"/>
    <w:rsid w:val="002924B8"/>
    <w:rsid w:val="00294CF7"/>
    <w:rsid w:val="00294DE2"/>
    <w:rsid w:val="00297E73"/>
    <w:rsid w:val="002A272D"/>
    <w:rsid w:val="002A3B57"/>
    <w:rsid w:val="002A3E0E"/>
    <w:rsid w:val="002A4047"/>
    <w:rsid w:val="002A45CA"/>
    <w:rsid w:val="002A7F25"/>
    <w:rsid w:val="002B2044"/>
    <w:rsid w:val="002B3BB4"/>
    <w:rsid w:val="002B67CB"/>
    <w:rsid w:val="002B73C7"/>
    <w:rsid w:val="002B7D97"/>
    <w:rsid w:val="002C04EE"/>
    <w:rsid w:val="002C31BF"/>
    <w:rsid w:val="002C5A83"/>
    <w:rsid w:val="002C5F8A"/>
    <w:rsid w:val="002D122E"/>
    <w:rsid w:val="002D4B0B"/>
    <w:rsid w:val="002D4DD9"/>
    <w:rsid w:val="002D5B85"/>
    <w:rsid w:val="002D5CDA"/>
    <w:rsid w:val="002D5F6B"/>
    <w:rsid w:val="002D5F95"/>
    <w:rsid w:val="002D6887"/>
    <w:rsid w:val="002D7FD6"/>
    <w:rsid w:val="002E0CD7"/>
    <w:rsid w:val="002E0CFB"/>
    <w:rsid w:val="002E10BC"/>
    <w:rsid w:val="002E2E33"/>
    <w:rsid w:val="002E5C7B"/>
    <w:rsid w:val="002F4333"/>
    <w:rsid w:val="002F4B4B"/>
    <w:rsid w:val="002F6610"/>
    <w:rsid w:val="002F6636"/>
    <w:rsid w:val="003002C1"/>
    <w:rsid w:val="003005D0"/>
    <w:rsid w:val="003014A0"/>
    <w:rsid w:val="00302794"/>
    <w:rsid w:val="00302811"/>
    <w:rsid w:val="003038E0"/>
    <w:rsid w:val="00305D0E"/>
    <w:rsid w:val="00306B20"/>
    <w:rsid w:val="0030730A"/>
    <w:rsid w:val="00307641"/>
    <w:rsid w:val="00311F11"/>
    <w:rsid w:val="00312518"/>
    <w:rsid w:val="0031435A"/>
    <w:rsid w:val="00316901"/>
    <w:rsid w:val="0031758D"/>
    <w:rsid w:val="00320B33"/>
    <w:rsid w:val="00321AB3"/>
    <w:rsid w:val="00325D54"/>
    <w:rsid w:val="00326BC8"/>
    <w:rsid w:val="00327047"/>
    <w:rsid w:val="00327EEF"/>
    <w:rsid w:val="0033063F"/>
    <w:rsid w:val="00332144"/>
    <w:rsid w:val="0033239F"/>
    <w:rsid w:val="00332B91"/>
    <w:rsid w:val="00332F74"/>
    <w:rsid w:val="00333586"/>
    <w:rsid w:val="00333C1C"/>
    <w:rsid w:val="00334761"/>
    <w:rsid w:val="00337B72"/>
    <w:rsid w:val="00340608"/>
    <w:rsid w:val="0034274B"/>
    <w:rsid w:val="00342928"/>
    <w:rsid w:val="00343542"/>
    <w:rsid w:val="0034395F"/>
    <w:rsid w:val="0034477F"/>
    <w:rsid w:val="003455FD"/>
    <w:rsid w:val="00346055"/>
    <w:rsid w:val="0034719F"/>
    <w:rsid w:val="00347666"/>
    <w:rsid w:val="00347EFC"/>
    <w:rsid w:val="00350A35"/>
    <w:rsid w:val="00350E0B"/>
    <w:rsid w:val="003519E9"/>
    <w:rsid w:val="00352A48"/>
    <w:rsid w:val="00353ED4"/>
    <w:rsid w:val="0035410B"/>
    <w:rsid w:val="0035531B"/>
    <w:rsid w:val="00355D2A"/>
    <w:rsid w:val="0035667D"/>
    <w:rsid w:val="003571D8"/>
    <w:rsid w:val="00357BC6"/>
    <w:rsid w:val="00361422"/>
    <w:rsid w:val="00361902"/>
    <w:rsid w:val="00361A66"/>
    <w:rsid w:val="003622DD"/>
    <w:rsid w:val="0036288F"/>
    <w:rsid w:val="003634E6"/>
    <w:rsid w:val="00363F76"/>
    <w:rsid w:val="003646E4"/>
    <w:rsid w:val="00364A10"/>
    <w:rsid w:val="003717A3"/>
    <w:rsid w:val="0037194B"/>
    <w:rsid w:val="00372CF8"/>
    <w:rsid w:val="003735F2"/>
    <w:rsid w:val="00375453"/>
    <w:rsid w:val="0037545D"/>
    <w:rsid w:val="0037744B"/>
    <w:rsid w:val="00377844"/>
    <w:rsid w:val="003804E2"/>
    <w:rsid w:val="00380ECE"/>
    <w:rsid w:val="003830C8"/>
    <w:rsid w:val="003831C7"/>
    <w:rsid w:val="00384897"/>
    <w:rsid w:val="00386FF1"/>
    <w:rsid w:val="00387B39"/>
    <w:rsid w:val="00390C81"/>
    <w:rsid w:val="00392730"/>
    <w:rsid w:val="00392EB6"/>
    <w:rsid w:val="00393422"/>
    <w:rsid w:val="00394060"/>
    <w:rsid w:val="00394D03"/>
    <w:rsid w:val="00395312"/>
    <w:rsid w:val="003954E8"/>
    <w:rsid w:val="003956C6"/>
    <w:rsid w:val="00396665"/>
    <w:rsid w:val="00396977"/>
    <w:rsid w:val="003A1EB2"/>
    <w:rsid w:val="003A2C23"/>
    <w:rsid w:val="003A4513"/>
    <w:rsid w:val="003A52AD"/>
    <w:rsid w:val="003A5792"/>
    <w:rsid w:val="003A5AF4"/>
    <w:rsid w:val="003B0675"/>
    <w:rsid w:val="003B1051"/>
    <w:rsid w:val="003B1FAD"/>
    <w:rsid w:val="003B2707"/>
    <w:rsid w:val="003B412F"/>
    <w:rsid w:val="003B6C4D"/>
    <w:rsid w:val="003C1739"/>
    <w:rsid w:val="003C33F2"/>
    <w:rsid w:val="003C3C12"/>
    <w:rsid w:val="003D03F8"/>
    <w:rsid w:val="003D0C4F"/>
    <w:rsid w:val="003D54C1"/>
    <w:rsid w:val="003D756E"/>
    <w:rsid w:val="003D7882"/>
    <w:rsid w:val="003E2A31"/>
    <w:rsid w:val="003E3CE3"/>
    <w:rsid w:val="003E420D"/>
    <w:rsid w:val="003E4C13"/>
    <w:rsid w:val="003E611F"/>
    <w:rsid w:val="003E7071"/>
    <w:rsid w:val="003E7125"/>
    <w:rsid w:val="003E79F5"/>
    <w:rsid w:val="003F31BA"/>
    <w:rsid w:val="003F6F2A"/>
    <w:rsid w:val="00404BA2"/>
    <w:rsid w:val="00406084"/>
    <w:rsid w:val="00406313"/>
    <w:rsid w:val="004065AC"/>
    <w:rsid w:val="004078F3"/>
    <w:rsid w:val="0041145A"/>
    <w:rsid w:val="00411EA3"/>
    <w:rsid w:val="00411FB2"/>
    <w:rsid w:val="0041345F"/>
    <w:rsid w:val="004134FC"/>
    <w:rsid w:val="004137A8"/>
    <w:rsid w:val="00413B05"/>
    <w:rsid w:val="00414173"/>
    <w:rsid w:val="004142DA"/>
    <w:rsid w:val="00415042"/>
    <w:rsid w:val="00416245"/>
    <w:rsid w:val="0042061D"/>
    <w:rsid w:val="0042196E"/>
    <w:rsid w:val="004222F5"/>
    <w:rsid w:val="00423AD4"/>
    <w:rsid w:val="00424172"/>
    <w:rsid w:val="00426778"/>
    <w:rsid w:val="00427794"/>
    <w:rsid w:val="00437EC7"/>
    <w:rsid w:val="00440E20"/>
    <w:rsid w:val="00442C47"/>
    <w:rsid w:val="00443EE7"/>
    <w:rsid w:val="00450F07"/>
    <w:rsid w:val="00452F69"/>
    <w:rsid w:val="00453CD3"/>
    <w:rsid w:val="00454716"/>
    <w:rsid w:val="00454B28"/>
    <w:rsid w:val="00454BB9"/>
    <w:rsid w:val="00454F7F"/>
    <w:rsid w:val="004550D3"/>
    <w:rsid w:val="00455731"/>
    <w:rsid w:val="00460660"/>
    <w:rsid w:val="00464BA9"/>
    <w:rsid w:val="00465FDD"/>
    <w:rsid w:val="004676A7"/>
    <w:rsid w:val="00470647"/>
    <w:rsid w:val="00471676"/>
    <w:rsid w:val="00472ED5"/>
    <w:rsid w:val="00474F4D"/>
    <w:rsid w:val="00476F77"/>
    <w:rsid w:val="004802DD"/>
    <w:rsid w:val="00483969"/>
    <w:rsid w:val="00483B35"/>
    <w:rsid w:val="00483ED7"/>
    <w:rsid w:val="00485575"/>
    <w:rsid w:val="00486107"/>
    <w:rsid w:val="004871D1"/>
    <w:rsid w:val="00491827"/>
    <w:rsid w:val="0049240D"/>
    <w:rsid w:val="004928D2"/>
    <w:rsid w:val="004940B3"/>
    <w:rsid w:val="00496921"/>
    <w:rsid w:val="004A6336"/>
    <w:rsid w:val="004B34E9"/>
    <w:rsid w:val="004B456B"/>
    <w:rsid w:val="004B595B"/>
    <w:rsid w:val="004B5BCD"/>
    <w:rsid w:val="004B62B9"/>
    <w:rsid w:val="004B6506"/>
    <w:rsid w:val="004B6B88"/>
    <w:rsid w:val="004C0D5E"/>
    <w:rsid w:val="004C0FF9"/>
    <w:rsid w:val="004C18C8"/>
    <w:rsid w:val="004C3A84"/>
    <w:rsid w:val="004C4399"/>
    <w:rsid w:val="004C787C"/>
    <w:rsid w:val="004C7CFB"/>
    <w:rsid w:val="004D010F"/>
    <w:rsid w:val="004D12F4"/>
    <w:rsid w:val="004D33A0"/>
    <w:rsid w:val="004D5285"/>
    <w:rsid w:val="004D7AE0"/>
    <w:rsid w:val="004E1C55"/>
    <w:rsid w:val="004E5B7D"/>
    <w:rsid w:val="004E734F"/>
    <w:rsid w:val="004E7A1F"/>
    <w:rsid w:val="004F1580"/>
    <w:rsid w:val="004F1D17"/>
    <w:rsid w:val="004F21A1"/>
    <w:rsid w:val="004F4597"/>
    <w:rsid w:val="004F4B9B"/>
    <w:rsid w:val="004F5411"/>
    <w:rsid w:val="004F7E61"/>
    <w:rsid w:val="00500A44"/>
    <w:rsid w:val="00501B32"/>
    <w:rsid w:val="00501F5A"/>
    <w:rsid w:val="00503605"/>
    <w:rsid w:val="005037A9"/>
    <w:rsid w:val="005060E6"/>
    <w:rsid w:val="0050666E"/>
    <w:rsid w:val="00511AB9"/>
    <w:rsid w:val="00511E3C"/>
    <w:rsid w:val="00512128"/>
    <w:rsid w:val="00513B8A"/>
    <w:rsid w:val="0051514A"/>
    <w:rsid w:val="00515265"/>
    <w:rsid w:val="00520B35"/>
    <w:rsid w:val="005210B3"/>
    <w:rsid w:val="005225B2"/>
    <w:rsid w:val="00523096"/>
    <w:rsid w:val="00523BB5"/>
    <w:rsid w:val="00523EA7"/>
    <w:rsid w:val="00525050"/>
    <w:rsid w:val="00525770"/>
    <w:rsid w:val="00526554"/>
    <w:rsid w:val="00526993"/>
    <w:rsid w:val="005300B4"/>
    <w:rsid w:val="005304CE"/>
    <w:rsid w:val="00533ECD"/>
    <w:rsid w:val="005357FE"/>
    <w:rsid w:val="00535A08"/>
    <w:rsid w:val="00536C9D"/>
    <w:rsid w:val="00540479"/>
    <w:rsid w:val="005406EB"/>
    <w:rsid w:val="0054076A"/>
    <w:rsid w:val="00540C01"/>
    <w:rsid w:val="005434A6"/>
    <w:rsid w:val="00543F07"/>
    <w:rsid w:val="005446A9"/>
    <w:rsid w:val="0054491F"/>
    <w:rsid w:val="005466D9"/>
    <w:rsid w:val="005470E7"/>
    <w:rsid w:val="00547AD2"/>
    <w:rsid w:val="00547CCB"/>
    <w:rsid w:val="00550F18"/>
    <w:rsid w:val="0055111D"/>
    <w:rsid w:val="00553375"/>
    <w:rsid w:val="005534E7"/>
    <w:rsid w:val="005540AF"/>
    <w:rsid w:val="005543C6"/>
    <w:rsid w:val="00554C2D"/>
    <w:rsid w:val="00555884"/>
    <w:rsid w:val="0055657B"/>
    <w:rsid w:val="00557E99"/>
    <w:rsid w:val="00561A0E"/>
    <w:rsid w:val="00564BCA"/>
    <w:rsid w:val="00564DDD"/>
    <w:rsid w:val="00565026"/>
    <w:rsid w:val="0056689E"/>
    <w:rsid w:val="00566FB4"/>
    <w:rsid w:val="00566FF4"/>
    <w:rsid w:val="005671DF"/>
    <w:rsid w:val="00570157"/>
    <w:rsid w:val="005717C5"/>
    <w:rsid w:val="00572B6C"/>
    <w:rsid w:val="00572F04"/>
    <w:rsid w:val="00573182"/>
    <w:rsid w:val="00573536"/>
    <w:rsid w:val="005736B7"/>
    <w:rsid w:val="00574967"/>
    <w:rsid w:val="00575915"/>
    <w:rsid w:val="00575E5A"/>
    <w:rsid w:val="00577A3C"/>
    <w:rsid w:val="00580245"/>
    <w:rsid w:val="005807E2"/>
    <w:rsid w:val="00580BF5"/>
    <w:rsid w:val="00581A96"/>
    <w:rsid w:val="00583E07"/>
    <w:rsid w:val="0058680D"/>
    <w:rsid w:val="00587F74"/>
    <w:rsid w:val="00591185"/>
    <w:rsid w:val="00593FAE"/>
    <w:rsid w:val="00597034"/>
    <w:rsid w:val="005A1F44"/>
    <w:rsid w:val="005A3D2F"/>
    <w:rsid w:val="005A4694"/>
    <w:rsid w:val="005B1496"/>
    <w:rsid w:val="005B306B"/>
    <w:rsid w:val="005B3E86"/>
    <w:rsid w:val="005B43BE"/>
    <w:rsid w:val="005C13BC"/>
    <w:rsid w:val="005C18AF"/>
    <w:rsid w:val="005C1B52"/>
    <w:rsid w:val="005C36B9"/>
    <w:rsid w:val="005C490C"/>
    <w:rsid w:val="005C49ED"/>
    <w:rsid w:val="005C4A03"/>
    <w:rsid w:val="005C53DD"/>
    <w:rsid w:val="005C7A43"/>
    <w:rsid w:val="005D0508"/>
    <w:rsid w:val="005D0BC1"/>
    <w:rsid w:val="005D3AC2"/>
    <w:rsid w:val="005D3C39"/>
    <w:rsid w:val="005D5689"/>
    <w:rsid w:val="005D7BFB"/>
    <w:rsid w:val="005E028F"/>
    <w:rsid w:val="005E24CB"/>
    <w:rsid w:val="005E49D0"/>
    <w:rsid w:val="005E6218"/>
    <w:rsid w:val="005E7ADE"/>
    <w:rsid w:val="005E7AF9"/>
    <w:rsid w:val="005E7E6E"/>
    <w:rsid w:val="005F0998"/>
    <w:rsid w:val="005F298D"/>
    <w:rsid w:val="005F442A"/>
    <w:rsid w:val="005F6CCC"/>
    <w:rsid w:val="0060115D"/>
    <w:rsid w:val="00601178"/>
    <w:rsid w:val="0060125D"/>
    <w:rsid w:val="00601A8C"/>
    <w:rsid w:val="006025F3"/>
    <w:rsid w:val="006038E8"/>
    <w:rsid w:val="006073CA"/>
    <w:rsid w:val="0061068E"/>
    <w:rsid w:val="006115D3"/>
    <w:rsid w:val="00612E3D"/>
    <w:rsid w:val="0062045C"/>
    <w:rsid w:val="00625906"/>
    <w:rsid w:val="00626829"/>
    <w:rsid w:val="00631EAA"/>
    <w:rsid w:val="00631F69"/>
    <w:rsid w:val="00633ED3"/>
    <w:rsid w:val="00635616"/>
    <w:rsid w:val="00640B30"/>
    <w:rsid w:val="00641094"/>
    <w:rsid w:val="00642383"/>
    <w:rsid w:val="006434F4"/>
    <w:rsid w:val="0064569C"/>
    <w:rsid w:val="00652322"/>
    <w:rsid w:val="0065255A"/>
    <w:rsid w:val="00652EFD"/>
    <w:rsid w:val="0065396D"/>
    <w:rsid w:val="00653E0A"/>
    <w:rsid w:val="00654648"/>
    <w:rsid w:val="006556A2"/>
    <w:rsid w:val="00655976"/>
    <w:rsid w:val="0065610E"/>
    <w:rsid w:val="0065616A"/>
    <w:rsid w:val="00656A03"/>
    <w:rsid w:val="00657464"/>
    <w:rsid w:val="00660587"/>
    <w:rsid w:val="00660AD3"/>
    <w:rsid w:val="00661076"/>
    <w:rsid w:val="00662FBE"/>
    <w:rsid w:val="006638F8"/>
    <w:rsid w:val="00665962"/>
    <w:rsid w:val="006667E6"/>
    <w:rsid w:val="00666F2D"/>
    <w:rsid w:val="00667D75"/>
    <w:rsid w:val="00670EDB"/>
    <w:rsid w:val="00671128"/>
    <w:rsid w:val="006715C1"/>
    <w:rsid w:val="00672DAE"/>
    <w:rsid w:val="00673188"/>
    <w:rsid w:val="00673F7D"/>
    <w:rsid w:val="00674099"/>
    <w:rsid w:val="00674785"/>
    <w:rsid w:val="006776B6"/>
    <w:rsid w:val="00681929"/>
    <w:rsid w:val="006879C2"/>
    <w:rsid w:val="00691118"/>
    <w:rsid w:val="006925E6"/>
    <w:rsid w:val="00693150"/>
    <w:rsid w:val="0069618C"/>
    <w:rsid w:val="00696691"/>
    <w:rsid w:val="00696E3D"/>
    <w:rsid w:val="006A1D4B"/>
    <w:rsid w:val="006A1FB5"/>
    <w:rsid w:val="006A29A6"/>
    <w:rsid w:val="006A540D"/>
    <w:rsid w:val="006A5570"/>
    <w:rsid w:val="006A689C"/>
    <w:rsid w:val="006A6DF0"/>
    <w:rsid w:val="006A76EE"/>
    <w:rsid w:val="006B09E9"/>
    <w:rsid w:val="006B0A91"/>
    <w:rsid w:val="006B0B03"/>
    <w:rsid w:val="006B0B53"/>
    <w:rsid w:val="006B12A4"/>
    <w:rsid w:val="006B3D79"/>
    <w:rsid w:val="006B6FE4"/>
    <w:rsid w:val="006B73A9"/>
    <w:rsid w:val="006B78C6"/>
    <w:rsid w:val="006C096A"/>
    <w:rsid w:val="006C19F7"/>
    <w:rsid w:val="006C21E8"/>
    <w:rsid w:val="006C2343"/>
    <w:rsid w:val="006C442A"/>
    <w:rsid w:val="006C4639"/>
    <w:rsid w:val="006C4864"/>
    <w:rsid w:val="006C533D"/>
    <w:rsid w:val="006C54B8"/>
    <w:rsid w:val="006D03B3"/>
    <w:rsid w:val="006D0FD1"/>
    <w:rsid w:val="006D2308"/>
    <w:rsid w:val="006D3B4B"/>
    <w:rsid w:val="006D7CD8"/>
    <w:rsid w:val="006E0578"/>
    <w:rsid w:val="006E0CBF"/>
    <w:rsid w:val="006E100C"/>
    <w:rsid w:val="006E314D"/>
    <w:rsid w:val="006E555B"/>
    <w:rsid w:val="006F01BF"/>
    <w:rsid w:val="006F0882"/>
    <w:rsid w:val="006F2240"/>
    <w:rsid w:val="006F29D2"/>
    <w:rsid w:val="006F439C"/>
    <w:rsid w:val="006F6B09"/>
    <w:rsid w:val="00700538"/>
    <w:rsid w:val="0070255F"/>
    <w:rsid w:val="00703549"/>
    <w:rsid w:val="007038DC"/>
    <w:rsid w:val="007042F9"/>
    <w:rsid w:val="007055DB"/>
    <w:rsid w:val="007066A4"/>
    <w:rsid w:val="007066FD"/>
    <w:rsid w:val="00706F4C"/>
    <w:rsid w:val="0070752A"/>
    <w:rsid w:val="00710723"/>
    <w:rsid w:val="00711119"/>
    <w:rsid w:val="0071250A"/>
    <w:rsid w:val="00712C6B"/>
    <w:rsid w:val="007134F3"/>
    <w:rsid w:val="00713E55"/>
    <w:rsid w:val="007146EC"/>
    <w:rsid w:val="0072018C"/>
    <w:rsid w:val="00720F4A"/>
    <w:rsid w:val="00721DBA"/>
    <w:rsid w:val="00723ED1"/>
    <w:rsid w:val="00726B16"/>
    <w:rsid w:val="007278C9"/>
    <w:rsid w:val="00727EB8"/>
    <w:rsid w:val="007309F6"/>
    <w:rsid w:val="00730E00"/>
    <w:rsid w:val="007330EF"/>
    <w:rsid w:val="007334CD"/>
    <w:rsid w:val="0073461B"/>
    <w:rsid w:val="00734E41"/>
    <w:rsid w:val="007356BD"/>
    <w:rsid w:val="007372AC"/>
    <w:rsid w:val="00737F95"/>
    <w:rsid w:val="00740AF5"/>
    <w:rsid w:val="00741294"/>
    <w:rsid w:val="0074192E"/>
    <w:rsid w:val="0074204C"/>
    <w:rsid w:val="00743525"/>
    <w:rsid w:val="0074381C"/>
    <w:rsid w:val="00744F6A"/>
    <w:rsid w:val="00745555"/>
    <w:rsid w:val="00746A3A"/>
    <w:rsid w:val="0074727B"/>
    <w:rsid w:val="0075376C"/>
    <w:rsid w:val="007541A2"/>
    <w:rsid w:val="00755818"/>
    <w:rsid w:val="0076286B"/>
    <w:rsid w:val="00762F71"/>
    <w:rsid w:val="0076310D"/>
    <w:rsid w:val="007649A6"/>
    <w:rsid w:val="007654A5"/>
    <w:rsid w:val="00766846"/>
    <w:rsid w:val="00766C2B"/>
    <w:rsid w:val="00766F4A"/>
    <w:rsid w:val="0076790E"/>
    <w:rsid w:val="00771B61"/>
    <w:rsid w:val="00771C62"/>
    <w:rsid w:val="0077382B"/>
    <w:rsid w:val="00773C60"/>
    <w:rsid w:val="00773DC0"/>
    <w:rsid w:val="00774789"/>
    <w:rsid w:val="0077673A"/>
    <w:rsid w:val="00777E1F"/>
    <w:rsid w:val="00781DE3"/>
    <w:rsid w:val="00782707"/>
    <w:rsid w:val="00782C37"/>
    <w:rsid w:val="00782CC1"/>
    <w:rsid w:val="00783087"/>
    <w:rsid w:val="007843A3"/>
    <w:rsid w:val="007846E1"/>
    <w:rsid w:val="007847D6"/>
    <w:rsid w:val="00784BC3"/>
    <w:rsid w:val="007858F0"/>
    <w:rsid w:val="00786496"/>
    <w:rsid w:val="0079069D"/>
    <w:rsid w:val="007946D4"/>
    <w:rsid w:val="00794DDD"/>
    <w:rsid w:val="00796DC1"/>
    <w:rsid w:val="00797AFA"/>
    <w:rsid w:val="007A0A29"/>
    <w:rsid w:val="007A13F8"/>
    <w:rsid w:val="007A1862"/>
    <w:rsid w:val="007A2107"/>
    <w:rsid w:val="007A4A74"/>
    <w:rsid w:val="007A5172"/>
    <w:rsid w:val="007A567D"/>
    <w:rsid w:val="007A5CF0"/>
    <w:rsid w:val="007A6474"/>
    <w:rsid w:val="007A67A0"/>
    <w:rsid w:val="007A77BD"/>
    <w:rsid w:val="007B050C"/>
    <w:rsid w:val="007B4D21"/>
    <w:rsid w:val="007B570C"/>
    <w:rsid w:val="007B592C"/>
    <w:rsid w:val="007B69E8"/>
    <w:rsid w:val="007C1338"/>
    <w:rsid w:val="007C154D"/>
    <w:rsid w:val="007C1CD8"/>
    <w:rsid w:val="007C1F79"/>
    <w:rsid w:val="007C2AA1"/>
    <w:rsid w:val="007C2DC8"/>
    <w:rsid w:val="007C3238"/>
    <w:rsid w:val="007C4ABB"/>
    <w:rsid w:val="007C4FE0"/>
    <w:rsid w:val="007D2241"/>
    <w:rsid w:val="007D38E4"/>
    <w:rsid w:val="007D3F64"/>
    <w:rsid w:val="007D5A8D"/>
    <w:rsid w:val="007D74B0"/>
    <w:rsid w:val="007E2234"/>
    <w:rsid w:val="007E22C0"/>
    <w:rsid w:val="007E2593"/>
    <w:rsid w:val="007E40E3"/>
    <w:rsid w:val="007E493B"/>
    <w:rsid w:val="007E4A6E"/>
    <w:rsid w:val="007E6155"/>
    <w:rsid w:val="007E6B85"/>
    <w:rsid w:val="007F15CE"/>
    <w:rsid w:val="007F18DB"/>
    <w:rsid w:val="007F3581"/>
    <w:rsid w:val="007F3E64"/>
    <w:rsid w:val="007F4AEF"/>
    <w:rsid w:val="007F4F8F"/>
    <w:rsid w:val="007F5367"/>
    <w:rsid w:val="007F56A7"/>
    <w:rsid w:val="007F7053"/>
    <w:rsid w:val="007F79FC"/>
    <w:rsid w:val="00800851"/>
    <w:rsid w:val="00800C7F"/>
    <w:rsid w:val="008024CD"/>
    <w:rsid w:val="00802525"/>
    <w:rsid w:val="00802AC0"/>
    <w:rsid w:val="00803601"/>
    <w:rsid w:val="00804D39"/>
    <w:rsid w:val="00807DD0"/>
    <w:rsid w:val="00810368"/>
    <w:rsid w:val="008113FE"/>
    <w:rsid w:val="00813869"/>
    <w:rsid w:val="00815C1B"/>
    <w:rsid w:val="00817A33"/>
    <w:rsid w:val="00820470"/>
    <w:rsid w:val="008217CE"/>
    <w:rsid w:val="008217F2"/>
    <w:rsid w:val="00821D01"/>
    <w:rsid w:val="008228F6"/>
    <w:rsid w:val="00822B88"/>
    <w:rsid w:val="00826B7B"/>
    <w:rsid w:val="008272AB"/>
    <w:rsid w:val="00831DE9"/>
    <w:rsid w:val="00831E2B"/>
    <w:rsid w:val="00832F5B"/>
    <w:rsid w:val="00833899"/>
    <w:rsid w:val="00840E14"/>
    <w:rsid w:val="00841FCB"/>
    <w:rsid w:val="00843BCD"/>
    <w:rsid w:val="00845C50"/>
    <w:rsid w:val="00845D74"/>
    <w:rsid w:val="00846789"/>
    <w:rsid w:val="00851519"/>
    <w:rsid w:val="00851624"/>
    <w:rsid w:val="008543D8"/>
    <w:rsid w:val="00857BAC"/>
    <w:rsid w:val="00860D8A"/>
    <w:rsid w:val="008638C9"/>
    <w:rsid w:val="00866974"/>
    <w:rsid w:val="00867F78"/>
    <w:rsid w:val="008703CB"/>
    <w:rsid w:val="00870980"/>
    <w:rsid w:val="00871801"/>
    <w:rsid w:val="0087190F"/>
    <w:rsid w:val="0087202E"/>
    <w:rsid w:val="00872044"/>
    <w:rsid w:val="0087262B"/>
    <w:rsid w:val="00873007"/>
    <w:rsid w:val="00873C33"/>
    <w:rsid w:val="00873D02"/>
    <w:rsid w:val="00875B9D"/>
    <w:rsid w:val="00876C45"/>
    <w:rsid w:val="00876D73"/>
    <w:rsid w:val="00880C36"/>
    <w:rsid w:val="0088280B"/>
    <w:rsid w:val="00885737"/>
    <w:rsid w:val="00887729"/>
    <w:rsid w:val="00887F36"/>
    <w:rsid w:val="00891DF6"/>
    <w:rsid w:val="00892769"/>
    <w:rsid w:val="00892ECD"/>
    <w:rsid w:val="00893C46"/>
    <w:rsid w:val="00894AB7"/>
    <w:rsid w:val="00896CC4"/>
    <w:rsid w:val="00897B96"/>
    <w:rsid w:val="008A3568"/>
    <w:rsid w:val="008A5E06"/>
    <w:rsid w:val="008B0ED8"/>
    <w:rsid w:val="008B10F6"/>
    <w:rsid w:val="008B2021"/>
    <w:rsid w:val="008B251E"/>
    <w:rsid w:val="008B3257"/>
    <w:rsid w:val="008B3D12"/>
    <w:rsid w:val="008B4CEC"/>
    <w:rsid w:val="008B60F5"/>
    <w:rsid w:val="008B7AFE"/>
    <w:rsid w:val="008C0335"/>
    <w:rsid w:val="008C2620"/>
    <w:rsid w:val="008C27CC"/>
    <w:rsid w:val="008C3044"/>
    <w:rsid w:val="008C48C4"/>
    <w:rsid w:val="008C50F3"/>
    <w:rsid w:val="008C51DA"/>
    <w:rsid w:val="008C5FF0"/>
    <w:rsid w:val="008C65BC"/>
    <w:rsid w:val="008C6C63"/>
    <w:rsid w:val="008C7174"/>
    <w:rsid w:val="008C7EFE"/>
    <w:rsid w:val="008D00BB"/>
    <w:rsid w:val="008D03B9"/>
    <w:rsid w:val="008D30C7"/>
    <w:rsid w:val="008D552B"/>
    <w:rsid w:val="008D7D26"/>
    <w:rsid w:val="008E1138"/>
    <w:rsid w:val="008E12E4"/>
    <w:rsid w:val="008E3AB5"/>
    <w:rsid w:val="008E52BE"/>
    <w:rsid w:val="008E5D9D"/>
    <w:rsid w:val="008E78A5"/>
    <w:rsid w:val="008F0019"/>
    <w:rsid w:val="008F18D6"/>
    <w:rsid w:val="008F2C9B"/>
    <w:rsid w:val="008F58F1"/>
    <w:rsid w:val="008F5F29"/>
    <w:rsid w:val="008F6BE8"/>
    <w:rsid w:val="008F797B"/>
    <w:rsid w:val="00901E76"/>
    <w:rsid w:val="0090201F"/>
    <w:rsid w:val="009032C3"/>
    <w:rsid w:val="0090370B"/>
    <w:rsid w:val="00903C55"/>
    <w:rsid w:val="00904780"/>
    <w:rsid w:val="0090635B"/>
    <w:rsid w:val="009068F6"/>
    <w:rsid w:val="00907814"/>
    <w:rsid w:val="009127AD"/>
    <w:rsid w:val="00914887"/>
    <w:rsid w:val="00916A2E"/>
    <w:rsid w:val="00920DEB"/>
    <w:rsid w:val="00920E27"/>
    <w:rsid w:val="00921A00"/>
    <w:rsid w:val="0092226C"/>
    <w:rsid w:val="00922385"/>
    <w:rsid w:val="009223DF"/>
    <w:rsid w:val="00925F7A"/>
    <w:rsid w:val="00930B79"/>
    <w:rsid w:val="00935206"/>
    <w:rsid w:val="00936091"/>
    <w:rsid w:val="00940D8A"/>
    <w:rsid w:val="00941491"/>
    <w:rsid w:val="0094325D"/>
    <w:rsid w:val="0094424B"/>
    <w:rsid w:val="00944DDB"/>
    <w:rsid w:val="00950DB6"/>
    <w:rsid w:val="00951F56"/>
    <w:rsid w:val="0095261B"/>
    <w:rsid w:val="00953EEF"/>
    <w:rsid w:val="00953F89"/>
    <w:rsid w:val="00955F25"/>
    <w:rsid w:val="00962258"/>
    <w:rsid w:val="009627EA"/>
    <w:rsid w:val="00962869"/>
    <w:rsid w:val="00964860"/>
    <w:rsid w:val="0096543C"/>
    <w:rsid w:val="009660AD"/>
    <w:rsid w:val="00966B5A"/>
    <w:rsid w:val="009678B7"/>
    <w:rsid w:val="00971165"/>
    <w:rsid w:val="00971C1A"/>
    <w:rsid w:val="00974125"/>
    <w:rsid w:val="00976973"/>
    <w:rsid w:val="00976FCB"/>
    <w:rsid w:val="00977DD0"/>
    <w:rsid w:val="00980909"/>
    <w:rsid w:val="009814C5"/>
    <w:rsid w:val="00983D0A"/>
    <w:rsid w:val="00984CDB"/>
    <w:rsid w:val="009854FD"/>
    <w:rsid w:val="00986BA3"/>
    <w:rsid w:val="0098741C"/>
    <w:rsid w:val="00991104"/>
    <w:rsid w:val="00992D9C"/>
    <w:rsid w:val="009968AD"/>
    <w:rsid w:val="00996CB8"/>
    <w:rsid w:val="009976B8"/>
    <w:rsid w:val="009A27BB"/>
    <w:rsid w:val="009A52BE"/>
    <w:rsid w:val="009A55B5"/>
    <w:rsid w:val="009A5ECE"/>
    <w:rsid w:val="009A634D"/>
    <w:rsid w:val="009A6FCB"/>
    <w:rsid w:val="009B0DB1"/>
    <w:rsid w:val="009B0F80"/>
    <w:rsid w:val="009B2BEF"/>
    <w:rsid w:val="009B2E45"/>
    <w:rsid w:val="009B2E97"/>
    <w:rsid w:val="009B3A21"/>
    <w:rsid w:val="009B3CB0"/>
    <w:rsid w:val="009B5146"/>
    <w:rsid w:val="009B7396"/>
    <w:rsid w:val="009B7E95"/>
    <w:rsid w:val="009C0F4D"/>
    <w:rsid w:val="009C1957"/>
    <w:rsid w:val="009C418E"/>
    <w:rsid w:val="009C442C"/>
    <w:rsid w:val="009C6B9C"/>
    <w:rsid w:val="009D10A1"/>
    <w:rsid w:val="009D20A1"/>
    <w:rsid w:val="009D2CBF"/>
    <w:rsid w:val="009D2D3E"/>
    <w:rsid w:val="009D3396"/>
    <w:rsid w:val="009D3B8A"/>
    <w:rsid w:val="009D5DFD"/>
    <w:rsid w:val="009D64A5"/>
    <w:rsid w:val="009E07F4"/>
    <w:rsid w:val="009E1958"/>
    <w:rsid w:val="009E1AEE"/>
    <w:rsid w:val="009E241A"/>
    <w:rsid w:val="009E3C1B"/>
    <w:rsid w:val="009E4365"/>
    <w:rsid w:val="009E540A"/>
    <w:rsid w:val="009F0BE5"/>
    <w:rsid w:val="009F309B"/>
    <w:rsid w:val="009F392E"/>
    <w:rsid w:val="009F3B3B"/>
    <w:rsid w:val="009F435C"/>
    <w:rsid w:val="009F46C7"/>
    <w:rsid w:val="009F4CC5"/>
    <w:rsid w:val="009F53C5"/>
    <w:rsid w:val="009F7FCD"/>
    <w:rsid w:val="00A01BF8"/>
    <w:rsid w:val="00A01CB4"/>
    <w:rsid w:val="00A034B5"/>
    <w:rsid w:val="00A03E79"/>
    <w:rsid w:val="00A066DE"/>
    <w:rsid w:val="00A0740E"/>
    <w:rsid w:val="00A103F9"/>
    <w:rsid w:val="00A11A90"/>
    <w:rsid w:val="00A12463"/>
    <w:rsid w:val="00A12DFA"/>
    <w:rsid w:val="00A15641"/>
    <w:rsid w:val="00A16220"/>
    <w:rsid w:val="00A16F82"/>
    <w:rsid w:val="00A21D5E"/>
    <w:rsid w:val="00A26B4E"/>
    <w:rsid w:val="00A34A7E"/>
    <w:rsid w:val="00A35009"/>
    <w:rsid w:val="00A37F52"/>
    <w:rsid w:val="00A40426"/>
    <w:rsid w:val="00A4043B"/>
    <w:rsid w:val="00A4050F"/>
    <w:rsid w:val="00A408C9"/>
    <w:rsid w:val="00A40C1B"/>
    <w:rsid w:val="00A42238"/>
    <w:rsid w:val="00A432EF"/>
    <w:rsid w:val="00A435BF"/>
    <w:rsid w:val="00A43668"/>
    <w:rsid w:val="00A446BE"/>
    <w:rsid w:val="00A46D6C"/>
    <w:rsid w:val="00A46DC3"/>
    <w:rsid w:val="00A46E35"/>
    <w:rsid w:val="00A46FAF"/>
    <w:rsid w:val="00A47DE5"/>
    <w:rsid w:val="00A50641"/>
    <w:rsid w:val="00A51C91"/>
    <w:rsid w:val="00A530BF"/>
    <w:rsid w:val="00A55AC7"/>
    <w:rsid w:val="00A55C4E"/>
    <w:rsid w:val="00A55C9A"/>
    <w:rsid w:val="00A56621"/>
    <w:rsid w:val="00A571E7"/>
    <w:rsid w:val="00A6177B"/>
    <w:rsid w:val="00A619CA"/>
    <w:rsid w:val="00A62FE1"/>
    <w:rsid w:val="00A65BE6"/>
    <w:rsid w:val="00A65D0C"/>
    <w:rsid w:val="00A65FC1"/>
    <w:rsid w:val="00A66136"/>
    <w:rsid w:val="00A71189"/>
    <w:rsid w:val="00A727BA"/>
    <w:rsid w:val="00A7364A"/>
    <w:rsid w:val="00A7410B"/>
    <w:rsid w:val="00A74DCC"/>
    <w:rsid w:val="00A753ED"/>
    <w:rsid w:val="00A772D5"/>
    <w:rsid w:val="00A77512"/>
    <w:rsid w:val="00A80B49"/>
    <w:rsid w:val="00A8206C"/>
    <w:rsid w:val="00A84500"/>
    <w:rsid w:val="00A85121"/>
    <w:rsid w:val="00A87F59"/>
    <w:rsid w:val="00A90B86"/>
    <w:rsid w:val="00A919A4"/>
    <w:rsid w:val="00A931F6"/>
    <w:rsid w:val="00A94C2F"/>
    <w:rsid w:val="00A95C0A"/>
    <w:rsid w:val="00A965D3"/>
    <w:rsid w:val="00AA0D1F"/>
    <w:rsid w:val="00AA2EBF"/>
    <w:rsid w:val="00AA3E17"/>
    <w:rsid w:val="00AA4CBB"/>
    <w:rsid w:val="00AA5357"/>
    <w:rsid w:val="00AA5C98"/>
    <w:rsid w:val="00AA5C9B"/>
    <w:rsid w:val="00AA65FA"/>
    <w:rsid w:val="00AA7351"/>
    <w:rsid w:val="00AA7A82"/>
    <w:rsid w:val="00AB1063"/>
    <w:rsid w:val="00AB28D0"/>
    <w:rsid w:val="00AB2D3E"/>
    <w:rsid w:val="00AB6916"/>
    <w:rsid w:val="00AB6F88"/>
    <w:rsid w:val="00AB7090"/>
    <w:rsid w:val="00AB7678"/>
    <w:rsid w:val="00AC1B12"/>
    <w:rsid w:val="00AC3EA9"/>
    <w:rsid w:val="00AC63E5"/>
    <w:rsid w:val="00AC6436"/>
    <w:rsid w:val="00AC6613"/>
    <w:rsid w:val="00AC6FB1"/>
    <w:rsid w:val="00AD056F"/>
    <w:rsid w:val="00AD0714"/>
    <w:rsid w:val="00AD0C7B"/>
    <w:rsid w:val="00AD0CC3"/>
    <w:rsid w:val="00AD1771"/>
    <w:rsid w:val="00AD1786"/>
    <w:rsid w:val="00AD1AA0"/>
    <w:rsid w:val="00AD3565"/>
    <w:rsid w:val="00AD3B77"/>
    <w:rsid w:val="00AD4CCC"/>
    <w:rsid w:val="00AD5F1A"/>
    <w:rsid w:val="00AD6731"/>
    <w:rsid w:val="00AD792A"/>
    <w:rsid w:val="00AE10D0"/>
    <w:rsid w:val="00AE1D4A"/>
    <w:rsid w:val="00AE3BB4"/>
    <w:rsid w:val="00AE627C"/>
    <w:rsid w:val="00AF0446"/>
    <w:rsid w:val="00AF06C8"/>
    <w:rsid w:val="00AF2AEB"/>
    <w:rsid w:val="00AF4D76"/>
    <w:rsid w:val="00AF54DF"/>
    <w:rsid w:val="00AF5E95"/>
    <w:rsid w:val="00AF6930"/>
    <w:rsid w:val="00AF7036"/>
    <w:rsid w:val="00B008D5"/>
    <w:rsid w:val="00B00C0B"/>
    <w:rsid w:val="00B02F73"/>
    <w:rsid w:val="00B035B6"/>
    <w:rsid w:val="00B03776"/>
    <w:rsid w:val="00B0619F"/>
    <w:rsid w:val="00B067E0"/>
    <w:rsid w:val="00B0765B"/>
    <w:rsid w:val="00B1047C"/>
    <w:rsid w:val="00B104FA"/>
    <w:rsid w:val="00B13A26"/>
    <w:rsid w:val="00B14367"/>
    <w:rsid w:val="00B15D0D"/>
    <w:rsid w:val="00B15F78"/>
    <w:rsid w:val="00B17501"/>
    <w:rsid w:val="00B22106"/>
    <w:rsid w:val="00B222F7"/>
    <w:rsid w:val="00B22976"/>
    <w:rsid w:val="00B2309B"/>
    <w:rsid w:val="00B23B85"/>
    <w:rsid w:val="00B27466"/>
    <w:rsid w:val="00B34E7F"/>
    <w:rsid w:val="00B36AEF"/>
    <w:rsid w:val="00B36D02"/>
    <w:rsid w:val="00B42337"/>
    <w:rsid w:val="00B429CF"/>
    <w:rsid w:val="00B42A5E"/>
    <w:rsid w:val="00B448FF"/>
    <w:rsid w:val="00B50A96"/>
    <w:rsid w:val="00B52A86"/>
    <w:rsid w:val="00B52EF8"/>
    <w:rsid w:val="00B5431A"/>
    <w:rsid w:val="00B556D7"/>
    <w:rsid w:val="00B55826"/>
    <w:rsid w:val="00B579AD"/>
    <w:rsid w:val="00B60046"/>
    <w:rsid w:val="00B61530"/>
    <w:rsid w:val="00B62674"/>
    <w:rsid w:val="00B645BC"/>
    <w:rsid w:val="00B649D5"/>
    <w:rsid w:val="00B65A41"/>
    <w:rsid w:val="00B70267"/>
    <w:rsid w:val="00B70A06"/>
    <w:rsid w:val="00B71668"/>
    <w:rsid w:val="00B71674"/>
    <w:rsid w:val="00B73124"/>
    <w:rsid w:val="00B73644"/>
    <w:rsid w:val="00B73BEB"/>
    <w:rsid w:val="00B75EE1"/>
    <w:rsid w:val="00B761AA"/>
    <w:rsid w:val="00B76413"/>
    <w:rsid w:val="00B77110"/>
    <w:rsid w:val="00B77481"/>
    <w:rsid w:val="00B77C6D"/>
    <w:rsid w:val="00B80502"/>
    <w:rsid w:val="00B80E53"/>
    <w:rsid w:val="00B815B5"/>
    <w:rsid w:val="00B81671"/>
    <w:rsid w:val="00B81CAF"/>
    <w:rsid w:val="00B8265A"/>
    <w:rsid w:val="00B82A36"/>
    <w:rsid w:val="00B8518B"/>
    <w:rsid w:val="00B85BF4"/>
    <w:rsid w:val="00B86190"/>
    <w:rsid w:val="00B900EA"/>
    <w:rsid w:val="00B93410"/>
    <w:rsid w:val="00B96C7D"/>
    <w:rsid w:val="00B97CC3"/>
    <w:rsid w:val="00BA13C6"/>
    <w:rsid w:val="00BA197A"/>
    <w:rsid w:val="00BA1CFD"/>
    <w:rsid w:val="00BA3D9D"/>
    <w:rsid w:val="00BB1A18"/>
    <w:rsid w:val="00BB36A9"/>
    <w:rsid w:val="00BB40B3"/>
    <w:rsid w:val="00BB4AF2"/>
    <w:rsid w:val="00BB4CE0"/>
    <w:rsid w:val="00BB72FA"/>
    <w:rsid w:val="00BB790F"/>
    <w:rsid w:val="00BC06C4"/>
    <w:rsid w:val="00BC0CEF"/>
    <w:rsid w:val="00BC1044"/>
    <w:rsid w:val="00BC491D"/>
    <w:rsid w:val="00BC49C0"/>
    <w:rsid w:val="00BC663E"/>
    <w:rsid w:val="00BC6D2B"/>
    <w:rsid w:val="00BC6FC4"/>
    <w:rsid w:val="00BC7269"/>
    <w:rsid w:val="00BD0273"/>
    <w:rsid w:val="00BD032B"/>
    <w:rsid w:val="00BD0454"/>
    <w:rsid w:val="00BD04FA"/>
    <w:rsid w:val="00BD07D8"/>
    <w:rsid w:val="00BD1816"/>
    <w:rsid w:val="00BD1E73"/>
    <w:rsid w:val="00BD4E9E"/>
    <w:rsid w:val="00BD5561"/>
    <w:rsid w:val="00BD5A0E"/>
    <w:rsid w:val="00BD6850"/>
    <w:rsid w:val="00BD7438"/>
    <w:rsid w:val="00BD7E91"/>
    <w:rsid w:val="00BD7F0D"/>
    <w:rsid w:val="00BE0913"/>
    <w:rsid w:val="00BE22EE"/>
    <w:rsid w:val="00BE31A0"/>
    <w:rsid w:val="00BE49F4"/>
    <w:rsid w:val="00BE7CD3"/>
    <w:rsid w:val="00BF2038"/>
    <w:rsid w:val="00BF2A76"/>
    <w:rsid w:val="00BF2D9E"/>
    <w:rsid w:val="00BF30A4"/>
    <w:rsid w:val="00BF3817"/>
    <w:rsid w:val="00BF393A"/>
    <w:rsid w:val="00BF5BF2"/>
    <w:rsid w:val="00BF6E6C"/>
    <w:rsid w:val="00C00B28"/>
    <w:rsid w:val="00C02436"/>
    <w:rsid w:val="00C02D0A"/>
    <w:rsid w:val="00C03A6E"/>
    <w:rsid w:val="00C05F2E"/>
    <w:rsid w:val="00C05F38"/>
    <w:rsid w:val="00C06F8A"/>
    <w:rsid w:val="00C07508"/>
    <w:rsid w:val="00C10E82"/>
    <w:rsid w:val="00C115BB"/>
    <w:rsid w:val="00C203FF"/>
    <w:rsid w:val="00C212F4"/>
    <w:rsid w:val="00C220BC"/>
    <w:rsid w:val="00C226C0"/>
    <w:rsid w:val="00C23C5F"/>
    <w:rsid w:val="00C26B03"/>
    <w:rsid w:val="00C30347"/>
    <w:rsid w:val="00C311A2"/>
    <w:rsid w:val="00C31ADD"/>
    <w:rsid w:val="00C34047"/>
    <w:rsid w:val="00C34793"/>
    <w:rsid w:val="00C37377"/>
    <w:rsid w:val="00C37B25"/>
    <w:rsid w:val="00C42EF5"/>
    <w:rsid w:val="00C42FE6"/>
    <w:rsid w:val="00C44F6A"/>
    <w:rsid w:val="00C45285"/>
    <w:rsid w:val="00C51B58"/>
    <w:rsid w:val="00C52720"/>
    <w:rsid w:val="00C52C0B"/>
    <w:rsid w:val="00C55CEB"/>
    <w:rsid w:val="00C56B64"/>
    <w:rsid w:val="00C57268"/>
    <w:rsid w:val="00C60560"/>
    <w:rsid w:val="00C60C31"/>
    <w:rsid w:val="00C60FCF"/>
    <w:rsid w:val="00C6198E"/>
    <w:rsid w:val="00C6339C"/>
    <w:rsid w:val="00C639AD"/>
    <w:rsid w:val="00C63FF1"/>
    <w:rsid w:val="00C70748"/>
    <w:rsid w:val="00C7077F"/>
    <w:rsid w:val="00C708EA"/>
    <w:rsid w:val="00C7134A"/>
    <w:rsid w:val="00C7216F"/>
    <w:rsid w:val="00C776E5"/>
    <w:rsid w:val="00C778A5"/>
    <w:rsid w:val="00C809C1"/>
    <w:rsid w:val="00C82246"/>
    <w:rsid w:val="00C83174"/>
    <w:rsid w:val="00C84C01"/>
    <w:rsid w:val="00C84F86"/>
    <w:rsid w:val="00C95162"/>
    <w:rsid w:val="00C97246"/>
    <w:rsid w:val="00C97688"/>
    <w:rsid w:val="00C97A1D"/>
    <w:rsid w:val="00C97DB2"/>
    <w:rsid w:val="00CA08FB"/>
    <w:rsid w:val="00CA13F6"/>
    <w:rsid w:val="00CA1FE2"/>
    <w:rsid w:val="00CA2B1E"/>
    <w:rsid w:val="00CA41FA"/>
    <w:rsid w:val="00CA466B"/>
    <w:rsid w:val="00CA4A2C"/>
    <w:rsid w:val="00CA5133"/>
    <w:rsid w:val="00CA5986"/>
    <w:rsid w:val="00CB1197"/>
    <w:rsid w:val="00CB14C4"/>
    <w:rsid w:val="00CB14C7"/>
    <w:rsid w:val="00CB1AEB"/>
    <w:rsid w:val="00CB28F4"/>
    <w:rsid w:val="00CB2B9A"/>
    <w:rsid w:val="00CB3151"/>
    <w:rsid w:val="00CB419B"/>
    <w:rsid w:val="00CB5003"/>
    <w:rsid w:val="00CB51FD"/>
    <w:rsid w:val="00CB6A37"/>
    <w:rsid w:val="00CB6A8E"/>
    <w:rsid w:val="00CB6AC6"/>
    <w:rsid w:val="00CB7684"/>
    <w:rsid w:val="00CC005F"/>
    <w:rsid w:val="00CC0ADA"/>
    <w:rsid w:val="00CC0E0B"/>
    <w:rsid w:val="00CC1656"/>
    <w:rsid w:val="00CC3F4F"/>
    <w:rsid w:val="00CC4380"/>
    <w:rsid w:val="00CC513F"/>
    <w:rsid w:val="00CC79E1"/>
    <w:rsid w:val="00CC7BE1"/>
    <w:rsid w:val="00CC7C8F"/>
    <w:rsid w:val="00CC7F60"/>
    <w:rsid w:val="00CD0B8B"/>
    <w:rsid w:val="00CD1856"/>
    <w:rsid w:val="00CD1C73"/>
    <w:rsid w:val="00CD1FC4"/>
    <w:rsid w:val="00CD2FF6"/>
    <w:rsid w:val="00CD5995"/>
    <w:rsid w:val="00CD5D15"/>
    <w:rsid w:val="00CD7B3F"/>
    <w:rsid w:val="00CE07C1"/>
    <w:rsid w:val="00CE2274"/>
    <w:rsid w:val="00CE22D6"/>
    <w:rsid w:val="00CF06BF"/>
    <w:rsid w:val="00CF0DBE"/>
    <w:rsid w:val="00CF1799"/>
    <w:rsid w:val="00CF4237"/>
    <w:rsid w:val="00CF42AD"/>
    <w:rsid w:val="00CF4714"/>
    <w:rsid w:val="00CF4AAE"/>
    <w:rsid w:val="00CF5185"/>
    <w:rsid w:val="00CF7B47"/>
    <w:rsid w:val="00D00256"/>
    <w:rsid w:val="00D006F4"/>
    <w:rsid w:val="00D02D5E"/>
    <w:rsid w:val="00D02E9E"/>
    <w:rsid w:val="00D034A0"/>
    <w:rsid w:val="00D05D7E"/>
    <w:rsid w:val="00D07917"/>
    <w:rsid w:val="00D07B20"/>
    <w:rsid w:val="00D1099C"/>
    <w:rsid w:val="00D10A2D"/>
    <w:rsid w:val="00D112E1"/>
    <w:rsid w:val="00D122E5"/>
    <w:rsid w:val="00D139AC"/>
    <w:rsid w:val="00D13EF9"/>
    <w:rsid w:val="00D145E1"/>
    <w:rsid w:val="00D148AE"/>
    <w:rsid w:val="00D148BC"/>
    <w:rsid w:val="00D150A0"/>
    <w:rsid w:val="00D15C45"/>
    <w:rsid w:val="00D20392"/>
    <w:rsid w:val="00D20E22"/>
    <w:rsid w:val="00D21061"/>
    <w:rsid w:val="00D21732"/>
    <w:rsid w:val="00D23E39"/>
    <w:rsid w:val="00D320AC"/>
    <w:rsid w:val="00D33CEF"/>
    <w:rsid w:val="00D37B14"/>
    <w:rsid w:val="00D4108E"/>
    <w:rsid w:val="00D42474"/>
    <w:rsid w:val="00D425B6"/>
    <w:rsid w:val="00D4608D"/>
    <w:rsid w:val="00D510F1"/>
    <w:rsid w:val="00D51749"/>
    <w:rsid w:val="00D54135"/>
    <w:rsid w:val="00D5655C"/>
    <w:rsid w:val="00D57BFB"/>
    <w:rsid w:val="00D6027A"/>
    <w:rsid w:val="00D6163D"/>
    <w:rsid w:val="00D6259C"/>
    <w:rsid w:val="00D63024"/>
    <w:rsid w:val="00D6552D"/>
    <w:rsid w:val="00D66D3B"/>
    <w:rsid w:val="00D7668B"/>
    <w:rsid w:val="00D8114B"/>
    <w:rsid w:val="00D831A3"/>
    <w:rsid w:val="00D837C3"/>
    <w:rsid w:val="00D84201"/>
    <w:rsid w:val="00D8584F"/>
    <w:rsid w:val="00D85FF0"/>
    <w:rsid w:val="00D86E4C"/>
    <w:rsid w:val="00D90494"/>
    <w:rsid w:val="00D932D1"/>
    <w:rsid w:val="00D969D4"/>
    <w:rsid w:val="00D96B3F"/>
    <w:rsid w:val="00D9782B"/>
    <w:rsid w:val="00D97BE3"/>
    <w:rsid w:val="00D97EE6"/>
    <w:rsid w:val="00DA0D67"/>
    <w:rsid w:val="00DA3711"/>
    <w:rsid w:val="00DA411B"/>
    <w:rsid w:val="00DA4F0B"/>
    <w:rsid w:val="00DA5286"/>
    <w:rsid w:val="00DA5362"/>
    <w:rsid w:val="00DA5515"/>
    <w:rsid w:val="00DB2561"/>
    <w:rsid w:val="00DB2E59"/>
    <w:rsid w:val="00DB5D9B"/>
    <w:rsid w:val="00DB619A"/>
    <w:rsid w:val="00DB6399"/>
    <w:rsid w:val="00DB7379"/>
    <w:rsid w:val="00DC2DEF"/>
    <w:rsid w:val="00DD0DD8"/>
    <w:rsid w:val="00DD2708"/>
    <w:rsid w:val="00DD46F3"/>
    <w:rsid w:val="00DD4DDB"/>
    <w:rsid w:val="00DD646E"/>
    <w:rsid w:val="00DE51A5"/>
    <w:rsid w:val="00DE56F2"/>
    <w:rsid w:val="00DE66EB"/>
    <w:rsid w:val="00DE6A35"/>
    <w:rsid w:val="00DE7DF2"/>
    <w:rsid w:val="00DF116D"/>
    <w:rsid w:val="00DF27AF"/>
    <w:rsid w:val="00E009D2"/>
    <w:rsid w:val="00E01EA1"/>
    <w:rsid w:val="00E0201B"/>
    <w:rsid w:val="00E04992"/>
    <w:rsid w:val="00E05479"/>
    <w:rsid w:val="00E0557D"/>
    <w:rsid w:val="00E07F7F"/>
    <w:rsid w:val="00E10695"/>
    <w:rsid w:val="00E10A14"/>
    <w:rsid w:val="00E11D57"/>
    <w:rsid w:val="00E138A9"/>
    <w:rsid w:val="00E150F2"/>
    <w:rsid w:val="00E166CB"/>
    <w:rsid w:val="00E167E3"/>
    <w:rsid w:val="00E16AEB"/>
    <w:rsid w:val="00E16FF7"/>
    <w:rsid w:val="00E17110"/>
    <w:rsid w:val="00E17C1E"/>
    <w:rsid w:val="00E17C5A"/>
    <w:rsid w:val="00E20264"/>
    <w:rsid w:val="00E22C30"/>
    <w:rsid w:val="00E24301"/>
    <w:rsid w:val="00E2511C"/>
    <w:rsid w:val="00E25E5C"/>
    <w:rsid w:val="00E26D68"/>
    <w:rsid w:val="00E323D1"/>
    <w:rsid w:val="00E32585"/>
    <w:rsid w:val="00E33B76"/>
    <w:rsid w:val="00E33DFE"/>
    <w:rsid w:val="00E3481E"/>
    <w:rsid w:val="00E37237"/>
    <w:rsid w:val="00E373C7"/>
    <w:rsid w:val="00E41B04"/>
    <w:rsid w:val="00E437B0"/>
    <w:rsid w:val="00E43FAD"/>
    <w:rsid w:val="00E44045"/>
    <w:rsid w:val="00E441DE"/>
    <w:rsid w:val="00E4520D"/>
    <w:rsid w:val="00E45682"/>
    <w:rsid w:val="00E479F4"/>
    <w:rsid w:val="00E508F0"/>
    <w:rsid w:val="00E51802"/>
    <w:rsid w:val="00E5195A"/>
    <w:rsid w:val="00E531BF"/>
    <w:rsid w:val="00E56CBF"/>
    <w:rsid w:val="00E57E67"/>
    <w:rsid w:val="00E618C4"/>
    <w:rsid w:val="00E65BBD"/>
    <w:rsid w:val="00E66AA6"/>
    <w:rsid w:val="00E66B3B"/>
    <w:rsid w:val="00E7218A"/>
    <w:rsid w:val="00E7329F"/>
    <w:rsid w:val="00E7373C"/>
    <w:rsid w:val="00E8400D"/>
    <w:rsid w:val="00E842A5"/>
    <w:rsid w:val="00E872F8"/>
    <w:rsid w:val="00E878EE"/>
    <w:rsid w:val="00E931B6"/>
    <w:rsid w:val="00E95E1D"/>
    <w:rsid w:val="00EA07C0"/>
    <w:rsid w:val="00EA397D"/>
    <w:rsid w:val="00EA417D"/>
    <w:rsid w:val="00EA436F"/>
    <w:rsid w:val="00EA6EC7"/>
    <w:rsid w:val="00EA77A0"/>
    <w:rsid w:val="00EB0433"/>
    <w:rsid w:val="00EB0647"/>
    <w:rsid w:val="00EB104F"/>
    <w:rsid w:val="00EB138E"/>
    <w:rsid w:val="00EB1460"/>
    <w:rsid w:val="00EB46E5"/>
    <w:rsid w:val="00EB5D4D"/>
    <w:rsid w:val="00EC10AE"/>
    <w:rsid w:val="00EC1E58"/>
    <w:rsid w:val="00EC2AAB"/>
    <w:rsid w:val="00EC3CF9"/>
    <w:rsid w:val="00EC7091"/>
    <w:rsid w:val="00ED0703"/>
    <w:rsid w:val="00ED1058"/>
    <w:rsid w:val="00ED116C"/>
    <w:rsid w:val="00ED14BD"/>
    <w:rsid w:val="00ED4249"/>
    <w:rsid w:val="00ED5CFE"/>
    <w:rsid w:val="00ED6360"/>
    <w:rsid w:val="00EE0CDE"/>
    <w:rsid w:val="00EE1AA5"/>
    <w:rsid w:val="00EE2244"/>
    <w:rsid w:val="00EE3C5F"/>
    <w:rsid w:val="00EE7872"/>
    <w:rsid w:val="00EE7882"/>
    <w:rsid w:val="00EF13E3"/>
    <w:rsid w:val="00EF2154"/>
    <w:rsid w:val="00EF47C8"/>
    <w:rsid w:val="00EF5751"/>
    <w:rsid w:val="00EF7704"/>
    <w:rsid w:val="00F016C7"/>
    <w:rsid w:val="00F0349F"/>
    <w:rsid w:val="00F04920"/>
    <w:rsid w:val="00F0623D"/>
    <w:rsid w:val="00F063DF"/>
    <w:rsid w:val="00F0719C"/>
    <w:rsid w:val="00F073CB"/>
    <w:rsid w:val="00F10664"/>
    <w:rsid w:val="00F108CB"/>
    <w:rsid w:val="00F114C7"/>
    <w:rsid w:val="00F12A22"/>
    <w:rsid w:val="00F12DEC"/>
    <w:rsid w:val="00F1402B"/>
    <w:rsid w:val="00F16C4B"/>
    <w:rsid w:val="00F1715C"/>
    <w:rsid w:val="00F17B69"/>
    <w:rsid w:val="00F17E8A"/>
    <w:rsid w:val="00F17F17"/>
    <w:rsid w:val="00F2276C"/>
    <w:rsid w:val="00F2316B"/>
    <w:rsid w:val="00F310F8"/>
    <w:rsid w:val="00F348C0"/>
    <w:rsid w:val="00F35939"/>
    <w:rsid w:val="00F35BAA"/>
    <w:rsid w:val="00F3720B"/>
    <w:rsid w:val="00F40350"/>
    <w:rsid w:val="00F40D6B"/>
    <w:rsid w:val="00F45607"/>
    <w:rsid w:val="00F45B56"/>
    <w:rsid w:val="00F46000"/>
    <w:rsid w:val="00F4722B"/>
    <w:rsid w:val="00F51311"/>
    <w:rsid w:val="00F52CEE"/>
    <w:rsid w:val="00F52FA8"/>
    <w:rsid w:val="00F54432"/>
    <w:rsid w:val="00F54B45"/>
    <w:rsid w:val="00F5656E"/>
    <w:rsid w:val="00F569C6"/>
    <w:rsid w:val="00F60931"/>
    <w:rsid w:val="00F6250A"/>
    <w:rsid w:val="00F6452D"/>
    <w:rsid w:val="00F64E2B"/>
    <w:rsid w:val="00F653AD"/>
    <w:rsid w:val="00F659EB"/>
    <w:rsid w:val="00F664BA"/>
    <w:rsid w:val="00F67ED4"/>
    <w:rsid w:val="00F67F0D"/>
    <w:rsid w:val="00F70312"/>
    <w:rsid w:val="00F744CC"/>
    <w:rsid w:val="00F749A8"/>
    <w:rsid w:val="00F74E77"/>
    <w:rsid w:val="00F76953"/>
    <w:rsid w:val="00F77DC7"/>
    <w:rsid w:val="00F80740"/>
    <w:rsid w:val="00F86BA6"/>
    <w:rsid w:val="00F86D2A"/>
    <w:rsid w:val="00F93E20"/>
    <w:rsid w:val="00F94410"/>
    <w:rsid w:val="00F97F4A"/>
    <w:rsid w:val="00FA21E1"/>
    <w:rsid w:val="00FA2ADC"/>
    <w:rsid w:val="00FA47CE"/>
    <w:rsid w:val="00FA487B"/>
    <w:rsid w:val="00FA4D7F"/>
    <w:rsid w:val="00FB07B0"/>
    <w:rsid w:val="00FB1188"/>
    <w:rsid w:val="00FB3188"/>
    <w:rsid w:val="00FB55D8"/>
    <w:rsid w:val="00FB6342"/>
    <w:rsid w:val="00FB6DEB"/>
    <w:rsid w:val="00FC2432"/>
    <w:rsid w:val="00FC6389"/>
    <w:rsid w:val="00FC7084"/>
    <w:rsid w:val="00FC757D"/>
    <w:rsid w:val="00FD0304"/>
    <w:rsid w:val="00FD0692"/>
    <w:rsid w:val="00FD1094"/>
    <w:rsid w:val="00FD3DA8"/>
    <w:rsid w:val="00FD6F00"/>
    <w:rsid w:val="00FD77B1"/>
    <w:rsid w:val="00FE2564"/>
    <w:rsid w:val="00FE27AB"/>
    <w:rsid w:val="00FE318F"/>
    <w:rsid w:val="00FE4333"/>
    <w:rsid w:val="00FE5726"/>
    <w:rsid w:val="00FE5A5D"/>
    <w:rsid w:val="00FE6AEC"/>
    <w:rsid w:val="00FE754A"/>
    <w:rsid w:val="00FE7939"/>
    <w:rsid w:val="00FF2093"/>
    <w:rsid w:val="00FF232F"/>
    <w:rsid w:val="00FF2A62"/>
    <w:rsid w:val="00FF4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326016">
      <w:bodyDiv w:val="1"/>
      <w:marLeft w:val="0"/>
      <w:marRight w:val="0"/>
      <w:marTop w:val="0"/>
      <w:marBottom w:val="0"/>
      <w:divBdr>
        <w:top w:val="none" w:sz="0" w:space="0" w:color="auto"/>
        <w:left w:val="none" w:sz="0" w:space="0" w:color="auto"/>
        <w:bottom w:val="none" w:sz="0" w:space="0" w:color="auto"/>
        <w:right w:val="none" w:sz="0" w:space="0" w:color="auto"/>
      </w:divBdr>
    </w:div>
    <w:div w:id="220604380">
      <w:bodyDiv w:val="1"/>
      <w:marLeft w:val="0"/>
      <w:marRight w:val="0"/>
      <w:marTop w:val="0"/>
      <w:marBottom w:val="0"/>
      <w:divBdr>
        <w:top w:val="none" w:sz="0" w:space="0" w:color="auto"/>
        <w:left w:val="none" w:sz="0" w:space="0" w:color="auto"/>
        <w:bottom w:val="none" w:sz="0" w:space="0" w:color="auto"/>
        <w:right w:val="none" w:sz="0" w:space="0" w:color="auto"/>
      </w:divBdr>
    </w:div>
    <w:div w:id="553584544">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541627449">
      <w:bodyDiv w:val="1"/>
      <w:marLeft w:val="0"/>
      <w:marRight w:val="0"/>
      <w:marTop w:val="0"/>
      <w:marBottom w:val="0"/>
      <w:divBdr>
        <w:top w:val="none" w:sz="0" w:space="0" w:color="auto"/>
        <w:left w:val="none" w:sz="0" w:space="0" w:color="auto"/>
        <w:bottom w:val="none" w:sz="0" w:space="0" w:color="auto"/>
        <w:right w:val="none" w:sz="0" w:space="0" w:color="auto"/>
      </w:divBdr>
    </w:div>
    <w:div w:id="1600989189">
      <w:bodyDiv w:val="1"/>
      <w:marLeft w:val="0"/>
      <w:marRight w:val="0"/>
      <w:marTop w:val="0"/>
      <w:marBottom w:val="0"/>
      <w:divBdr>
        <w:top w:val="none" w:sz="0" w:space="0" w:color="auto"/>
        <w:left w:val="none" w:sz="0" w:space="0" w:color="auto"/>
        <w:bottom w:val="none" w:sz="0" w:space="0" w:color="auto"/>
        <w:right w:val="none" w:sz="0" w:space="0" w:color="auto"/>
      </w:divBdr>
    </w:div>
    <w:div w:id="176090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www.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tud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83C84A-93B9-461A-902C-B8EEB68CB1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75C9A9-27ED-47D2-AE04-CE3BE50F30A4}">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326</TotalTime>
  <Pages>46</Pages>
  <Words>20251</Words>
  <Characters>119486</Characters>
  <Application>Microsoft Office Word</Application>
  <DocSecurity>0</DocSecurity>
  <Lines>995</Lines>
  <Paragraphs>278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62</cp:revision>
  <cp:lastPrinted>2025-01-14T11:51:00Z</cp:lastPrinted>
  <dcterms:created xsi:type="dcterms:W3CDTF">2025-01-06T13:18:00Z</dcterms:created>
  <dcterms:modified xsi:type="dcterms:W3CDTF">2025-01-14T12:30:00Z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